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34"/>
        <w:gridCol w:w="234"/>
        <w:gridCol w:w="2884"/>
        <w:gridCol w:w="1511"/>
        <w:gridCol w:w="899"/>
        <w:gridCol w:w="176"/>
        <w:gridCol w:w="2327"/>
        <w:gridCol w:w="708"/>
      </w:tblGrid>
      <w:tr w:rsidR="00577EB9" w:rsidRPr="00E26EAC" w:rsidTr="00EA1B69">
        <w:trPr>
          <w:trHeight w:val="844"/>
        </w:trPr>
        <w:tc>
          <w:tcPr>
            <w:tcW w:w="4252" w:type="dxa"/>
            <w:gridSpan w:val="3"/>
          </w:tcPr>
          <w:p w:rsidR="00577EB9" w:rsidRPr="00DA6B85" w:rsidRDefault="009760AE" w:rsidP="009760AE">
            <w:pPr>
              <w:rPr>
                <w:noProof/>
                <w:szCs w:val="22"/>
                <w:lang w:val="en-US"/>
              </w:rPr>
            </w:pPr>
            <w:r>
              <w:rPr>
                <w:noProof/>
                <w:szCs w:val="22"/>
                <w:lang w:val="en-US"/>
              </w:rPr>
              <w:t xml:space="preserve">                        </w:t>
            </w:r>
            <w:r w:rsidR="005741D5">
              <w:rPr>
                <w:noProof/>
                <w:szCs w:val="22"/>
                <w:lang w:eastAsia="ja-JP"/>
              </w:rPr>
              <w:drawing>
                <wp:inline distT="0" distB="0" distL="0" distR="0">
                  <wp:extent cx="715645" cy="723265"/>
                  <wp:effectExtent l="19050" t="0" r="8255" b="0"/>
                  <wp:docPr id="1" name="Picture 1" descr="εθνοσημο εγχρωμο μεγαλ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εθνοσημο εγχρωμο μεγαλ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EB9" w:rsidRPr="00DA6B85" w:rsidRDefault="00577EB9" w:rsidP="00316843">
            <w:pPr>
              <w:rPr>
                <w:b/>
                <w:szCs w:val="22"/>
                <w:lang w:val="en-US"/>
              </w:rPr>
            </w:pPr>
          </w:p>
        </w:tc>
        <w:tc>
          <w:tcPr>
            <w:tcW w:w="5621" w:type="dxa"/>
            <w:gridSpan w:val="5"/>
            <w:vMerge w:val="restart"/>
            <w:shd w:val="clear" w:color="auto" w:fill="auto"/>
            <w:vAlign w:val="center"/>
          </w:tcPr>
          <w:p w:rsidR="00577EB9" w:rsidRPr="00DA6B85" w:rsidRDefault="00577EB9" w:rsidP="00316843">
            <w:pPr>
              <w:ind w:right="-108"/>
              <w:jc w:val="right"/>
              <w:rPr>
                <w:b/>
                <w:szCs w:val="22"/>
              </w:rPr>
            </w:pPr>
            <w:bookmarkStart w:id="0" w:name="ΟΡΘΗ_ΕΠΑΝΑΛΗΨΗ_1"/>
            <w:bookmarkEnd w:id="0"/>
          </w:p>
          <w:p w:rsidR="00577EB9" w:rsidRPr="00DA6B85" w:rsidRDefault="00577EB9" w:rsidP="00316843">
            <w:pPr>
              <w:ind w:right="-108"/>
              <w:jc w:val="right"/>
              <w:rPr>
                <w:szCs w:val="22"/>
              </w:rPr>
            </w:pPr>
            <w:bookmarkStart w:id="1" w:name="ΟΡΘΗ_ΕΠΑΝΑΛΗΨΗ_2"/>
            <w:bookmarkEnd w:id="1"/>
          </w:p>
          <w:p w:rsidR="00577EB9" w:rsidRPr="00DA6B85" w:rsidRDefault="003C3F2C" w:rsidP="008E06DB">
            <w:pPr>
              <w:ind w:right="-108"/>
              <w:jc w:val="right"/>
              <w:rPr>
                <w:b/>
                <w:szCs w:val="22"/>
              </w:rPr>
            </w:pPr>
            <w:r w:rsidRPr="00DA6B85">
              <w:rPr>
                <w:b/>
                <w:szCs w:val="22"/>
              </w:rPr>
              <w:t>ΑΔΙΑΒΑΘΜΗΤΟ</w:t>
            </w:r>
          </w:p>
          <w:p w:rsidR="00577EB9" w:rsidRPr="00DA6B85" w:rsidRDefault="008E06DB" w:rsidP="008E06DB">
            <w:pPr>
              <w:ind w:right="-108"/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ΚΑ</w:t>
            </w:r>
            <w:r w:rsidR="00AB0EFC">
              <w:rPr>
                <w:b/>
                <w:szCs w:val="22"/>
              </w:rPr>
              <w:t>Ν</w:t>
            </w:r>
            <w:bookmarkStart w:id="2" w:name="ΕΝΕΡΓΕΙΑ_ΕΩΣ"/>
            <w:bookmarkEnd w:id="2"/>
            <w:r>
              <w:rPr>
                <w:b/>
                <w:szCs w:val="22"/>
              </w:rPr>
              <w:t>ΟΝΙΚΟ</w:t>
            </w:r>
          </w:p>
        </w:tc>
      </w:tr>
      <w:tr w:rsidR="00577EB9" w:rsidRPr="00E26EAC" w:rsidTr="00EA1B69">
        <w:trPr>
          <w:trHeight w:val="432"/>
        </w:trPr>
        <w:tc>
          <w:tcPr>
            <w:tcW w:w="4252" w:type="dxa"/>
            <w:gridSpan w:val="3"/>
            <w:tcBorders>
              <w:bottom w:val="single" w:sz="4" w:space="0" w:color="003DCC"/>
            </w:tcBorders>
          </w:tcPr>
          <w:p w:rsidR="00577EB9" w:rsidRPr="00DA6B85" w:rsidRDefault="00577EB9" w:rsidP="00316843">
            <w:pPr>
              <w:jc w:val="center"/>
              <w:rPr>
                <w:b/>
                <w:color w:val="003DCC"/>
                <w:szCs w:val="22"/>
              </w:rPr>
            </w:pPr>
            <w:r w:rsidRPr="00DA6B85">
              <w:rPr>
                <w:b/>
                <w:color w:val="003DCC"/>
                <w:szCs w:val="22"/>
              </w:rPr>
              <w:t>ΕΛΛΗΝΙΚΗ ΔΗΜΟΚΡΑΤΙΑ</w:t>
            </w:r>
          </w:p>
          <w:p w:rsidR="00577EB9" w:rsidRPr="00DA6B85" w:rsidRDefault="00577EB9" w:rsidP="00316843">
            <w:pPr>
              <w:ind w:left="-108" w:right="-108"/>
              <w:jc w:val="center"/>
              <w:rPr>
                <w:color w:val="003DCC"/>
                <w:szCs w:val="22"/>
              </w:rPr>
            </w:pPr>
            <w:bookmarkStart w:id="3" w:name="ΤΙΤΛΟΣ_1"/>
            <w:r w:rsidRPr="00DA6B85">
              <w:rPr>
                <w:color w:val="003DCC"/>
                <w:szCs w:val="22"/>
              </w:rPr>
              <w:t>Πρεσβεία της Ελλάδος</w:t>
            </w:r>
            <w:bookmarkEnd w:id="3"/>
          </w:p>
        </w:tc>
        <w:tc>
          <w:tcPr>
            <w:tcW w:w="5621" w:type="dxa"/>
            <w:gridSpan w:val="5"/>
            <w:vMerge/>
            <w:shd w:val="clear" w:color="auto" w:fill="auto"/>
          </w:tcPr>
          <w:p w:rsidR="00577EB9" w:rsidRPr="00DA6B85" w:rsidRDefault="00577EB9" w:rsidP="00316843">
            <w:pPr>
              <w:rPr>
                <w:szCs w:val="22"/>
              </w:rPr>
            </w:pPr>
          </w:p>
        </w:tc>
      </w:tr>
      <w:tr w:rsidR="00577EB9" w:rsidRPr="00E26EAC" w:rsidTr="00EA1B69">
        <w:trPr>
          <w:trHeight w:val="375"/>
        </w:trPr>
        <w:tc>
          <w:tcPr>
            <w:tcW w:w="4252" w:type="dxa"/>
            <w:gridSpan w:val="3"/>
            <w:tcBorders>
              <w:top w:val="single" w:sz="4" w:space="0" w:color="003DCC"/>
            </w:tcBorders>
            <w:shd w:val="clear" w:color="auto" w:fill="auto"/>
            <w:vAlign w:val="center"/>
          </w:tcPr>
          <w:p w:rsidR="00577EB9" w:rsidRPr="00DA6B85" w:rsidRDefault="009B0E05" w:rsidP="00316843">
            <w:pPr>
              <w:jc w:val="center"/>
              <w:rPr>
                <w:color w:val="003DCC"/>
                <w:szCs w:val="22"/>
              </w:rPr>
            </w:pPr>
            <w:bookmarkStart w:id="4" w:name="ΤΙΤΛΟΣ_2"/>
            <w:r>
              <w:rPr>
                <w:color w:val="003DCC"/>
                <w:szCs w:val="22"/>
              </w:rPr>
              <w:t>Τόκυο</w:t>
            </w:r>
          </w:p>
          <w:p w:rsidR="009E6581" w:rsidRDefault="00577EB9" w:rsidP="009E6581">
            <w:pPr>
              <w:jc w:val="center"/>
              <w:rPr>
                <w:color w:val="003DCC"/>
                <w:szCs w:val="22"/>
              </w:rPr>
            </w:pPr>
            <w:r w:rsidRPr="00DA6B85">
              <w:rPr>
                <w:color w:val="003DCC"/>
                <w:szCs w:val="22"/>
              </w:rPr>
              <w:t>Γραφείο Οικονομικών &amp; Εμπορικών Υποθέσεων</w:t>
            </w:r>
            <w:bookmarkEnd w:id="4"/>
          </w:p>
          <w:p w:rsidR="009E6581" w:rsidRPr="00DA6B85" w:rsidRDefault="009E6581" w:rsidP="00316843">
            <w:pPr>
              <w:jc w:val="center"/>
              <w:rPr>
                <w:color w:val="003DCC"/>
                <w:szCs w:val="22"/>
              </w:rPr>
            </w:pPr>
          </w:p>
        </w:tc>
        <w:tc>
          <w:tcPr>
            <w:tcW w:w="5621" w:type="dxa"/>
            <w:gridSpan w:val="5"/>
            <w:vMerge/>
            <w:shd w:val="clear" w:color="auto" w:fill="auto"/>
          </w:tcPr>
          <w:p w:rsidR="00577EB9" w:rsidRPr="00DA6B85" w:rsidRDefault="00577EB9" w:rsidP="00316843">
            <w:pPr>
              <w:rPr>
                <w:szCs w:val="22"/>
              </w:rPr>
            </w:pPr>
          </w:p>
        </w:tc>
      </w:tr>
      <w:tr w:rsidR="00577EB9" w:rsidRPr="001767FD" w:rsidTr="00EA1B69">
        <w:tc>
          <w:tcPr>
            <w:tcW w:w="1368" w:type="dxa"/>
            <w:gridSpan w:val="2"/>
            <w:vAlign w:val="center"/>
          </w:tcPr>
          <w:p w:rsidR="00577EB9" w:rsidRPr="00E77BCB" w:rsidRDefault="009B0E05" w:rsidP="00316843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b/>
                <w:sz w:val="24"/>
              </w:rPr>
            </w:pPr>
            <w:r w:rsidRPr="00E77BCB">
              <w:rPr>
                <w:rFonts w:ascii="Times New Roman" w:hAnsi="Times New Roman"/>
                <w:b/>
                <w:color w:val="002060"/>
                <w:sz w:val="24"/>
              </w:rPr>
              <w:br/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577EB9" w:rsidRPr="00E77BCB" w:rsidRDefault="00577EB9" w:rsidP="006A77D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99" w:type="dxa"/>
            <w:shd w:val="clear" w:color="auto" w:fill="auto"/>
          </w:tcPr>
          <w:p w:rsidR="00577EB9" w:rsidRPr="00E77BCB" w:rsidRDefault="009E6581" w:rsidP="009E6581">
            <w:pPr>
              <w:ind w:left="-108" w:right="112"/>
              <w:jc w:val="right"/>
              <w:rPr>
                <w:rFonts w:ascii="Times New Roman" w:hAnsi="Times New Roman"/>
                <w:b/>
                <w:sz w:val="24"/>
              </w:rPr>
            </w:pPr>
            <w:r w:rsidRPr="00E77BCB">
              <w:rPr>
                <w:rFonts w:ascii="Times New Roman" w:hAnsi="Times New Roman"/>
                <w:sz w:val="24"/>
              </w:rPr>
              <w:t>Τόκυο</w:t>
            </w:r>
          </w:p>
        </w:tc>
        <w:tc>
          <w:tcPr>
            <w:tcW w:w="3211" w:type="dxa"/>
            <w:gridSpan w:val="3"/>
            <w:vMerge w:val="restart"/>
            <w:shd w:val="clear" w:color="auto" w:fill="auto"/>
          </w:tcPr>
          <w:p w:rsidR="00577EB9" w:rsidRPr="006C5BBA" w:rsidRDefault="00864430" w:rsidP="00316843">
            <w:pPr>
              <w:ind w:left="-108"/>
              <w:rPr>
                <w:rFonts w:ascii="Times New Roman" w:hAnsi="Times New Roman"/>
                <w:sz w:val="24"/>
                <w:lang w:val="en-US"/>
              </w:rPr>
            </w:pPr>
            <w:bookmarkStart w:id="5" w:name="Α_Π_ΦΑΚΕΛΟΥ_1"/>
            <w:bookmarkEnd w:id="5"/>
            <w:r w:rsidRPr="006C5BB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6C5BBA">
              <w:rPr>
                <w:rFonts w:ascii="Times New Roman" w:eastAsiaTheme="minorEastAsia" w:hAnsi="Times New Roman"/>
                <w:sz w:val="24"/>
                <w:lang w:val="en-US" w:eastAsia="ko-KR"/>
              </w:rPr>
              <w:t>30</w:t>
            </w:r>
            <w:r w:rsidR="00877BE1" w:rsidRPr="006C5BBA">
              <w:rPr>
                <w:rFonts w:ascii="Times New Roman" w:hAnsi="Times New Roman"/>
                <w:sz w:val="24"/>
                <w:lang w:val="en-US"/>
              </w:rPr>
              <w:t>/</w:t>
            </w:r>
            <w:r w:rsidR="006C5BBA">
              <w:rPr>
                <w:rFonts w:ascii="Times New Roman" w:eastAsiaTheme="minorEastAsia" w:hAnsi="Times New Roman"/>
                <w:sz w:val="24"/>
                <w:lang w:val="en-US" w:eastAsia="ko-KR"/>
              </w:rPr>
              <w:t>10</w:t>
            </w:r>
            <w:r w:rsidR="009E6581" w:rsidRPr="006C5BBA">
              <w:rPr>
                <w:rFonts w:ascii="Times New Roman" w:hAnsi="Times New Roman"/>
                <w:sz w:val="24"/>
                <w:lang w:val="en-US"/>
              </w:rPr>
              <w:t>/2020</w:t>
            </w:r>
          </w:p>
          <w:p w:rsidR="004D7D3C" w:rsidRPr="006C5BBA" w:rsidRDefault="004D7D3C" w:rsidP="009E6581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9E6581" w:rsidRPr="006C5BBA" w:rsidRDefault="00630951" w:rsidP="009400C2">
            <w:pPr>
              <w:rPr>
                <w:rFonts w:ascii="Times New Roman" w:eastAsiaTheme="minorEastAsia" w:hAnsi="Times New Roman"/>
                <w:sz w:val="24"/>
                <w:lang w:val="en-US" w:eastAsia="ko-KR"/>
              </w:rPr>
            </w:pPr>
            <w:r>
              <w:rPr>
                <w:rFonts w:ascii="Times New Roman" w:hAnsi="Times New Roman"/>
                <w:sz w:val="24"/>
              </w:rPr>
              <w:t>Φ</w:t>
            </w:r>
            <w:r w:rsidR="009400C2" w:rsidRPr="006C5BBA">
              <w:rPr>
                <w:rFonts w:ascii="Times New Roman" w:eastAsiaTheme="minorEastAsia" w:hAnsi="Times New Roman" w:hint="eastAsia"/>
                <w:sz w:val="24"/>
                <w:lang w:val="en-US" w:eastAsia="ko-KR"/>
              </w:rPr>
              <w:t>.</w:t>
            </w:r>
            <w:r w:rsidR="001767FD">
              <w:rPr>
                <w:rFonts w:ascii="Times New Roman" w:eastAsiaTheme="minorEastAsia" w:hAnsi="Times New Roman"/>
                <w:sz w:val="24"/>
                <w:lang w:val="en-US" w:eastAsia="ko-KR"/>
              </w:rPr>
              <w:t>410</w:t>
            </w:r>
            <w:r w:rsidR="00CD3EC3">
              <w:rPr>
                <w:rFonts w:ascii="Times New Roman" w:hAnsi="Times New Roman"/>
                <w:sz w:val="24"/>
                <w:lang w:val="en-US"/>
              </w:rPr>
              <w:t>/25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>/</w:t>
            </w:r>
            <w:r w:rsidR="00CC7126">
              <w:rPr>
                <w:rFonts w:ascii="Times New Roman" w:hAnsi="Times New Roman"/>
                <w:sz w:val="24"/>
              </w:rPr>
              <w:t>ΑΣ</w:t>
            </w:r>
            <w:r w:rsidR="000D308F">
              <w:rPr>
                <w:rFonts w:ascii="Times New Roman" w:hAnsi="Times New Roman"/>
                <w:sz w:val="24"/>
                <w:lang w:val="en-US"/>
              </w:rPr>
              <w:t xml:space="preserve"> 902</w:t>
            </w:r>
          </w:p>
        </w:tc>
      </w:tr>
      <w:tr w:rsidR="00577EB9" w:rsidRPr="001767FD" w:rsidTr="00EA1B69">
        <w:tc>
          <w:tcPr>
            <w:tcW w:w="1368" w:type="dxa"/>
            <w:gridSpan w:val="2"/>
            <w:vMerge w:val="restart"/>
            <w:vAlign w:val="center"/>
          </w:tcPr>
          <w:p w:rsidR="00775107" w:rsidRPr="006C5BBA" w:rsidRDefault="00577EB9" w:rsidP="00316843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sz w:val="24"/>
                <w:lang w:val="en-US"/>
              </w:rPr>
            </w:pPr>
            <w:bookmarkStart w:id="6" w:name="ΣΤΟΙΧΕΙΑ_ΕΠΙΚΟΙΝ"/>
            <w:proofErr w:type="spellStart"/>
            <w:r w:rsidRPr="002921B3">
              <w:rPr>
                <w:rFonts w:ascii="Times New Roman" w:hAnsi="Times New Roman"/>
                <w:sz w:val="24"/>
              </w:rPr>
              <w:t>Τηλ</w:t>
            </w:r>
            <w:proofErr w:type="spellEnd"/>
            <w:r w:rsidRPr="006C5BBA">
              <w:rPr>
                <w:rFonts w:ascii="Times New Roman" w:hAnsi="Times New Roman"/>
                <w:sz w:val="24"/>
                <w:lang w:val="en-US"/>
              </w:rPr>
              <w:t>.:</w:t>
            </w:r>
          </w:p>
          <w:p w:rsidR="00775107" w:rsidRPr="006C5BBA" w:rsidRDefault="00775107" w:rsidP="00775107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sz w:val="24"/>
                <w:lang w:val="en-US"/>
              </w:rPr>
            </w:pPr>
            <w:r w:rsidRPr="00B3162E">
              <w:rPr>
                <w:rFonts w:ascii="Times New Roman" w:hAnsi="Times New Roman"/>
                <w:sz w:val="24"/>
                <w:lang w:val="en-US"/>
              </w:rPr>
              <w:t>FAX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 xml:space="preserve">: </w:t>
            </w:r>
          </w:p>
          <w:p w:rsidR="00577EB9" w:rsidRPr="006C5BBA" w:rsidRDefault="00577EB9" w:rsidP="00775107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sz w:val="24"/>
                <w:lang w:val="en-US"/>
              </w:rPr>
            </w:pPr>
            <w:r w:rsidRPr="00B3162E">
              <w:rPr>
                <w:rFonts w:ascii="Times New Roman" w:hAnsi="Times New Roman"/>
                <w:sz w:val="24"/>
                <w:lang w:val="en-US"/>
              </w:rPr>
              <w:t>E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>-</w:t>
            </w:r>
            <w:r w:rsidRPr="00B3162E">
              <w:rPr>
                <w:rFonts w:ascii="Times New Roman" w:hAnsi="Times New Roman"/>
                <w:sz w:val="24"/>
                <w:lang w:val="en-US"/>
              </w:rPr>
              <w:t>mail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>:</w:t>
            </w:r>
            <w:bookmarkEnd w:id="6"/>
          </w:p>
        </w:tc>
        <w:tc>
          <w:tcPr>
            <w:tcW w:w="4395" w:type="dxa"/>
            <w:gridSpan w:val="2"/>
            <w:shd w:val="clear" w:color="auto" w:fill="auto"/>
            <w:vAlign w:val="bottom"/>
          </w:tcPr>
          <w:p w:rsidR="00577EB9" w:rsidRPr="006C5BBA" w:rsidRDefault="009B0E05" w:rsidP="00316843">
            <w:pPr>
              <w:rPr>
                <w:rFonts w:ascii="Times New Roman" w:hAnsi="Times New Roman"/>
                <w:sz w:val="24"/>
                <w:lang w:val="en-US"/>
              </w:rPr>
            </w:pPr>
            <w:r w:rsidRPr="006C5BBA">
              <w:rPr>
                <w:rFonts w:ascii="Times New Roman" w:hAnsi="Times New Roman"/>
                <w:sz w:val="24"/>
                <w:lang w:val="en-US"/>
              </w:rPr>
              <w:t>+81-3-3404-5853, 1195</w:t>
            </w:r>
          </w:p>
        </w:tc>
        <w:tc>
          <w:tcPr>
            <w:tcW w:w="899" w:type="dxa"/>
            <w:shd w:val="clear" w:color="auto" w:fill="auto"/>
          </w:tcPr>
          <w:p w:rsidR="00577EB9" w:rsidRPr="006C5BBA" w:rsidRDefault="00577EB9" w:rsidP="009E6581">
            <w:pPr>
              <w:tabs>
                <w:tab w:val="center" w:pos="317"/>
                <w:tab w:val="right" w:pos="742"/>
              </w:tabs>
              <w:ind w:left="-108" w:right="222"/>
              <w:jc w:val="right"/>
              <w:rPr>
                <w:rFonts w:ascii="Times New Roman" w:hAnsi="Times New Roman"/>
                <w:sz w:val="24"/>
                <w:lang w:val="en-US"/>
              </w:rPr>
            </w:pPr>
            <w:r w:rsidRPr="002921B3">
              <w:rPr>
                <w:rFonts w:ascii="Times New Roman" w:hAnsi="Times New Roman"/>
                <w:sz w:val="24"/>
              </w:rPr>
              <w:t>Α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>.</w:t>
            </w:r>
            <w:r w:rsidRPr="002921B3">
              <w:rPr>
                <w:rFonts w:ascii="Times New Roman" w:hAnsi="Times New Roman"/>
                <w:sz w:val="24"/>
              </w:rPr>
              <w:t>Π</w:t>
            </w:r>
            <w:r w:rsidRPr="006C5BB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</w:tc>
        <w:tc>
          <w:tcPr>
            <w:tcW w:w="3211" w:type="dxa"/>
            <w:gridSpan w:val="3"/>
            <w:vMerge/>
            <w:shd w:val="clear" w:color="auto" w:fill="auto"/>
          </w:tcPr>
          <w:p w:rsidR="00577EB9" w:rsidRPr="006C5BBA" w:rsidRDefault="00577EB9" w:rsidP="0031684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577EB9" w:rsidRPr="001767FD" w:rsidTr="00EA1B69">
        <w:trPr>
          <w:trHeight w:val="227"/>
        </w:trPr>
        <w:tc>
          <w:tcPr>
            <w:tcW w:w="1368" w:type="dxa"/>
            <w:gridSpan w:val="2"/>
            <w:vMerge/>
            <w:vAlign w:val="center"/>
          </w:tcPr>
          <w:p w:rsidR="00577EB9" w:rsidRPr="006C5BBA" w:rsidRDefault="00577EB9" w:rsidP="00316843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577EB9" w:rsidRPr="006C5BBA" w:rsidRDefault="00577EB9" w:rsidP="00316843">
            <w:pPr>
              <w:rPr>
                <w:rFonts w:ascii="Times New Roman" w:hAnsi="Times New Roman"/>
                <w:sz w:val="24"/>
                <w:lang w:val="en-US"/>
              </w:rPr>
            </w:pPr>
            <w:r w:rsidRPr="006C5BBA">
              <w:rPr>
                <w:rFonts w:ascii="Times New Roman" w:hAnsi="Times New Roman"/>
                <w:sz w:val="24"/>
                <w:lang w:val="en-US"/>
              </w:rPr>
              <w:t>+</w:t>
            </w:r>
            <w:r w:rsidR="009B0E05" w:rsidRPr="006C5BBA">
              <w:rPr>
                <w:rFonts w:ascii="Times New Roman" w:hAnsi="Times New Roman"/>
                <w:sz w:val="24"/>
                <w:lang w:val="en-US"/>
              </w:rPr>
              <w:t>81-3-3404-5845</w:t>
            </w:r>
          </w:p>
        </w:tc>
        <w:tc>
          <w:tcPr>
            <w:tcW w:w="899" w:type="dxa"/>
            <w:shd w:val="clear" w:color="auto" w:fill="auto"/>
          </w:tcPr>
          <w:p w:rsidR="00577EB9" w:rsidRPr="006C5BBA" w:rsidRDefault="00577EB9" w:rsidP="00316843">
            <w:pPr>
              <w:ind w:left="-108" w:right="-108"/>
              <w:jc w:val="right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211" w:type="dxa"/>
            <w:gridSpan w:val="3"/>
            <w:vMerge/>
            <w:shd w:val="clear" w:color="auto" w:fill="auto"/>
          </w:tcPr>
          <w:p w:rsidR="00577EB9" w:rsidRPr="006C5BBA" w:rsidRDefault="00577EB9" w:rsidP="0031684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577EB9" w:rsidRPr="002921B3" w:rsidTr="00EA1B69">
        <w:tc>
          <w:tcPr>
            <w:tcW w:w="1368" w:type="dxa"/>
            <w:gridSpan w:val="2"/>
            <w:vMerge/>
            <w:vAlign w:val="center"/>
          </w:tcPr>
          <w:p w:rsidR="00577EB9" w:rsidRPr="006C5BBA" w:rsidRDefault="00577EB9" w:rsidP="00316843">
            <w:pPr>
              <w:tabs>
                <w:tab w:val="right" w:pos="3256"/>
              </w:tabs>
              <w:ind w:left="-108" w:right="-108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4395" w:type="dxa"/>
            <w:gridSpan w:val="2"/>
            <w:shd w:val="clear" w:color="auto" w:fill="auto"/>
          </w:tcPr>
          <w:p w:rsidR="00577EB9" w:rsidRPr="002921B3" w:rsidRDefault="00665822" w:rsidP="00316843">
            <w:pPr>
              <w:rPr>
                <w:rFonts w:ascii="Times New Roman" w:hAnsi="Times New Roman"/>
                <w:sz w:val="24"/>
              </w:rPr>
            </w:pPr>
            <w:hyperlink r:id="rId9" w:history="1">
              <w:r w:rsidR="009B0E05" w:rsidRPr="002921B3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ecocom</w:t>
              </w:r>
              <w:r w:rsidR="009B0E05" w:rsidRPr="006C5BBA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-</w:t>
              </w:r>
              <w:r w:rsidR="009B0E05" w:rsidRPr="002921B3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tokyo</w:t>
              </w:r>
              <w:r w:rsidR="009B0E05" w:rsidRPr="006C5BBA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@</w:t>
              </w:r>
              <w:r w:rsidR="009B0E05" w:rsidRPr="002921B3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mfa</w:t>
              </w:r>
              <w:r w:rsidR="009B0E05" w:rsidRPr="002921B3">
                <w:rPr>
                  <w:rStyle w:val="Hyperlink"/>
                  <w:rFonts w:ascii="Times New Roman" w:hAnsi="Times New Roman"/>
                  <w:sz w:val="24"/>
                </w:rPr>
                <w:t>.</w:t>
              </w:r>
              <w:r w:rsidR="009B0E05" w:rsidRPr="002921B3">
                <w:rPr>
                  <w:rStyle w:val="Hyperlink"/>
                  <w:rFonts w:ascii="Times New Roman" w:hAnsi="Times New Roman"/>
                  <w:sz w:val="24"/>
                  <w:lang w:val="en-US"/>
                </w:rPr>
                <w:t>gr</w:t>
              </w:r>
            </w:hyperlink>
            <w:r w:rsidR="009B0E05" w:rsidRPr="002921B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</w:tc>
        <w:tc>
          <w:tcPr>
            <w:tcW w:w="899" w:type="dxa"/>
            <w:shd w:val="clear" w:color="auto" w:fill="auto"/>
          </w:tcPr>
          <w:p w:rsidR="00577EB9" w:rsidRPr="002921B3" w:rsidRDefault="00577EB9" w:rsidP="00316843">
            <w:pPr>
              <w:ind w:left="-108" w:right="-108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3211" w:type="dxa"/>
            <w:gridSpan w:val="3"/>
            <w:vMerge/>
            <w:shd w:val="clear" w:color="auto" w:fill="auto"/>
          </w:tcPr>
          <w:p w:rsidR="00577EB9" w:rsidRPr="002921B3" w:rsidRDefault="00577EB9" w:rsidP="00316843">
            <w:pPr>
              <w:rPr>
                <w:rFonts w:ascii="Times New Roman" w:hAnsi="Times New Roman"/>
                <w:sz w:val="24"/>
              </w:rPr>
            </w:pPr>
          </w:p>
        </w:tc>
      </w:tr>
      <w:tr w:rsidR="00577EB9" w:rsidRPr="002921B3" w:rsidTr="00560C0B">
        <w:trPr>
          <w:trHeight w:val="398"/>
        </w:trPr>
        <w:tc>
          <w:tcPr>
            <w:tcW w:w="9873" w:type="dxa"/>
            <w:gridSpan w:val="8"/>
            <w:vAlign w:val="center"/>
          </w:tcPr>
          <w:p w:rsidR="00577EB9" w:rsidRPr="002921B3" w:rsidRDefault="00577EB9" w:rsidP="00316843">
            <w:pPr>
              <w:rPr>
                <w:rFonts w:ascii="Times New Roman" w:hAnsi="Times New Roman"/>
                <w:sz w:val="24"/>
              </w:rPr>
            </w:pPr>
          </w:p>
        </w:tc>
      </w:tr>
      <w:tr w:rsidR="00577EB9" w:rsidRPr="002921B3" w:rsidTr="00161059">
        <w:tblPrEx>
          <w:tblLook w:val="04A0" w:firstRow="1" w:lastRow="0" w:firstColumn="1" w:lastColumn="0" w:noHBand="0" w:noVBand="1"/>
        </w:tblPrEx>
        <w:tc>
          <w:tcPr>
            <w:tcW w:w="1134" w:type="dxa"/>
          </w:tcPr>
          <w:p w:rsidR="00577EB9" w:rsidRPr="002921B3" w:rsidRDefault="00577EB9" w:rsidP="006A77DD">
            <w:pPr>
              <w:ind w:left="-108" w:right="-108"/>
              <w:outlineLvl w:val="0"/>
              <w:rPr>
                <w:rFonts w:ascii="Times New Roman" w:hAnsi="Times New Roman"/>
                <w:sz w:val="24"/>
              </w:rPr>
            </w:pPr>
            <w:r w:rsidRPr="002921B3">
              <w:rPr>
                <w:rFonts w:ascii="Times New Roman" w:hAnsi="Times New Roman"/>
                <w:sz w:val="24"/>
              </w:rPr>
              <w:t>ΠΡΟΣ:</w:t>
            </w:r>
          </w:p>
        </w:tc>
        <w:tc>
          <w:tcPr>
            <w:tcW w:w="5704" w:type="dxa"/>
            <w:gridSpan w:val="5"/>
          </w:tcPr>
          <w:p w:rsidR="00161059" w:rsidRDefault="00161059" w:rsidP="005628AF">
            <w:pPr>
              <w:tabs>
                <w:tab w:val="center" w:pos="2230"/>
              </w:tabs>
              <w:outlineLvl w:val="0"/>
              <w:rPr>
                <w:rFonts w:ascii="Times New Roman" w:eastAsiaTheme="minorEastAsia" w:hAnsi="Times New Roman"/>
                <w:sz w:val="24"/>
                <w:lang w:eastAsia="ko-KR"/>
              </w:rPr>
            </w:pPr>
            <w:r>
              <w:rPr>
                <w:rFonts w:ascii="Times New Roman" w:eastAsiaTheme="minorEastAsia" w:hAnsi="Times New Roman"/>
                <w:sz w:val="24"/>
                <w:lang w:eastAsia="ko-KR"/>
              </w:rPr>
              <w:t>Υπουργείο Εξωτερικών</w:t>
            </w:r>
          </w:p>
          <w:p w:rsidR="00171F3B" w:rsidRDefault="00763B6B" w:rsidP="005628AF">
            <w:pPr>
              <w:tabs>
                <w:tab w:val="center" w:pos="2230"/>
              </w:tabs>
              <w:outlineLvl w:val="0"/>
              <w:rPr>
                <w:rFonts w:ascii="Times New Roman" w:eastAsiaTheme="minorEastAsia" w:hAnsi="Times New Roman"/>
                <w:sz w:val="24"/>
                <w:lang w:eastAsia="ko-KR"/>
              </w:rPr>
            </w:pPr>
            <w:r>
              <w:rPr>
                <w:rFonts w:ascii="Times New Roman" w:eastAsiaTheme="minorEastAsia" w:hAnsi="Times New Roman"/>
                <w:sz w:val="24"/>
                <w:lang w:eastAsia="ko-KR"/>
              </w:rPr>
              <w:t>Β1 Δ/</w:t>
            </w:r>
            <w:proofErr w:type="spellStart"/>
            <w:r>
              <w:rPr>
                <w:rFonts w:ascii="Times New Roman" w:eastAsiaTheme="minorEastAsia" w:hAnsi="Times New Roman"/>
                <w:sz w:val="24"/>
                <w:lang w:eastAsia="ko-KR"/>
              </w:rPr>
              <w:t>νση</w:t>
            </w:r>
            <w:proofErr w:type="spellEnd"/>
          </w:p>
          <w:p w:rsidR="000D308F" w:rsidRDefault="000D308F" w:rsidP="005628AF">
            <w:pPr>
              <w:tabs>
                <w:tab w:val="center" w:pos="2230"/>
              </w:tabs>
              <w:outlineLvl w:val="0"/>
              <w:rPr>
                <w:rFonts w:ascii="Times New Roman" w:eastAsiaTheme="minorEastAsia" w:hAnsi="Times New Roman"/>
                <w:sz w:val="24"/>
                <w:lang w:eastAsia="ko-KR"/>
              </w:rPr>
            </w:pPr>
          </w:p>
          <w:p w:rsidR="000D308F" w:rsidRPr="000D308F" w:rsidRDefault="000D308F" w:rsidP="005628AF">
            <w:pPr>
              <w:tabs>
                <w:tab w:val="center" w:pos="2230"/>
              </w:tabs>
              <w:outlineLvl w:val="0"/>
              <w:rPr>
                <w:rFonts w:ascii="Times New Roman" w:eastAsia="MS Mincho" w:hAnsi="Times New Roman"/>
                <w:sz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lang w:eastAsia="ja-JP"/>
              </w:rPr>
              <w:t>Επιμελ</w:t>
            </w:r>
            <w:r w:rsidR="00161059">
              <w:rPr>
                <w:rFonts w:ascii="Times New Roman" w:eastAsia="MS Mincho" w:hAnsi="Times New Roman"/>
                <w:sz w:val="24"/>
                <w:lang w:eastAsia="ja-JP"/>
              </w:rPr>
              <w:t>ητήρια, Οργανισμούς και Ενώσεις Επ</w:t>
            </w:r>
            <w:r>
              <w:rPr>
                <w:rFonts w:ascii="Times New Roman" w:eastAsia="MS Mincho" w:hAnsi="Times New Roman"/>
                <w:sz w:val="24"/>
                <w:lang w:eastAsia="ja-JP"/>
              </w:rPr>
              <w:t>ιχειρήσεων</w:t>
            </w:r>
          </w:p>
          <w:p w:rsidR="00E26EAC" w:rsidRPr="002921B3" w:rsidRDefault="00E26EAC" w:rsidP="00127ECE">
            <w:pPr>
              <w:pStyle w:val="ListParagraph"/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035" w:type="dxa"/>
            <w:gridSpan w:val="2"/>
          </w:tcPr>
          <w:p w:rsidR="00577EB9" w:rsidRPr="002921B3" w:rsidRDefault="00577EB9" w:rsidP="00316843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77EB9" w:rsidRPr="002921B3" w:rsidTr="00EA1B69">
        <w:tblPrEx>
          <w:tblLook w:val="04A0" w:firstRow="1" w:lastRow="0" w:firstColumn="1" w:lastColumn="0" w:noHBand="0" w:noVBand="1"/>
        </w:tblPrEx>
        <w:tc>
          <w:tcPr>
            <w:tcW w:w="1134" w:type="dxa"/>
          </w:tcPr>
          <w:p w:rsidR="00577EB9" w:rsidRPr="002921B3" w:rsidRDefault="00577EB9" w:rsidP="006A77DD">
            <w:pPr>
              <w:ind w:left="-108" w:right="-108"/>
              <w:outlineLvl w:val="0"/>
              <w:rPr>
                <w:rFonts w:ascii="Times New Roman" w:hAnsi="Times New Roman"/>
                <w:sz w:val="24"/>
              </w:rPr>
            </w:pPr>
            <w:bookmarkStart w:id="7" w:name="ΚΟΙΝΟΠΟΙΗΣΗ"/>
            <w:r w:rsidRPr="002921B3">
              <w:rPr>
                <w:rFonts w:ascii="Times New Roman" w:hAnsi="Times New Roman"/>
                <w:sz w:val="24"/>
              </w:rPr>
              <w:t>ΚΟΙΝ.:</w:t>
            </w:r>
            <w:bookmarkEnd w:id="7"/>
          </w:p>
        </w:tc>
        <w:tc>
          <w:tcPr>
            <w:tcW w:w="8031" w:type="dxa"/>
            <w:gridSpan w:val="6"/>
          </w:tcPr>
          <w:p w:rsidR="00864430" w:rsidRPr="002921B3" w:rsidRDefault="00864430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 w:rsidRPr="002921B3">
              <w:rPr>
                <w:rFonts w:ascii="Times New Roman" w:hAnsi="Times New Roman"/>
                <w:sz w:val="24"/>
              </w:rPr>
              <w:t>Υπουργείο Εξωτερικών</w:t>
            </w:r>
          </w:p>
          <w:p w:rsidR="00791BB9" w:rsidRPr="00141285" w:rsidRDefault="009E6581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 w:rsidRPr="002921B3"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Διπλ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>.</w:t>
            </w:r>
            <w:r w:rsidR="00791BB9">
              <w:rPr>
                <w:rFonts w:ascii="Times New Roman" w:hAnsi="Times New Roman"/>
                <w:sz w:val="24"/>
              </w:rPr>
              <w:t xml:space="preserve"> κ. Πρωθυπουργού</w:t>
            </w:r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1B1F00" w:rsidRDefault="00791BB9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Διπλ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>.</w:t>
            </w:r>
            <w:r w:rsidR="009E6581" w:rsidRPr="002921B3">
              <w:rPr>
                <w:rFonts w:ascii="Times New Roman" w:hAnsi="Times New Roman"/>
                <w:sz w:val="24"/>
              </w:rPr>
              <w:t xml:space="preserve"> </w:t>
            </w:r>
            <w:r w:rsidR="00577EB9" w:rsidRPr="002921B3">
              <w:rPr>
                <w:rFonts w:ascii="Times New Roman" w:hAnsi="Times New Roman"/>
                <w:sz w:val="24"/>
              </w:rPr>
              <w:t xml:space="preserve"> κ. Υπουργού</w:t>
            </w:r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7D78D1" w:rsidRPr="007D78D1" w:rsidRDefault="007D78D1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 w:rsidRPr="007D78D1"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0B7C97">
              <w:rPr>
                <w:rFonts w:ascii="Times New Roman" w:hAnsi="Times New Roman"/>
                <w:sz w:val="24"/>
              </w:rPr>
              <w:t>Διπλ</w:t>
            </w:r>
            <w:proofErr w:type="spellEnd"/>
            <w:r w:rsidR="000B7C97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κ. Αναπληρωτού Υπουργού</w:t>
            </w:r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577EB9" w:rsidRDefault="001B1F00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Διπλ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Υφυπουργού </w:t>
            </w:r>
            <w:r w:rsidR="00AC7AEA">
              <w:rPr>
                <w:rFonts w:ascii="Times New Roman" w:hAnsi="Times New Roman"/>
                <w:sz w:val="24"/>
              </w:rPr>
              <w:t xml:space="preserve">κ. </w:t>
            </w:r>
            <w:proofErr w:type="spellStart"/>
            <w:r w:rsidR="00AC7AEA">
              <w:rPr>
                <w:rFonts w:ascii="Times New Roman" w:hAnsi="Times New Roman"/>
                <w:sz w:val="24"/>
              </w:rPr>
              <w:t>Φραγκογιάννη</w:t>
            </w:r>
            <w:proofErr w:type="spellEnd"/>
            <w:r w:rsidR="005B5ECC">
              <w:rPr>
                <w:rFonts w:ascii="Times New Roman" w:hAnsi="Times New Roman"/>
                <w:sz w:val="24"/>
              </w:rPr>
              <w:t xml:space="preserve"> </w:t>
            </w:r>
          </w:p>
          <w:p w:rsidR="000B7C97" w:rsidRPr="002921B3" w:rsidRDefault="000B7C97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DA61B9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DA61B9">
              <w:rPr>
                <w:rFonts w:ascii="Times New Roman" w:hAnsi="Times New Roman"/>
                <w:sz w:val="24"/>
              </w:rPr>
              <w:t>.</w:t>
            </w:r>
            <w:r w:rsidRPr="000B7C97">
              <w:rPr>
                <w:rFonts w:ascii="Times New Roman" w:hAnsi="Times New Roman"/>
                <w:sz w:val="24"/>
              </w:rPr>
              <w:t xml:space="preserve"> κ. Γενικού Γραμματέα</w:t>
            </w:r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9B0E05" w:rsidRDefault="00DA61B9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Γραφ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  <w:r w:rsidR="009E6581" w:rsidRPr="002921B3">
              <w:rPr>
                <w:rFonts w:ascii="Times New Roman" w:hAnsi="Times New Roman"/>
                <w:sz w:val="24"/>
              </w:rPr>
              <w:t xml:space="preserve"> </w:t>
            </w:r>
            <w:r w:rsidR="00577EB9" w:rsidRPr="002921B3">
              <w:rPr>
                <w:rFonts w:ascii="Times New Roman" w:hAnsi="Times New Roman"/>
                <w:sz w:val="24"/>
              </w:rPr>
              <w:t xml:space="preserve"> κ. Γεν. Γραμματέα ΔΟΣ</w:t>
            </w:r>
            <w:r w:rsidR="00AC7AEA">
              <w:rPr>
                <w:rFonts w:ascii="Times New Roman" w:hAnsi="Times New Roman"/>
                <w:sz w:val="24"/>
              </w:rPr>
              <w:t xml:space="preserve"> &amp; Εξωστρέφειας</w:t>
            </w:r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634310" w:rsidRPr="00634310" w:rsidRDefault="00634310" w:rsidP="00864430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 w:rsidRPr="00634310"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 w:rsidR="00665822" w:rsidRPr="00665822">
              <w:rPr>
                <w:rFonts w:ascii="Times New Roman" w:hAnsi="Times New Roman"/>
                <w:sz w:val="24"/>
              </w:rPr>
              <w:t>Γραφ</w:t>
            </w:r>
            <w:proofErr w:type="spellEnd"/>
            <w:r w:rsidR="00665822" w:rsidRPr="00665822">
              <w:rPr>
                <w:rFonts w:ascii="Times New Roman" w:hAnsi="Times New Roman"/>
                <w:sz w:val="24"/>
              </w:rPr>
              <w:t>. κ. κ. Α΄ και Β΄ Γενικών Δ/ντών</w:t>
            </w:r>
            <w:bookmarkStart w:id="8" w:name="_GoBack"/>
            <w:bookmarkEnd w:id="8"/>
          </w:p>
          <w:p w:rsidR="008E525E" w:rsidRDefault="00F260F4" w:rsidP="00B1324B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  <w:r w:rsidRPr="002921B3">
              <w:rPr>
                <w:rFonts w:ascii="Times New Roman" w:hAnsi="Times New Roman"/>
                <w:sz w:val="24"/>
              </w:rPr>
              <w:t xml:space="preserve">- </w:t>
            </w:r>
            <w:r w:rsidR="00411765">
              <w:rPr>
                <w:rFonts w:ascii="Times New Roman" w:hAnsi="Times New Roman"/>
                <w:sz w:val="24"/>
                <w:lang w:val="en-US"/>
              </w:rPr>
              <w:t>A</w:t>
            </w:r>
            <w:r w:rsidR="00411765" w:rsidRPr="00411765">
              <w:rPr>
                <w:rFonts w:ascii="Times New Roman" w:hAnsi="Times New Roman"/>
                <w:sz w:val="24"/>
              </w:rPr>
              <w:t xml:space="preserve">11, </w:t>
            </w:r>
            <w:r w:rsidR="00411765">
              <w:rPr>
                <w:rFonts w:ascii="Times New Roman" w:hAnsi="Times New Roman"/>
                <w:sz w:val="24"/>
              </w:rPr>
              <w:t>Β</w:t>
            </w:r>
            <w:r w:rsidR="00411765" w:rsidRPr="00411765">
              <w:rPr>
                <w:rFonts w:ascii="Times New Roman" w:hAnsi="Times New Roman"/>
                <w:sz w:val="24"/>
              </w:rPr>
              <w:t>4</w:t>
            </w:r>
            <w:r w:rsidR="00560C0B">
              <w:rPr>
                <w:rFonts w:ascii="Times New Roman" w:hAnsi="Times New Roman"/>
                <w:sz w:val="24"/>
              </w:rPr>
              <w:t xml:space="preserve"> </w:t>
            </w:r>
            <w:r w:rsidR="00877BE1">
              <w:rPr>
                <w:rFonts w:ascii="Times New Roman" w:hAnsi="Times New Roman"/>
                <w:sz w:val="24"/>
              </w:rPr>
              <w:t>και B8</w:t>
            </w:r>
            <w:r w:rsidR="009E6581" w:rsidRPr="002921B3">
              <w:rPr>
                <w:rFonts w:ascii="Times New Roman" w:hAnsi="Times New Roman"/>
                <w:sz w:val="24"/>
              </w:rPr>
              <w:t xml:space="preserve"> </w:t>
            </w:r>
            <w:r w:rsidR="00B1324B" w:rsidRPr="002921B3">
              <w:rPr>
                <w:rFonts w:ascii="Times New Roman" w:hAnsi="Times New Roman"/>
                <w:sz w:val="24"/>
              </w:rPr>
              <w:t>Δ/</w:t>
            </w:r>
            <w:proofErr w:type="spellStart"/>
            <w:r w:rsidR="00B1324B" w:rsidRPr="002921B3">
              <w:rPr>
                <w:rFonts w:ascii="Times New Roman" w:hAnsi="Times New Roman"/>
                <w:sz w:val="24"/>
              </w:rPr>
              <w:t>νσεις</w:t>
            </w:r>
            <w:proofErr w:type="spellEnd"/>
            <w:r w:rsidR="006E6E9E">
              <w:rPr>
                <w:rFonts w:ascii="Times New Roman" w:hAnsi="Times New Roman"/>
                <w:sz w:val="24"/>
              </w:rPr>
              <w:t xml:space="preserve"> </w:t>
            </w:r>
          </w:p>
          <w:p w:rsidR="000D308F" w:rsidRPr="00DB1851" w:rsidRDefault="000D308F" w:rsidP="006E6E9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</w:tcPr>
          <w:p w:rsidR="00577EB9" w:rsidRPr="002921B3" w:rsidRDefault="00577EB9" w:rsidP="00316843">
            <w:pPr>
              <w:tabs>
                <w:tab w:val="center" w:pos="2230"/>
              </w:tabs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577EB9" w:rsidRPr="002921B3" w:rsidTr="00161059">
        <w:tblPrEx>
          <w:tblLook w:val="04A0" w:firstRow="1" w:lastRow="0" w:firstColumn="1" w:lastColumn="0" w:noHBand="0" w:noVBand="1"/>
        </w:tblPrEx>
        <w:tc>
          <w:tcPr>
            <w:tcW w:w="1134" w:type="dxa"/>
          </w:tcPr>
          <w:p w:rsidR="00577EB9" w:rsidRPr="002921B3" w:rsidRDefault="00577EB9" w:rsidP="006A77DD">
            <w:pPr>
              <w:ind w:left="-108" w:right="-108"/>
              <w:outlineLvl w:val="0"/>
              <w:rPr>
                <w:rFonts w:ascii="Times New Roman" w:hAnsi="Times New Roman"/>
                <w:sz w:val="24"/>
              </w:rPr>
            </w:pPr>
            <w:bookmarkStart w:id="9" w:name="Ε_Δ"/>
            <w:r w:rsidRPr="002921B3">
              <w:rPr>
                <w:rFonts w:ascii="Times New Roman" w:hAnsi="Times New Roman"/>
                <w:sz w:val="24"/>
              </w:rPr>
              <w:t>Ε.Δ.:</w:t>
            </w:r>
            <w:bookmarkEnd w:id="9"/>
          </w:p>
        </w:tc>
        <w:tc>
          <w:tcPr>
            <w:tcW w:w="5704" w:type="dxa"/>
            <w:gridSpan w:val="5"/>
          </w:tcPr>
          <w:p w:rsidR="00577EB9" w:rsidRPr="002921B3" w:rsidRDefault="00577EB9" w:rsidP="00560C0B">
            <w:pPr>
              <w:outlineLvl w:val="0"/>
              <w:rPr>
                <w:rFonts w:ascii="Times New Roman" w:hAnsi="Times New Roman"/>
                <w:sz w:val="24"/>
              </w:rPr>
            </w:pPr>
            <w:r w:rsidRPr="002921B3">
              <w:rPr>
                <w:rFonts w:ascii="Times New Roman" w:hAnsi="Times New Roman"/>
                <w:sz w:val="24"/>
              </w:rPr>
              <w:t>κ. Πρέσβη (</w:t>
            </w:r>
            <w:proofErr w:type="spellStart"/>
            <w:r w:rsidRPr="002921B3">
              <w:rPr>
                <w:rFonts w:ascii="Times New Roman" w:hAnsi="Times New Roman"/>
                <w:sz w:val="24"/>
              </w:rPr>
              <w:t>μ.η</w:t>
            </w:r>
            <w:proofErr w:type="spellEnd"/>
            <w:r w:rsidRPr="002921B3"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3035" w:type="dxa"/>
            <w:gridSpan w:val="2"/>
          </w:tcPr>
          <w:p w:rsidR="00577EB9" w:rsidRPr="002921B3" w:rsidRDefault="00577EB9" w:rsidP="00316843">
            <w:pPr>
              <w:outlineLvl w:val="0"/>
              <w:rPr>
                <w:rFonts w:ascii="Times New Roman" w:hAnsi="Times New Roman"/>
                <w:sz w:val="24"/>
              </w:rPr>
            </w:pPr>
          </w:p>
        </w:tc>
      </w:tr>
    </w:tbl>
    <w:p w:rsidR="008362D3" w:rsidRPr="002921B3" w:rsidRDefault="008362D3" w:rsidP="008362D3">
      <w:pPr>
        <w:rPr>
          <w:rFonts w:ascii="Times New Roman" w:hAnsi="Times New Roman"/>
          <w:sz w:val="24"/>
        </w:rPr>
      </w:pPr>
    </w:p>
    <w:p w:rsidR="00BA3DF5" w:rsidRDefault="00BA3DF5" w:rsidP="000D308F">
      <w:pPr>
        <w:rPr>
          <w:rFonts w:ascii="Times New Roman" w:hAnsi="Times New Roman"/>
          <w:sz w:val="24"/>
        </w:rPr>
      </w:pPr>
      <w:r w:rsidRPr="00BA3DF5">
        <w:rPr>
          <w:rFonts w:ascii="Times New Roman" w:hAnsi="Times New Roman"/>
          <w:b/>
          <w:sz w:val="24"/>
        </w:rPr>
        <w:t>ΘΕΜΑ:</w:t>
      </w:r>
      <w:r w:rsidRPr="00BA3DF5">
        <w:rPr>
          <w:rFonts w:ascii="Times New Roman" w:hAnsi="Times New Roman"/>
          <w:sz w:val="24"/>
        </w:rPr>
        <w:t xml:space="preserve"> </w:t>
      </w:r>
      <w:r w:rsidR="000D308F" w:rsidRPr="000D308F">
        <w:rPr>
          <w:rFonts w:ascii="Times New Roman" w:hAnsi="Times New Roman"/>
          <w:b/>
          <w:sz w:val="24"/>
        </w:rPr>
        <w:t>Ετήσια Έκθεση 2019</w:t>
      </w:r>
    </w:p>
    <w:p w:rsidR="00BA3DF5" w:rsidRDefault="00BA3DF5" w:rsidP="008362D3">
      <w:pPr>
        <w:rPr>
          <w:rFonts w:ascii="Times New Roman" w:hAnsi="Times New Roman"/>
          <w:sz w:val="24"/>
        </w:rPr>
      </w:pPr>
    </w:p>
    <w:p w:rsidR="00BA3DF5" w:rsidRDefault="000D308F" w:rsidP="00DC707F">
      <w:pPr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Α</w:t>
      </w:r>
      <w:r w:rsidR="00161059">
        <w:rPr>
          <w:rFonts w:ascii="Times New Roman" w:hAnsi="Times New Roman"/>
          <w:sz w:val="24"/>
        </w:rPr>
        <w:t xml:space="preserve">ποστέλλουμε, </w:t>
      </w:r>
      <w:proofErr w:type="spellStart"/>
      <w:r w:rsidR="00161059">
        <w:rPr>
          <w:rFonts w:ascii="Times New Roman" w:hAnsi="Times New Roman"/>
          <w:sz w:val="24"/>
        </w:rPr>
        <w:t>συνημμένως</w:t>
      </w:r>
      <w:proofErr w:type="spellEnd"/>
      <w:r w:rsidR="00BA3DF5">
        <w:rPr>
          <w:rFonts w:ascii="Times New Roman" w:hAnsi="Times New Roman"/>
          <w:sz w:val="24"/>
        </w:rPr>
        <w:t xml:space="preserve"> </w:t>
      </w:r>
      <w:r w:rsidR="00DB1851">
        <w:rPr>
          <w:rFonts w:ascii="Times New Roman" w:hAnsi="Times New Roman"/>
          <w:sz w:val="24"/>
        </w:rPr>
        <w:t>την ετήσια έ</w:t>
      </w:r>
      <w:r>
        <w:rPr>
          <w:rFonts w:ascii="Times New Roman" w:hAnsi="Times New Roman"/>
          <w:sz w:val="24"/>
        </w:rPr>
        <w:t xml:space="preserve">κθεση </w:t>
      </w:r>
      <w:r w:rsidR="00DB1851">
        <w:rPr>
          <w:rFonts w:ascii="Times New Roman" w:hAnsi="Times New Roman"/>
          <w:sz w:val="24"/>
        </w:rPr>
        <w:t xml:space="preserve">του γραφείου μας για </w:t>
      </w:r>
      <w:r>
        <w:rPr>
          <w:rFonts w:ascii="Times New Roman" w:hAnsi="Times New Roman"/>
          <w:sz w:val="24"/>
        </w:rPr>
        <w:t xml:space="preserve">την οικονομία της Ιαπωνίας και </w:t>
      </w:r>
      <w:r w:rsidR="00DB1851">
        <w:rPr>
          <w:rFonts w:ascii="Times New Roman" w:hAnsi="Times New Roman"/>
          <w:sz w:val="24"/>
        </w:rPr>
        <w:t xml:space="preserve">τις οικονομικές και εμπορικές σχέσεις </w:t>
      </w:r>
      <w:r>
        <w:rPr>
          <w:rFonts w:ascii="Times New Roman" w:hAnsi="Times New Roman"/>
          <w:sz w:val="24"/>
        </w:rPr>
        <w:t>Ελλάδας – Ιαπωνίας</w:t>
      </w:r>
      <w:r w:rsidR="00DB1851">
        <w:rPr>
          <w:rFonts w:ascii="Times New Roman" w:hAnsi="Times New Roman"/>
          <w:sz w:val="24"/>
        </w:rPr>
        <w:t>, με στατιστικά στοιχεία του 2019</w:t>
      </w:r>
      <w:r>
        <w:rPr>
          <w:rFonts w:ascii="Times New Roman" w:hAnsi="Times New Roman"/>
          <w:sz w:val="24"/>
        </w:rPr>
        <w:t>.</w:t>
      </w:r>
    </w:p>
    <w:p w:rsidR="00DC707F" w:rsidRPr="00DC707F" w:rsidRDefault="00DE37C5" w:rsidP="00DC707F">
      <w:pPr>
        <w:spacing w:after="120"/>
        <w:ind w:firstLine="7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Η </w:t>
      </w:r>
      <w:r>
        <w:rPr>
          <w:rFonts w:ascii="Times New Roman" w:eastAsia="MS Mincho" w:hAnsi="Times New Roman"/>
          <w:szCs w:val="22"/>
          <w:lang w:eastAsia="ja-JP"/>
        </w:rPr>
        <w:t>Έκθεση</w:t>
      </w:r>
      <w:r>
        <w:rPr>
          <w:rFonts w:ascii="Times New Roman" w:hAnsi="Times New Roman"/>
          <w:szCs w:val="22"/>
        </w:rPr>
        <w:t xml:space="preserve"> </w:t>
      </w:r>
      <w:r w:rsidR="00DC707F">
        <w:rPr>
          <w:rFonts w:ascii="Times New Roman" w:hAnsi="Times New Roman"/>
          <w:szCs w:val="22"/>
        </w:rPr>
        <w:t xml:space="preserve">αναρτήθηκε και στη διαδικτυακή πύλη ΑΓΟΡΑ, </w:t>
      </w:r>
      <w:r w:rsidR="00DC707F">
        <w:rPr>
          <w:rFonts w:ascii="Times New Roman" w:hAnsi="Times New Roman"/>
          <w:szCs w:val="22"/>
          <w:lang w:val="en-US"/>
        </w:rPr>
        <w:t> </w:t>
      </w:r>
      <w:hyperlink r:id="rId10" w:history="1"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https</w:t>
        </w:r>
        <w:r w:rsidR="00DC707F" w:rsidRPr="00DC707F">
          <w:rPr>
            <w:rStyle w:val="Hyperlink"/>
            <w:rFonts w:ascii="Times New Roman" w:hAnsi="Times New Roman"/>
            <w:szCs w:val="22"/>
          </w:rPr>
          <w:t>://</w:t>
        </w:r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agora</w:t>
        </w:r>
        <w:r w:rsidR="00DC707F" w:rsidRPr="00DC707F">
          <w:rPr>
            <w:rStyle w:val="Hyperlink"/>
            <w:rFonts w:ascii="Times New Roman" w:hAnsi="Times New Roman"/>
            <w:szCs w:val="22"/>
          </w:rPr>
          <w:t>.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mfa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.</w:t>
        </w:r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gr</w:t>
        </w:r>
        <w:r w:rsidR="00DC707F" w:rsidRPr="00DC707F">
          <w:rPr>
            <w:rStyle w:val="Hyperlink"/>
            <w:rFonts w:ascii="Times New Roman" w:hAnsi="Times New Roman"/>
            <w:szCs w:val="22"/>
          </w:rPr>
          <w:t>/</w:t>
        </w:r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ta</w:t>
        </w:r>
        <w:r w:rsidR="00DC707F" w:rsidRPr="00DC707F">
          <w:rPr>
            <w:rStyle w:val="Hyperlink"/>
            <w:rFonts w:ascii="Times New Roman" w:hAnsi="Times New Roman"/>
            <w:szCs w:val="22"/>
          </w:rPr>
          <w:t>-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grafeia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-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oikonomikon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-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emporikon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-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upotheseon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/</w:t>
        </w:r>
        <w:proofErr w:type="spellStart"/>
        <w:r w:rsidR="00DC707F" w:rsidRPr="00E420F0">
          <w:rPr>
            <w:rStyle w:val="Hyperlink"/>
            <w:rFonts w:ascii="Times New Roman" w:hAnsi="Times New Roman"/>
            <w:szCs w:val="22"/>
            <w:lang w:val="en-US"/>
          </w:rPr>
          <w:t>infofile</w:t>
        </w:r>
        <w:proofErr w:type="spellEnd"/>
        <w:r w:rsidR="00DC707F" w:rsidRPr="00DC707F">
          <w:rPr>
            <w:rStyle w:val="Hyperlink"/>
            <w:rFonts w:ascii="Times New Roman" w:hAnsi="Times New Roman"/>
            <w:szCs w:val="22"/>
          </w:rPr>
          <w:t>/72512</w:t>
        </w:r>
      </w:hyperlink>
      <w:r w:rsidR="00DC707F" w:rsidRPr="00DC707F">
        <w:rPr>
          <w:rFonts w:ascii="Times New Roman" w:hAnsi="Times New Roman"/>
          <w:szCs w:val="22"/>
        </w:rPr>
        <w:t xml:space="preserve"> . </w:t>
      </w:r>
    </w:p>
    <w:p w:rsidR="00DC707F" w:rsidRPr="00DC707F" w:rsidRDefault="00DC707F" w:rsidP="000D308F">
      <w:pPr>
        <w:jc w:val="both"/>
        <w:rPr>
          <w:rFonts w:ascii="Times New Roman" w:hAnsi="Times New Roman"/>
          <w:sz w:val="24"/>
        </w:rPr>
      </w:pPr>
    </w:p>
    <w:p w:rsidR="006D238B" w:rsidRPr="00DC707F" w:rsidRDefault="006D238B" w:rsidP="005628AF">
      <w:pPr>
        <w:rPr>
          <w:rFonts w:ascii="Times New Roman" w:hAnsi="Times New Roman"/>
          <w:sz w:val="24"/>
        </w:rPr>
      </w:pPr>
      <w:bookmarkStart w:id="10" w:name="ΥΠΟΓΡΑΦΗ"/>
    </w:p>
    <w:p w:rsidR="006D238B" w:rsidRPr="00DC707F" w:rsidRDefault="006D238B" w:rsidP="005628AF">
      <w:pPr>
        <w:rPr>
          <w:rFonts w:ascii="Times New Roman" w:hAnsi="Times New Roman"/>
          <w:sz w:val="24"/>
        </w:rPr>
      </w:pPr>
    </w:p>
    <w:p w:rsidR="00F427A7" w:rsidRPr="002921B3" w:rsidRDefault="00F427A7" w:rsidP="00161059">
      <w:pPr>
        <w:ind w:left="2880"/>
        <w:jc w:val="center"/>
        <w:rPr>
          <w:rFonts w:ascii="Times New Roman" w:hAnsi="Times New Roman"/>
          <w:sz w:val="24"/>
        </w:rPr>
      </w:pPr>
      <w:r w:rsidRPr="00E77BCB">
        <w:rPr>
          <w:rFonts w:ascii="Times New Roman" w:hAnsi="Times New Roman"/>
          <w:sz w:val="24"/>
        </w:rPr>
        <w:t>Ο Προϊστάμενος</w:t>
      </w:r>
    </w:p>
    <w:p w:rsidR="00F2089A" w:rsidRPr="00B3162E" w:rsidRDefault="004F76DC" w:rsidP="00161059">
      <w:pPr>
        <w:ind w:left="2880"/>
        <w:jc w:val="center"/>
        <w:rPr>
          <w:rFonts w:ascii="Times New Roman" w:hAnsi="Times New Roman"/>
          <w:sz w:val="24"/>
        </w:rPr>
      </w:pPr>
      <w:r w:rsidRPr="00E77BCB">
        <w:rPr>
          <w:rFonts w:ascii="Times New Roman" w:hAnsi="Times New Roman"/>
          <w:noProof/>
          <w:sz w:val="24"/>
          <w:lang w:eastAsia="ja-JP"/>
        </w:rPr>
        <w:drawing>
          <wp:inline distT="0" distB="0" distL="0" distR="0" wp14:anchorId="0AA0E1AF" wp14:editId="58FE9EA9">
            <wp:extent cx="835025" cy="612140"/>
            <wp:effectExtent l="19050" t="0" r="3175" b="0"/>
            <wp:docPr id="2" name="Picture 1" descr="C:\Users\OEY9\Desktop\KARAPETSAS\ΠΡΟΤΥΠΑ ΕΓΓΡΑΦΑ\Signature\Document Signatures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EY9\Desktop\KARAPETSAS\ΠΡΟΤΥΠΑ ΕΓΓΡΑΦΑ\Signature\Document Signatures\Signatu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7A7" w:rsidRPr="00E77BCB" w:rsidRDefault="00F427A7" w:rsidP="00161059">
      <w:pPr>
        <w:ind w:left="2880"/>
        <w:jc w:val="center"/>
        <w:rPr>
          <w:rFonts w:ascii="Times New Roman" w:hAnsi="Times New Roman"/>
          <w:sz w:val="24"/>
        </w:rPr>
      </w:pPr>
      <w:r w:rsidRPr="00E77BCB">
        <w:rPr>
          <w:rFonts w:ascii="Times New Roman" w:hAnsi="Times New Roman"/>
          <w:sz w:val="24"/>
        </w:rPr>
        <w:t>Αθανάσιος Καραπέτσας</w:t>
      </w:r>
    </w:p>
    <w:p w:rsidR="00F7474F" w:rsidRDefault="00F427A7" w:rsidP="00161059">
      <w:pPr>
        <w:ind w:left="2880"/>
        <w:jc w:val="center"/>
        <w:rPr>
          <w:rFonts w:ascii="Times New Roman" w:hAnsi="Times New Roman"/>
          <w:sz w:val="24"/>
        </w:rPr>
      </w:pPr>
      <w:r w:rsidRPr="00E77BCB">
        <w:rPr>
          <w:rFonts w:ascii="Times New Roman" w:hAnsi="Times New Roman"/>
          <w:sz w:val="24"/>
        </w:rPr>
        <w:t xml:space="preserve">Γενικός Σύμβουλος ΟΕΥ </w:t>
      </w:r>
      <w:r w:rsidRPr="00E77BCB">
        <w:rPr>
          <w:rFonts w:ascii="Times New Roman" w:hAnsi="Times New Roman"/>
          <w:sz w:val="24"/>
          <w:lang w:val="en-US"/>
        </w:rPr>
        <w:t>A</w:t>
      </w:r>
      <w:r w:rsidRPr="00E77BCB">
        <w:rPr>
          <w:rFonts w:ascii="Times New Roman" w:hAnsi="Times New Roman"/>
          <w:sz w:val="24"/>
        </w:rPr>
        <w:t>΄</w:t>
      </w:r>
      <w:bookmarkEnd w:id="10"/>
    </w:p>
    <w:p w:rsidR="00C202AD" w:rsidRDefault="00C202AD" w:rsidP="00161059">
      <w:pPr>
        <w:jc w:val="center"/>
        <w:rPr>
          <w:rFonts w:ascii="Times New Roman" w:hAnsi="Times New Roman"/>
          <w:sz w:val="24"/>
        </w:rPr>
      </w:pPr>
    </w:p>
    <w:p w:rsidR="00E77BCB" w:rsidRPr="006D238B" w:rsidRDefault="00E77BCB" w:rsidP="008E525E">
      <w:pPr>
        <w:rPr>
          <w:rFonts w:ascii="Times New Roman" w:hAnsi="Times New Roman"/>
          <w:sz w:val="24"/>
        </w:rPr>
      </w:pPr>
    </w:p>
    <w:sectPr w:rsidR="00E77BCB" w:rsidRPr="006D238B" w:rsidSect="00CD27AA">
      <w:headerReference w:type="default" r:id="rId12"/>
      <w:footerReference w:type="default" r:id="rId13"/>
      <w:footerReference w:type="first" r:id="rId14"/>
      <w:pgSz w:w="11906" w:h="16838" w:code="9"/>
      <w:pgMar w:top="1135" w:right="113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1CD" w:rsidRDefault="000F41CD" w:rsidP="00577EB9">
      <w:r>
        <w:separator/>
      </w:r>
    </w:p>
    <w:p w:rsidR="000F41CD" w:rsidRDefault="000F41CD"/>
  </w:endnote>
  <w:endnote w:type="continuationSeparator" w:id="0">
    <w:p w:rsidR="000F41CD" w:rsidRDefault="000F41CD" w:rsidP="00577EB9">
      <w:r>
        <w:continuationSeparator/>
      </w:r>
    </w:p>
    <w:p w:rsidR="000F41CD" w:rsidRDefault="000F4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6C5" w:rsidRDefault="003446C5" w:rsidP="00316843">
    <w:pPr>
      <w:pStyle w:val="Footer"/>
      <w:pBdr>
        <w:bottom w:val="single" w:sz="12" w:space="1" w:color="auto"/>
      </w:pBdr>
      <w:jc w:val="center"/>
      <w:rPr>
        <w:rFonts w:ascii="Arial" w:hAnsi="Arial" w:cs="Arial"/>
        <w:b/>
        <w:lang w:val="en-US"/>
      </w:rPr>
    </w:pPr>
  </w:p>
  <w:p w:rsidR="003446C5" w:rsidRPr="00CD27AA" w:rsidRDefault="00CD27AA" w:rsidP="00CD27AA">
    <w:pPr>
      <w:pStyle w:val="Footer"/>
      <w:tabs>
        <w:tab w:val="left" w:pos="8377"/>
        <w:tab w:val="right" w:pos="9638"/>
      </w:tabs>
      <w:rPr>
        <w:rFonts w:cs="Arial"/>
        <w:b/>
        <w:sz w:val="14"/>
        <w:szCs w:val="18"/>
        <w:lang w:val="en-US"/>
      </w:rPr>
    </w:pPr>
    <w:r w:rsidRPr="00CD27AA">
      <w:rPr>
        <w:rFonts w:cs="Arial"/>
        <w:sz w:val="14"/>
        <w:szCs w:val="18"/>
      </w:rPr>
      <w:tab/>
    </w:r>
    <w:r w:rsidRPr="00CD27AA">
      <w:rPr>
        <w:rFonts w:cs="Arial"/>
        <w:sz w:val="14"/>
        <w:szCs w:val="18"/>
      </w:rPr>
      <w:tab/>
    </w:r>
    <w:r w:rsidRPr="00CD27AA">
      <w:rPr>
        <w:rFonts w:cs="Arial"/>
        <w:sz w:val="14"/>
        <w:szCs w:val="18"/>
      </w:rPr>
      <w:tab/>
    </w:r>
    <w:r w:rsidR="003446C5" w:rsidRPr="00CD27AA">
      <w:rPr>
        <w:rFonts w:cs="Arial"/>
        <w:sz w:val="14"/>
        <w:szCs w:val="18"/>
      </w:rPr>
      <w:t xml:space="preserve">Σελίδα </w:t>
    </w:r>
    <w:r w:rsidR="00C1082D" w:rsidRPr="00CD27AA">
      <w:rPr>
        <w:rFonts w:cs="Arial"/>
        <w:b/>
        <w:sz w:val="14"/>
        <w:szCs w:val="18"/>
      </w:rPr>
      <w:fldChar w:fldCharType="begin"/>
    </w:r>
    <w:r w:rsidR="003446C5" w:rsidRPr="00CD27AA">
      <w:rPr>
        <w:rFonts w:cs="Arial"/>
        <w:b/>
        <w:sz w:val="14"/>
        <w:szCs w:val="18"/>
      </w:rPr>
      <w:instrText xml:space="preserve"> PAGE </w:instrText>
    </w:r>
    <w:r w:rsidR="00C1082D" w:rsidRPr="00CD27AA">
      <w:rPr>
        <w:rFonts w:cs="Arial"/>
        <w:b/>
        <w:sz w:val="14"/>
        <w:szCs w:val="18"/>
      </w:rPr>
      <w:fldChar w:fldCharType="separate"/>
    </w:r>
    <w:r w:rsidR="00DC707F">
      <w:rPr>
        <w:rFonts w:cs="Arial"/>
        <w:b/>
        <w:noProof/>
        <w:sz w:val="14"/>
        <w:szCs w:val="18"/>
      </w:rPr>
      <w:t>2</w:t>
    </w:r>
    <w:r w:rsidR="00C1082D" w:rsidRPr="00CD27AA">
      <w:rPr>
        <w:rFonts w:cs="Arial"/>
        <w:b/>
        <w:sz w:val="14"/>
        <w:szCs w:val="18"/>
      </w:rPr>
      <w:fldChar w:fldCharType="end"/>
    </w:r>
    <w:r w:rsidR="003446C5" w:rsidRPr="00CD27AA">
      <w:rPr>
        <w:rFonts w:cs="Arial"/>
        <w:sz w:val="14"/>
        <w:szCs w:val="18"/>
      </w:rPr>
      <w:t xml:space="preserve"> από </w:t>
    </w:r>
    <w:r w:rsidR="00C1082D" w:rsidRPr="00CD27AA">
      <w:rPr>
        <w:rFonts w:cs="Arial"/>
        <w:b/>
        <w:sz w:val="14"/>
        <w:szCs w:val="18"/>
      </w:rPr>
      <w:fldChar w:fldCharType="begin"/>
    </w:r>
    <w:r w:rsidR="003446C5" w:rsidRPr="00CD27AA">
      <w:rPr>
        <w:rFonts w:cs="Arial"/>
        <w:b/>
        <w:sz w:val="14"/>
        <w:szCs w:val="18"/>
      </w:rPr>
      <w:instrText xml:space="preserve"> NUMPAGES  </w:instrText>
    </w:r>
    <w:r w:rsidR="00C1082D" w:rsidRPr="00CD27AA">
      <w:rPr>
        <w:rFonts w:cs="Arial"/>
        <w:b/>
        <w:sz w:val="14"/>
        <w:szCs w:val="18"/>
      </w:rPr>
      <w:fldChar w:fldCharType="separate"/>
    </w:r>
    <w:r w:rsidR="00DC707F">
      <w:rPr>
        <w:rFonts w:cs="Arial"/>
        <w:b/>
        <w:noProof/>
        <w:sz w:val="14"/>
        <w:szCs w:val="18"/>
      </w:rPr>
      <w:t>2</w:t>
    </w:r>
    <w:r w:rsidR="00C1082D" w:rsidRPr="00CD27AA">
      <w:rPr>
        <w:rFonts w:cs="Arial"/>
        <w:b/>
        <w:sz w:val="14"/>
        <w:szCs w:val="18"/>
      </w:rPr>
      <w:fldChar w:fldCharType="end"/>
    </w:r>
  </w:p>
  <w:p w:rsidR="003446C5" w:rsidRPr="00CA42B1" w:rsidRDefault="003446C5" w:rsidP="00316843">
    <w:pPr>
      <w:pStyle w:val="Footer"/>
      <w:jc w:val="center"/>
      <w:rPr>
        <w:rFonts w:ascii="Arial" w:hAnsi="Arial" w:cs="Arial"/>
        <w:sz w:val="18"/>
        <w:szCs w:val="18"/>
        <w:lang w:val="en-US"/>
      </w:rPr>
    </w:pPr>
    <w:bookmarkStart w:id="11" w:name="Α_Π_ΦΑΚΕΛΟΥ_3"/>
    <w:bookmarkEnd w:id="11"/>
  </w:p>
  <w:p w:rsidR="003446C5" w:rsidRPr="00CA42B1" w:rsidRDefault="003446C5" w:rsidP="00316843">
    <w:pPr>
      <w:pStyle w:val="Footer"/>
      <w:jc w:val="center"/>
      <w:rPr>
        <w:rFonts w:ascii="Arial" w:hAnsi="Arial" w:cs="Arial"/>
        <w:b/>
      </w:rPr>
    </w:pPr>
  </w:p>
  <w:p w:rsidR="003446C5" w:rsidRDefault="003446C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6C5" w:rsidRPr="00EA1B69" w:rsidRDefault="003446C5" w:rsidP="002363D3">
    <w:pPr>
      <w:pStyle w:val="Footer"/>
      <w:pBdr>
        <w:bottom w:val="single" w:sz="12" w:space="1" w:color="auto"/>
      </w:pBdr>
      <w:jc w:val="right"/>
      <w:rPr>
        <w:rFonts w:cs="Arial"/>
        <w:sz w:val="14"/>
        <w:szCs w:val="14"/>
        <w:lang w:val="en-US"/>
      </w:rPr>
    </w:pPr>
  </w:p>
  <w:p w:rsidR="003446C5" w:rsidRPr="00EA1B69" w:rsidRDefault="003446C5" w:rsidP="002363D3">
    <w:pPr>
      <w:pStyle w:val="Footer"/>
      <w:jc w:val="right"/>
      <w:rPr>
        <w:rFonts w:cs="Arial"/>
        <w:b/>
        <w:sz w:val="14"/>
        <w:szCs w:val="14"/>
        <w:lang w:val="en-US"/>
      </w:rPr>
    </w:pPr>
    <w:r w:rsidRPr="00EA1B69">
      <w:rPr>
        <w:rFonts w:cs="Arial"/>
        <w:sz w:val="14"/>
        <w:szCs w:val="14"/>
      </w:rPr>
      <w:t xml:space="preserve">Σελίδα </w:t>
    </w:r>
    <w:r w:rsidR="00C1082D" w:rsidRPr="00EA1B69">
      <w:rPr>
        <w:rFonts w:cs="Arial"/>
        <w:b/>
        <w:sz w:val="14"/>
        <w:szCs w:val="14"/>
      </w:rPr>
      <w:fldChar w:fldCharType="begin"/>
    </w:r>
    <w:r w:rsidRPr="00EA1B69">
      <w:rPr>
        <w:rFonts w:cs="Arial"/>
        <w:b/>
        <w:sz w:val="14"/>
        <w:szCs w:val="14"/>
      </w:rPr>
      <w:instrText xml:space="preserve"> PAGE </w:instrText>
    </w:r>
    <w:r w:rsidR="00C1082D" w:rsidRPr="00EA1B69">
      <w:rPr>
        <w:rFonts w:cs="Arial"/>
        <w:b/>
        <w:sz w:val="14"/>
        <w:szCs w:val="14"/>
      </w:rPr>
      <w:fldChar w:fldCharType="separate"/>
    </w:r>
    <w:r w:rsidR="00665822">
      <w:rPr>
        <w:rFonts w:cs="Arial"/>
        <w:b/>
        <w:noProof/>
        <w:sz w:val="14"/>
        <w:szCs w:val="14"/>
      </w:rPr>
      <w:t>1</w:t>
    </w:r>
    <w:r w:rsidR="00C1082D" w:rsidRPr="00EA1B69">
      <w:rPr>
        <w:rFonts w:cs="Arial"/>
        <w:b/>
        <w:sz w:val="14"/>
        <w:szCs w:val="14"/>
      </w:rPr>
      <w:fldChar w:fldCharType="end"/>
    </w:r>
    <w:r w:rsidRPr="00EA1B69">
      <w:rPr>
        <w:rFonts w:cs="Arial"/>
        <w:sz w:val="14"/>
        <w:szCs w:val="14"/>
      </w:rPr>
      <w:t xml:space="preserve"> από </w:t>
    </w:r>
    <w:r w:rsidR="00C1082D" w:rsidRPr="00EA1B69">
      <w:rPr>
        <w:rFonts w:cs="Arial"/>
        <w:b/>
        <w:sz w:val="14"/>
        <w:szCs w:val="14"/>
      </w:rPr>
      <w:fldChar w:fldCharType="begin"/>
    </w:r>
    <w:r w:rsidRPr="00EA1B69">
      <w:rPr>
        <w:rFonts w:cs="Arial"/>
        <w:b/>
        <w:sz w:val="14"/>
        <w:szCs w:val="14"/>
      </w:rPr>
      <w:instrText xml:space="preserve"> NUMPAGES  </w:instrText>
    </w:r>
    <w:r w:rsidR="00C1082D" w:rsidRPr="00EA1B69">
      <w:rPr>
        <w:rFonts w:cs="Arial"/>
        <w:b/>
        <w:sz w:val="14"/>
        <w:szCs w:val="14"/>
      </w:rPr>
      <w:fldChar w:fldCharType="separate"/>
    </w:r>
    <w:r w:rsidR="00665822">
      <w:rPr>
        <w:rFonts w:cs="Arial"/>
        <w:b/>
        <w:noProof/>
        <w:sz w:val="14"/>
        <w:szCs w:val="14"/>
      </w:rPr>
      <w:t>1</w:t>
    </w:r>
    <w:r w:rsidR="00C1082D" w:rsidRPr="00EA1B69">
      <w:rPr>
        <w:rFonts w:cs="Arial"/>
        <w:b/>
        <w:sz w:val="14"/>
        <w:szCs w:val="14"/>
      </w:rPr>
      <w:fldChar w:fldCharType="end"/>
    </w:r>
  </w:p>
  <w:p w:rsidR="003446C5" w:rsidRPr="00EA1B69" w:rsidRDefault="003446C5" w:rsidP="002363D3">
    <w:pPr>
      <w:pStyle w:val="Footer"/>
      <w:jc w:val="right"/>
      <w:rPr>
        <w:rFonts w:cs="Arial"/>
        <w:b/>
        <w:sz w:val="14"/>
        <w:szCs w:val="14"/>
        <w:lang w:val="en-US"/>
      </w:rPr>
    </w:pPr>
  </w:p>
  <w:p w:rsidR="003446C5" w:rsidRPr="00B1324B" w:rsidRDefault="003446C5" w:rsidP="00B1324B">
    <w:pPr>
      <w:pStyle w:val="Footer"/>
      <w:jc w:val="center"/>
      <w:rPr>
        <w:rFonts w:ascii="Arial" w:hAnsi="Arial" w:cs="Arial"/>
        <w:b/>
      </w:rPr>
    </w:pPr>
  </w:p>
  <w:p w:rsidR="003446C5" w:rsidRDefault="003446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1CD" w:rsidRDefault="000F41CD" w:rsidP="00577EB9">
      <w:r>
        <w:separator/>
      </w:r>
    </w:p>
    <w:p w:rsidR="000F41CD" w:rsidRDefault="000F41CD"/>
  </w:footnote>
  <w:footnote w:type="continuationSeparator" w:id="0">
    <w:p w:rsidR="000F41CD" w:rsidRDefault="000F41CD" w:rsidP="00577EB9">
      <w:r>
        <w:continuationSeparator/>
      </w:r>
    </w:p>
    <w:p w:rsidR="000F41CD" w:rsidRDefault="000F41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6C5" w:rsidRPr="0069089E" w:rsidRDefault="003446C5" w:rsidP="0069089E">
    <w:pPr>
      <w:pStyle w:val="Header"/>
      <w:rPr>
        <w:rFonts w:ascii="Arial" w:hAnsi="Arial" w:cs="Arial"/>
        <w:b/>
        <w:lang w:val="en-US"/>
      </w:rPr>
    </w:pPr>
  </w:p>
  <w:p w:rsidR="003446C5" w:rsidRDefault="003446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2BF8"/>
    <w:multiLevelType w:val="hybridMultilevel"/>
    <w:tmpl w:val="42506B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16A"/>
    <w:multiLevelType w:val="hybridMultilevel"/>
    <w:tmpl w:val="087CFB26"/>
    <w:lvl w:ilvl="0" w:tplc="9E4E8AB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54706"/>
    <w:multiLevelType w:val="hybridMultilevel"/>
    <w:tmpl w:val="4CF83C56"/>
    <w:lvl w:ilvl="0" w:tplc="7C869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34AE7"/>
    <w:multiLevelType w:val="hybridMultilevel"/>
    <w:tmpl w:val="1E224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2C9E"/>
    <w:multiLevelType w:val="hybridMultilevel"/>
    <w:tmpl w:val="A6EAC7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B475E"/>
    <w:multiLevelType w:val="hybridMultilevel"/>
    <w:tmpl w:val="74520218"/>
    <w:lvl w:ilvl="0" w:tplc="8CC04CB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56FAE"/>
    <w:multiLevelType w:val="hybridMultilevel"/>
    <w:tmpl w:val="1B9C80DA"/>
    <w:lvl w:ilvl="0" w:tplc="A3FA3DAA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71044"/>
    <w:multiLevelType w:val="hybridMultilevel"/>
    <w:tmpl w:val="C6EE1624"/>
    <w:lvl w:ilvl="0" w:tplc="05FCF8E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0001B"/>
    <w:multiLevelType w:val="hybridMultilevel"/>
    <w:tmpl w:val="7DCC8C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62BD6"/>
    <w:multiLevelType w:val="hybridMultilevel"/>
    <w:tmpl w:val="45B0E5CA"/>
    <w:lvl w:ilvl="0" w:tplc="5E3E0C5A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37848"/>
    <w:multiLevelType w:val="hybridMultilevel"/>
    <w:tmpl w:val="5EC4D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B423A"/>
    <w:multiLevelType w:val="hybridMultilevel"/>
    <w:tmpl w:val="1FEE3BDA"/>
    <w:lvl w:ilvl="0" w:tplc="A3C080A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62498"/>
    <w:multiLevelType w:val="hybridMultilevel"/>
    <w:tmpl w:val="15CCA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558AE"/>
    <w:multiLevelType w:val="hybridMultilevel"/>
    <w:tmpl w:val="9D44A59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6A5467D4"/>
    <w:multiLevelType w:val="hybridMultilevel"/>
    <w:tmpl w:val="DE3EA5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003CE"/>
    <w:multiLevelType w:val="hybridMultilevel"/>
    <w:tmpl w:val="758AC9A8"/>
    <w:lvl w:ilvl="0" w:tplc="32A2CA6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837BC"/>
    <w:multiLevelType w:val="hybridMultilevel"/>
    <w:tmpl w:val="AFC6B636"/>
    <w:lvl w:ilvl="0" w:tplc="D4346030">
      <w:start w:val="11"/>
      <w:numFmt w:val="bullet"/>
      <w:lvlText w:val="-"/>
      <w:lvlJc w:val="left"/>
      <w:pPr>
        <w:ind w:left="536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7E932AAD"/>
    <w:multiLevelType w:val="hybridMultilevel"/>
    <w:tmpl w:val="2A905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5"/>
  </w:num>
  <w:num w:numId="5">
    <w:abstractNumId w:val="8"/>
  </w:num>
  <w:num w:numId="6">
    <w:abstractNumId w:val="14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  <w:num w:numId="12">
    <w:abstractNumId w:val="16"/>
  </w:num>
  <w:num w:numId="13">
    <w:abstractNumId w:val="13"/>
  </w:num>
  <w:num w:numId="14">
    <w:abstractNumId w:val="12"/>
  </w:num>
  <w:num w:numId="15">
    <w:abstractNumId w:val="17"/>
  </w:num>
  <w:num w:numId="16">
    <w:abstractNumId w:val="10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5F"/>
    <w:rsid w:val="00005224"/>
    <w:rsid w:val="00032903"/>
    <w:rsid w:val="0004027E"/>
    <w:rsid w:val="00044132"/>
    <w:rsid w:val="00044EE9"/>
    <w:rsid w:val="00054C84"/>
    <w:rsid w:val="00070838"/>
    <w:rsid w:val="00084CB8"/>
    <w:rsid w:val="0009771F"/>
    <w:rsid w:val="000B3E2B"/>
    <w:rsid w:val="000B7C97"/>
    <w:rsid w:val="000C15B8"/>
    <w:rsid w:val="000D308F"/>
    <w:rsid w:val="000E0730"/>
    <w:rsid w:val="000F41CD"/>
    <w:rsid w:val="00103771"/>
    <w:rsid w:val="0012354D"/>
    <w:rsid w:val="00127ECE"/>
    <w:rsid w:val="001358AE"/>
    <w:rsid w:val="00137B6B"/>
    <w:rsid w:val="001407AD"/>
    <w:rsid w:val="00141285"/>
    <w:rsid w:val="00147499"/>
    <w:rsid w:val="00155B0E"/>
    <w:rsid w:val="00161059"/>
    <w:rsid w:val="00171F3B"/>
    <w:rsid w:val="001767FD"/>
    <w:rsid w:val="0018274F"/>
    <w:rsid w:val="001A1A3F"/>
    <w:rsid w:val="001B1F00"/>
    <w:rsid w:val="001B4E96"/>
    <w:rsid w:val="001B6ACE"/>
    <w:rsid w:val="001C1E70"/>
    <w:rsid w:val="001C7B5F"/>
    <w:rsid w:val="00215608"/>
    <w:rsid w:val="00216217"/>
    <w:rsid w:val="00234E49"/>
    <w:rsid w:val="002363D3"/>
    <w:rsid w:val="00250901"/>
    <w:rsid w:val="0026390E"/>
    <w:rsid w:val="002833C0"/>
    <w:rsid w:val="002921B3"/>
    <w:rsid w:val="00292CDC"/>
    <w:rsid w:val="00296ADF"/>
    <w:rsid w:val="002C775D"/>
    <w:rsid w:val="002C78DD"/>
    <w:rsid w:val="002F2248"/>
    <w:rsid w:val="00311CC0"/>
    <w:rsid w:val="00316843"/>
    <w:rsid w:val="003446C5"/>
    <w:rsid w:val="003718A4"/>
    <w:rsid w:val="0038073A"/>
    <w:rsid w:val="003A5B55"/>
    <w:rsid w:val="003C3F2C"/>
    <w:rsid w:val="003D02D2"/>
    <w:rsid w:val="003D1607"/>
    <w:rsid w:val="003F2A04"/>
    <w:rsid w:val="003F7BBB"/>
    <w:rsid w:val="00411765"/>
    <w:rsid w:val="00415F22"/>
    <w:rsid w:val="00420C2E"/>
    <w:rsid w:val="004322E0"/>
    <w:rsid w:val="00432E4D"/>
    <w:rsid w:val="00446E9F"/>
    <w:rsid w:val="004602D9"/>
    <w:rsid w:val="0046233E"/>
    <w:rsid w:val="00465345"/>
    <w:rsid w:val="00472062"/>
    <w:rsid w:val="004909E7"/>
    <w:rsid w:val="00496E71"/>
    <w:rsid w:val="00497145"/>
    <w:rsid w:val="004A2D55"/>
    <w:rsid w:val="004A3C26"/>
    <w:rsid w:val="004C455F"/>
    <w:rsid w:val="004D2B7F"/>
    <w:rsid w:val="004D7D3C"/>
    <w:rsid w:val="004E7172"/>
    <w:rsid w:val="004F76DC"/>
    <w:rsid w:val="00537216"/>
    <w:rsid w:val="00543586"/>
    <w:rsid w:val="00547186"/>
    <w:rsid w:val="00553AD1"/>
    <w:rsid w:val="00560C0B"/>
    <w:rsid w:val="005628AF"/>
    <w:rsid w:val="00564FA4"/>
    <w:rsid w:val="00572CF8"/>
    <w:rsid w:val="005741D5"/>
    <w:rsid w:val="00577EB9"/>
    <w:rsid w:val="0058689B"/>
    <w:rsid w:val="00594213"/>
    <w:rsid w:val="005A074C"/>
    <w:rsid w:val="005B1069"/>
    <w:rsid w:val="005B2440"/>
    <w:rsid w:val="005B5ECC"/>
    <w:rsid w:val="005C4A6A"/>
    <w:rsid w:val="005D5E56"/>
    <w:rsid w:val="005D777A"/>
    <w:rsid w:val="005F3E18"/>
    <w:rsid w:val="00610D5A"/>
    <w:rsid w:val="00624C46"/>
    <w:rsid w:val="00630951"/>
    <w:rsid w:val="00634310"/>
    <w:rsid w:val="00640312"/>
    <w:rsid w:val="00644308"/>
    <w:rsid w:val="00647004"/>
    <w:rsid w:val="00665822"/>
    <w:rsid w:val="00686C3E"/>
    <w:rsid w:val="0069089E"/>
    <w:rsid w:val="0069628D"/>
    <w:rsid w:val="006A5C09"/>
    <w:rsid w:val="006A77DD"/>
    <w:rsid w:val="006B5921"/>
    <w:rsid w:val="006C5BBA"/>
    <w:rsid w:val="006D238B"/>
    <w:rsid w:val="006D6FBC"/>
    <w:rsid w:val="006D7427"/>
    <w:rsid w:val="006E18D4"/>
    <w:rsid w:val="006E2072"/>
    <w:rsid w:val="006E6E9E"/>
    <w:rsid w:val="006F561D"/>
    <w:rsid w:val="006F793E"/>
    <w:rsid w:val="00710224"/>
    <w:rsid w:val="00723C25"/>
    <w:rsid w:val="00743EE7"/>
    <w:rsid w:val="00746B8F"/>
    <w:rsid w:val="00763B6B"/>
    <w:rsid w:val="007658C5"/>
    <w:rsid w:val="00765F45"/>
    <w:rsid w:val="00766957"/>
    <w:rsid w:val="00772224"/>
    <w:rsid w:val="00775107"/>
    <w:rsid w:val="0078052B"/>
    <w:rsid w:val="00784D9C"/>
    <w:rsid w:val="00791BB9"/>
    <w:rsid w:val="007959C7"/>
    <w:rsid w:val="007A32AF"/>
    <w:rsid w:val="007B3BE4"/>
    <w:rsid w:val="007C6931"/>
    <w:rsid w:val="007D78D1"/>
    <w:rsid w:val="007E1EE1"/>
    <w:rsid w:val="00802D44"/>
    <w:rsid w:val="00816E45"/>
    <w:rsid w:val="00816EF1"/>
    <w:rsid w:val="00825EFE"/>
    <w:rsid w:val="00833920"/>
    <w:rsid w:val="00835672"/>
    <w:rsid w:val="008362D3"/>
    <w:rsid w:val="00864430"/>
    <w:rsid w:val="00866E32"/>
    <w:rsid w:val="00877BE1"/>
    <w:rsid w:val="0088594E"/>
    <w:rsid w:val="008B1E57"/>
    <w:rsid w:val="008B5A96"/>
    <w:rsid w:val="008B5CB7"/>
    <w:rsid w:val="008D33C3"/>
    <w:rsid w:val="008D58CB"/>
    <w:rsid w:val="008D75C3"/>
    <w:rsid w:val="008E06DB"/>
    <w:rsid w:val="008E1BB2"/>
    <w:rsid w:val="008E525E"/>
    <w:rsid w:val="008E5884"/>
    <w:rsid w:val="00900EB7"/>
    <w:rsid w:val="009152F1"/>
    <w:rsid w:val="009215E3"/>
    <w:rsid w:val="009400C2"/>
    <w:rsid w:val="00940E8C"/>
    <w:rsid w:val="00943E59"/>
    <w:rsid w:val="00956945"/>
    <w:rsid w:val="0096557A"/>
    <w:rsid w:val="009760AE"/>
    <w:rsid w:val="009826C4"/>
    <w:rsid w:val="00991600"/>
    <w:rsid w:val="00995742"/>
    <w:rsid w:val="009A070C"/>
    <w:rsid w:val="009A07D7"/>
    <w:rsid w:val="009A0DEA"/>
    <w:rsid w:val="009B048B"/>
    <w:rsid w:val="009B0E05"/>
    <w:rsid w:val="009B74EC"/>
    <w:rsid w:val="009D5E5F"/>
    <w:rsid w:val="009E21D1"/>
    <w:rsid w:val="009E36D6"/>
    <w:rsid w:val="009E6581"/>
    <w:rsid w:val="009E79B5"/>
    <w:rsid w:val="009F58AC"/>
    <w:rsid w:val="009F7B5E"/>
    <w:rsid w:val="00A26A3A"/>
    <w:rsid w:val="00A31D5A"/>
    <w:rsid w:val="00A420E6"/>
    <w:rsid w:val="00A5532C"/>
    <w:rsid w:val="00A61335"/>
    <w:rsid w:val="00A676BB"/>
    <w:rsid w:val="00AB0EFC"/>
    <w:rsid w:val="00AC7AEA"/>
    <w:rsid w:val="00AC7E1B"/>
    <w:rsid w:val="00AD46F0"/>
    <w:rsid w:val="00AF5077"/>
    <w:rsid w:val="00B117C3"/>
    <w:rsid w:val="00B1317B"/>
    <w:rsid w:val="00B1324B"/>
    <w:rsid w:val="00B178C5"/>
    <w:rsid w:val="00B17942"/>
    <w:rsid w:val="00B22A31"/>
    <w:rsid w:val="00B3162E"/>
    <w:rsid w:val="00B50E35"/>
    <w:rsid w:val="00B71435"/>
    <w:rsid w:val="00B7367A"/>
    <w:rsid w:val="00BA032F"/>
    <w:rsid w:val="00BA3DF5"/>
    <w:rsid w:val="00BB132E"/>
    <w:rsid w:val="00BC00F0"/>
    <w:rsid w:val="00BE0350"/>
    <w:rsid w:val="00C076F9"/>
    <w:rsid w:val="00C1016B"/>
    <w:rsid w:val="00C1082D"/>
    <w:rsid w:val="00C15234"/>
    <w:rsid w:val="00C202AD"/>
    <w:rsid w:val="00C30E03"/>
    <w:rsid w:val="00C32C35"/>
    <w:rsid w:val="00C43514"/>
    <w:rsid w:val="00C6654B"/>
    <w:rsid w:val="00C72CAE"/>
    <w:rsid w:val="00C762EA"/>
    <w:rsid w:val="00C820D0"/>
    <w:rsid w:val="00C85B05"/>
    <w:rsid w:val="00C938EF"/>
    <w:rsid w:val="00C93D14"/>
    <w:rsid w:val="00CA5905"/>
    <w:rsid w:val="00CA7200"/>
    <w:rsid w:val="00CC342C"/>
    <w:rsid w:val="00CC7126"/>
    <w:rsid w:val="00CD27AA"/>
    <w:rsid w:val="00CD3EC3"/>
    <w:rsid w:val="00CD40DB"/>
    <w:rsid w:val="00CD5DFE"/>
    <w:rsid w:val="00CE05E1"/>
    <w:rsid w:val="00CE2BC2"/>
    <w:rsid w:val="00CF0174"/>
    <w:rsid w:val="00CF3A42"/>
    <w:rsid w:val="00CF79B2"/>
    <w:rsid w:val="00D0099A"/>
    <w:rsid w:val="00D01283"/>
    <w:rsid w:val="00D05191"/>
    <w:rsid w:val="00D11B7D"/>
    <w:rsid w:val="00D2069F"/>
    <w:rsid w:val="00D644FC"/>
    <w:rsid w:val="00D722E5"/>
    <w:rsid w:val="00D771CF"/>
    <w:rsid w:val="00D80C0E"/>
    <w:rsid w:val="00D87FDC"/>
    <w:rsid w:val="00DA61B9"/>
    <w:rsid w:val="00DA6B85"/>
    <w:rsid w:val="00DB1193"/>
    <w:rsid w:val="00DB1851"/>
    <w:rsid w:val="00DC01EA"/>
    <w:rsid w:val="00DC318E"/>
    <w:rsid w:val="00DC707F"/>
    <w:rsid w:val="00DD33C7"/>
    <w:rsid w:val="00DD5E40"/>
    <w:rsid w:val="00DE0022"/>
    <w:rsid w:val="00DE37C5"/>
    <w:rsid w:val="00E162D4"/>
    <w:rsid w:val="00E20D21"/>
    <w:rsid w:val="00E26EAC"/>
    <w:rsid w:val="00E31DDD"/>
    <w:rsid w:val="00E3675B"/>
    <w:rsid w:val="00E40199"/>
    <w:rsid w:val="00E54271"/>
    <w:rsid w:val="00E73208"/>
    <w:rsid w:val="00E77BCB"/>
    <w:rsid w:val="00E81089"/>
    <w:rsid w:val="00E818B6"/>
    <w:rsid w:val="00E9018F"/>
    <w:rsid w:val="00EA1B69"/>
    <w:rsid w:val="00EB5BC4"/>
    <w:rsid w:val="00EC744F"/>
    <w:rsid w:val="00ED2EF5"/>
    <w:rsid w:val="00EE0565"/>
    <w:rsid w:val="00F00F14"/>
    <w:rsid w:val="00F10F6A"/>
    <w:rsid w:val="00F2089A"/>
    <w:rsid w:val="00F260F4"/>
    <w:rsid w:val="00F36761"/>
    <w:rsid w:val="00F427A7"/>
    <w:rsid w:val="00F65B56"/>
    <w:rsid w:val="00F7474F"/>
    <w:rsid w:val="00F81FD9"/>
    <w:rsid w:val="00FA0961"/>
    <w:rsid w:val="00FF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75D"/>
    <w:rPr>
      <w:rFonts w:ascii="Georgia" w:eastAsia="Times New Roman" w:hAnsi="Georgia"/>
      <w:sz w:val="22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77E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7EB9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577E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EB9"/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B9"/>
    <w:rPr>
      <w:rFonts w:ascii="Tahoma" w:eastAsia="Times New Roman" w:hAnsi="Tahoma" w:cs="Tahoma"/>
      <w:sz w:val="16"/>
      <w:szCs w:val="16"/>
      <w:lang w:val="el-GR" w:eastAsia="el-GR"/>
    </w:rPr>
  </w:style>
  <w:style w:type="paragraph" w:styleId="ListParagraph">
    <w:name w:val="List Paragraph"/>
    <w:basedOn w:val="Normal"/>
    <w:uiPriority w:val="34"/>
    <w:qFormat/>
    <w:rsid w:val="00864430"/>
    <w:pPr>
      <w:ind w:left="720"/>
      <w:contextualSpacing/>
    </w:pPr>
  </w:style>
  <w:style w:type="table" w:styleId="TableGrid">
    <w:name w:val="Table Grid"/>
    <w:basedOn w:val="TableNormal"/>
    <w:uiPriority w:val="59"/>
    <w:rsid w:val="00A6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0E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35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gora.mfa.gr/ta-grafeia-oikonomikon-emporikon-upotheseon/infofile/7251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com-tokyo@mfa.gr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ana\AppData\Local\Temp\&#928;&#929;&#927;&#932;&#933;&#928;&#927;%20&#917;&#915;&#915;&#929;&#913;&#934;&#927;&#93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2EBC9-D676-4D1E-9B79-648ED04AA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ΠΡΟΤΥΠΟ ΕΓΓΡΑΦΟΥ</Template>
  <TotalTime>0</TotalTime>
  <Pages>1</Pages>
  <Words>197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2020-10-30T08:35:00Z</dcterms:created>
  <dcterms:modified xsi:type="dcterms:W3CDTF">2020-10-30T09:21:00Z</dcterms:modified>
</cp:coreProperties>
</file>