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1E0"/>
      </w:tblPr>
      <w:tblGrid>
        <w:gridCol w:w="4080"/>
        <w:gridCol w:w="5559"/>
      </w:tblGrid>
      <w:tr w:rsidR="00025E46" w:rsidRPr="00325C36">
        <w:trPr>
          <w:trHeight w:val="844"/>
        </w:trPr>
        <w:tc>
          <w:tcPr>
            <w:tcW w:w="4080" w:type="dxa"/>
          </w:tcPr>
          <w:p w:rsidR="00025E46" w:rsidRDefault="00025E46"/>
        </w:tc>
        <w:tc>
          <w:tcPr>
            <w:tcW w:w="5559" w:type="dxa"/>
            <w:vMerge w:val="restart"/>
            <w:shd w:val="clear" w:color="auto" w:fill="auto"/>
            <w:vAlign w:val="center"/>
          </w:tcPr>
          <w:p w:rsidR="000D1679" w:rsidRDefault="000D1679" w:rsidP="007D6E8A">
            <w:pPr>
              <w:ind w:right="-1"/>
              <w:jc w:val="right"/>
              <w:rPr>
                <w:rFonts w:asciiTheme="majorHAnsi" w:hAnsiTheme="majorHAnsi"/>
                <w:b/>
                <w:i/>
                <w:sz w:val="26"/>
                <w:szCs w:val="26"/>
                <w:u w:val="single"/>
              </w:rPr>
            </w:pPr>
            <w:r w:rsidRPr="000D1679">
              <w:rPr>
                <w:rFonts w:asciiTheme="majorHAnsi" w:hAnsiTheme="majorHAnsi"/>
                <w:b/>
                <w:i/>
                <w:sz w:val="26"/>
                <w:szCs w:val="26"/>
                <w:u w:val="single"/>
              </w:rPr>
              <w:t>ΑΔΙΑΒΑΘΗΜΤΟ</w:t>
            </w:r>
          </w:p>
          <w:p w:rsidR="009A3108" w:rsidRPr="00325C36" w:rsidRDefault="009A3108" w:rsidP="007D6E8A">
            <w:pPr>
              <w:ind w:right="-1"/>
              <w:jc w:val="right"/>
              <w:rPr>
                <w:rFonts w:asciiTheme="majorHAnsi" w:hAnsiTheme="majorHAnsi"/>
                <w:b/>
                <w:sz w:val="26"/>
                <w:szCs w:val="26"/>
                <w:u w:val="single"/>
              </w:rPr>
            </w:pPr>
            <w:r>
              <w:rPr>
                <w:rFonts w:asciiTheme="majorHAnsi" w:hAnsiTheme="majorHAnsi"/>
                <w:b/>
                <w:i/>
                <w:sz w:val="26"/>
                <w:szCs w:val="26"/>
                <w:u w:val="single"/>
              </w:rPr>
              <w:t>ΚΑΝΟΝΙΚΟ</w:t>
            </w:r>
          </w:p>
        </w:tc>
      </w:tr>
      <w:tr w:rsidR="00025E46" w:rsidRPr="00325C36">
        <w:trPr>
          <w:trHeight w:val="572"/>
        </w:trPr>
        <w:tc>
          <w:tcPr>
            <w:tcW w:w="4080" w:type="dxa"/>
          </w:tcPr>
          <w:tbl>
            <w:tblPr>
              <w:tblW w:w="0" w:type="auto"/>
              <w:tblInd w:w="108" w:type="dxa"/>
              <w:tblLayout w:type="fixed"/>
              <w:tblCellMar>
                <w:right w:w="227" w:type="dxa"/>
              </w:tblCellMar>
              <w:tblLook w:val="01E0"/>
            </w:tblPr>
            <w:tblGrid>
              <w:gridCol w:w="4500"/>
            </w:tblGrid>
            <w:tr w:rsidR="00025E46" w:rsidRPr="00571B66" w:rsidTr="00A53A3B">
              <w:trPr>
                <w:trHeight w:val="1117"/>
              </w:trPr>
              <w:tc>
                <w:tcPr>
                  <w:tcW w:w="4500" w:type="dxa"/>
                  <w:vAlign w:val="center"/>
                </w:tcPr>
                <w:p w:rsidR="00025E46" w:rsidRPr="00571B66" w:rsidRDefault="001C0C1C" w:rsidP="00A53A3B">
                  <w:pPr>
                    <w:jc w:val="center"/>
                    <w:rPr>
                      <w:rFonts w:ascii="Calibri" w:hAnsi="Calibri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alibri" w:hAnsi="Calibri" w:cs="Arial"/>
                      <w:noProof/>
                      <w:lang w:val="en-US" w:eastAsia="en-US"/>
                    </w:rPr>
                    <w:drawing>
                      <wp:inline distT="0" distB="0" distL="0" distR="0">
                        <wp:extent cx="571500" cy="581025"/>
                        <wp:effectExtent l="0" t="0" r="0" b="0"/>
                        <wp:docPr id="1" name="Picture 1" descr="εθνοσημο εγχρωμο μεγαλο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εθνοσημο εγχρωμο μεγαλο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5E46" w:rsidRPr="00571B66" w:rsidTr="00A53A3B">
              <w:trPr>
                <w:trHeight w:val="621"/>
              </w:trPr>
              <w:tc>
                <w:tcPr>
                  <w:tcW w:w="4500" w:type="dxa"/>
                  <w:tcBorders>
                    <w:bottom w:val="single" w:sz="4" w:space="0" w:color="003DCC"/>
                  </w:tcBorders>
                  <w:vAlign w:val="center"/>
                </w:tcPr>
                <w:p w:rsidR="00025E46" w:rsidRPr="00571B66" w:rsidRDefault="00025E46" w:rsidP="00025E46">
                  <w:pPr>
                    <w:ind w:right="378"/>
                    <w:jc w:val="center"/>
                    <w:rPr>
                      <w:rFonts w:ascii="Calibri" w:hAnsi="Calibri" w:cs="Arial"/>
                      <w:b/>
                      <w:color w:val="003DCC"/>
                    </w:rPr>
                  </w:pPr>
                  <w:r w:rsidRPr="00571B66">
                    <w:rPr>
                      <w:rFonts w:ascii="Calibri" w:hAnsi="Calibri" w:cs="Arial"/>
                      <w:b/>
                      <w:color w:val="003DCC"/>
                    </w:rPr>
                    <w:t>ΕΛΛΗΝΙΚΗ ΔΗΜΟΚΡΑΤΙΑ</w:t>
                  </w:r>
                </w:p>
                <w:p w:rsidR="00025E46" w:rsidRPr="00571B66" w:rsidRDefault="00025E46" w:rsidP="00025E46">
                  <w:pPr>
                    <w:ind w:left="-108" w:right="378"/>
                    <w:jc w:val="center"/>
                    <w:rPr>
                      <w:rFonts w:ascii="Calibri" w:hAnsi="Calibri" w:cs="Arial"/>
                      <w:color w:val="003DCC"/>
                    </w:rPr>
                  </w:pPr>
                  <w:r w:rsidRPr="00571B66">
                    <w:rPr>
                      <w:rFonts w:ascii="Calibri" w:hAnsi="Calibri" w:cs="Arial"/>
                      <w:color w:val="003DCC"/>
                    </w:rPr>
                    <w:t>Πρεσβεία της Ελλάδος</w:t>
                  </w:r>
                </w:p>
              </w:tc>
            </w:tr>
            <w:tr w:rsidR="00025E46" w:rsidRPr="00025E46" w:rsidTr="00A53A3B">
              <w:trPr>
                <w:trHeight w:val="269"/>
              </w:trPr>
              <w:tc>
                <w:tcPr>
                  <w:tcW w:w="4500" w:type="dxa"/>
                  <w:tcBorders>
                    <w:top w:val="single" w:sz="4" w:space="0" w:color="003DCC"/>
                  </w:tcBorders>
                  <w:shd w:val="clear" w:color="auto" w:fill="auto"/>
                  <w:vAlign w:val="center"/>
                </w:tcPr>
                <w:p w:rsidR="00025E46" w:rsidRPr="00025E46" w:rsidRDefault="00025E46" w:rsidP="00025E46">
                  <w:pPr>
                    <w:ind w:right="378"/>
                    <w:jc w:val="center"/>
                    <w:rPr>
                      <w:rFonts w:ascii="Calibri" w:hAnsi="Calibri" w:cs="Arial"/>
                      <w:color w:val="003DCC"/>
                      <w:sz w:val="22"/>
                      <w:szCs w:val="22"/>
                    </w:rPr>
                  </w:pPr>
                  <w:r w:rsidRPr="00025E46">
                    <w:rPr>
                      <w:rFonts w:ascii="Calibri" w:hAnsi="Calibri" w:cs="Arial"/>
                      <w:color w:val="003DCC"/>
                      <w:sz w:val="22"/>
                      <w:szCs w:val="22"/>
                    </w:rPr>
                    <w:t>Γραφείο Οικονομικών &amp; Εμπορικών     Υποθέσεων</w:t>
                  </w:r>
                </w:p>
              </w:tc>
            </w:tr>
          </w:tbl>
          <w:p w:rsidR="00025E46" w:rsidRDefault="00025E46"/>
        </w:tc>
        <w:tc>
          <w:tcPr>
            <w:tcW w:w="5559" w:type="dxa"/>
            <w:vMerge/>
            <w:shd w:val="clear" w:color="auto" w:fill="auto"/>
          </w:tcPr>
          <w:p w:rsidR="00025E46" w:rsidRPr="00325C36" w:rsidRDefault="00025E46" w:rsidP="00CE65A8">
            <w:pPr>
              <w:ind w:right="-1"/>
              <w:rPr>
                <w:rFonts w:asciiTheme="majorHAnsi" w:hAnsiTheme="majorHAnsi"/>
              </w:rPr>
            </w:pPr>
          </w:p>
        </w:tc>
      </w:tr>
    </w:tbl>
    <w:p w:rsidR="002E3A49" w:rsidRPr="00325C36" w:rsidRDefault="008708DF" w:rsidP="00B91113">
      <w:pPr>
        <w:rPr>
          <w:rFonts w:asciiTheme="majorHAnsi" w:hAnsiTheme="majorHAnsi"/>
        </w:rPr>
      </w:pPr>
      <w:r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32189" w:rsidRPr="00325C36">
        <w:rPr>
          <w:rFonts w:asciiTheme="majorHAnsi" w:hAnsiTheme="majorHAnsi"/>
        </w:rPr>
        <w:tab/>
      </w:r>
      <w:r w:rsidR="00A43F9F" w:rsidRPr="00325C36">
        <w:rPr>
          <w:rFonts w:asciiTheme="majorHAnsi" w:hAnsiTheme="majorHAnsi"/>
        </w:rPr>
        <w:t xml:space="preserve">Βελιγράδι, </w:t>
      </w:r>
      <w:r w:rsidR="002B61CE">
        <w:rPr>
          <w:rFonts w:asciiTheme="majorHAnsi" w:hAnsiTheme="majorHAnsi"/>
        </w:rPr>
        <w:t>1</w:t>
      </w:r>
      <w:r w:rsidR="003C79D0">
        <w:rPr>
          <w:rFonts w:asciiTheme="majorHAnsi" w:hAnsiTheme="majorHAnsi"/>
          <w:lang w:val="en-US"/>
        </w:rPr>
        <w:t>6</w:t>
      </w:r>
      <w:r w:rsidR="00325C36" w:rsidRPr="00325C36">
        <w:rPr>
          <w:rFonts w:asciiTheme="majorHAnsi" w:hAnsiTheme="majorHAnsi"/>
        </w:rPr>
        <w:t>/</w:t>
      </w:r>
      <w:r w:rsidR="00F07B72">
        <w:rPr>
          <w:rFonts w:asciiTheme="majorHAnsi" w:hAnsiTheme="majorHAnsi"/>
        </w:rPr>
        <w:t>11</w:t>
      </w:r>
      <w:r w:rsidR="00DA07E5">
        <w:rPr>
          <w:rFonts w:asciiTheme="majorHAnsi" w:hAnsiTheme="majorHAnsi"/>
        </w:rPr>
        <w:t>/</w:t>
      </w:r>
      <w:r w:rsidR="00A32189" w:rsidRPr="00325C36">
        <w:rPr>
          <w:rFonts w:asciiTheme="majorHAnsi" w:hAnsiTheme="majorHAnsi"/>
        </w:rPr>
        <w:t>20</w:t>
      </w:r>
      <w:r w:rsidR="00B15E84" w:rsidRPr="00325C36">
        <w:rPr>
          <w:rFonts w:asciiTheme="majorHAnsi" w:hAnsiTheme="majorHAnsi"/>
        </w:rPr>
        <w:t>20</w:t>
      </w:r>
    </w:p>
    <w:p w:rsidR="00A43F9F" w:rsidRDefault="00A32189" w:rsidP="00FE6C1F">
      <w:pPr>
        <w:ind w:left="284" w:right="282"/>
        <w:jc w:val="both"/>
        <w:rPr>
          <w:rFonts w:asciiTheme="majorHAnsi" w:hAnsiTheme="majorHAnsi"/>
          <w:lang w:val="en-US"/>
        </w:rPr>
      </w:pPr>
      <w:r w:rsidRPr="008A4DA5">
        <w:rPr>
          <w:rFonts w:asciiTheme="majorHAnsi" w:hAnsiTheme="majorHAnsi"/>
          <w:i/>
          <w:sz w:val="22"/>
          <w:szCs w:val="22"/>
        </w:rPr>
        <w:tab/>
      </w:r>
      <w:r w:rsidRPr="008A4DA5">
        <w:rPr>
          <w:rFonts w:asciiTheme="majorHAnsi" w:hAnsiTheme="majorHAnsi"/>
          <w:sz w:val="22"/>
          <w:szCs w:val="22"/>
        </w:rPr>
        <w:tab/>
      </w:r>
      <w:r w:rsidR="00DA4A5C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</w:t>
      </w:r>
      <w:r w:rsidR="00B15E84" w:rsidRPr="00325C36">
        <w:rPr>
          <w:rFonts w:asciiTheme="majorHAnsi" w:hAnsiTheme="majorHAnsi"/>
        </w:rPr>
        <w:t>ΑΠ</w:t>
      </w:r>
      <w:r w:rsidR="00325C36" w:rsidRPr="00325C36">
        <w:rPr>
          <w:rFonts w:asciiTheme="majorHAnsi" w:hAnsiTheme="majorHAnsi"/>
        </w:rPr>
        <w:t>:</w:t>
      </w:r>
      <w:r w:rsidR="004B313E">
        <w:rPr>
          <w:rFonts w:asciiTheme="majorHAnsi" w:hAnsiTheme="majorHAnsi"/>
        </w:rPr>
        <w:t>20</w:t>
      </w:r>
      <w:r w:rsidR="00F07B72">
        <w:rPr>
          <w:rFonts w:asciiTheme="majorHAnsi" w:hAnsiTheme="majorHAnsi"/>
        </w:rPr>
        <w:t>00</w:t>
      </w:r>
      <w:r w:rsidR="00831206">
        <w:rPr>
          <w:rFonts w:asciiTheme="majorHAnsi" w:hAnsiTheme="majorHAnsi"/>
        </w:rPr>
        <w:t>/</w:t>
      </w:r>
      <w:r w:rsidR="00DA07E5">
        <w:rPr>
          <w:rFonts w:asciiTheme="majorHAnsi" w:hAnsiTheme="majorHAnsi"/>
        </w:rPr>
        <w:t xml:space="preserve">ΑΣ </w:t>
      </w:r>
      <w:r w:rsidR="00F07B72">
        <w:rPr>
          <w:rFonts w:asciiTheme="majorHAnsi" w:hAnsiTheme="majorHAnsi"/>
        </w:rPr>
        <w:t>241</w:t>
      </w:r>
    </w:p>
    <w:p w:rsidR="000303A4" w:rsidRDefault="000303A4" w:rsidP="00FE6C1F">
      <w:pPr>
        <w:ind w:left="284" w:right="282"/>
        <w:jc w:val="both"/>
        <w:rPr>
          <w:rFonts w:asciiTheme="majorHAnsi" w:hAnsiTheme="majorHAnsi"/>
          <w:lang w:val="en-US"/>
        </w:rPr>
      </w:pPr>
    </w:p>
    <w:p w:rsidR="000303A4" w:rsidRDefault="000303A4" w:rsidP="00FE6C1F">
      <w:pPr>
        <w:ind w:left="284" w:right="282"/>
        <w:jc w:val="both"/>
        <w:rPr>
          <w:rFonts w:asciiTheme="majorHAnsi" w:hAnsiTheme="majorHAnsi"/>
          <w:lang w:val="en-US"/>
        </w:rPr>
      </w:pPr>
    </w:p>
    <w:p w:rsidR="000303A4" w:rsidRPr="000303A4" w:rsidRDefault="000303A4" w:rsidP="00FE6C1F">
      <w:pPr>
        <w:ind w:left="284" w:right="282"/>
        <w:jc w:val="both"/>
        <w:rPr>
          <w:rFonts w:asciiTheme="majorHAnsi" w:hAnsiTheme="majorHAnsi"/>
          <w:lang w:val="en-US"/>
        </w:rPr>
      </w:pPr>
    </w:p>
    <w:p w:rsidR="00B91113" w:rsidRPr="00DA07E5" w:rsidRDefault="00B91113" w:rsidP="00410931">
      <w:pPr>
        <w:ind w:left="284" w:right="282"/>
        <w:jc w:val="both"/>
        <w:rPr>
          <w:rFonts w:asciiTheme="majorHAnsi" w:hAnsiTheme="majorHAnsi"/>
        </w:rPr>
      </w:pPr>
    </w:p>
    <w:p w:rsidR="000303A4" w:rsidRDefault="000303A4" w:rsidP="000303A4">
      <w:pPr>
        <w:ind w:left="284" w:right="282"/>
        <w:jc w:val="both"/>
        <w:rPr>
          <w:rFonts w:asciiTheme="majorHAnsi" w:hAnsiTheme="majorHAnsi"/>
          <w:b/>
          <w:sz w:val="22"/>
          <w:szCs w:val="22"/>
        </w:rPr>
      </w:pPr>
      <w:r w:rsidRPr="008A4DA5">
        <w:rPr>
          <w:rFonts w:asciiTheme="majorHAnsi" w:hAnsiTheme="majorHAnsi"/>
          <w:b/>
          <w:sz w:val="22"/>
          <w:szCs w:val="22"/>
        </w:rPr>
        <w:t>ΠΡΟΣ :</w:t>
      </w:r>
      <w:r>
        <w:rPr>
          <w:rFonts w:asciiTheme="majorHAnsi" w:hAnsiTheme="majorHAnsi"/>
          <w:b/>
          <w:sz w:val="22"/>
          <w:szCs w:val="22"/>
        </w:rPr>
        <w:t xml:space="preserve"> ΣΥΝΗΜΜΕΝΗ ΛΙΣΤΑ ΦΟΡΕΩΝ </w:t>
      </w:r>
    </w:p>
    <w:p w:rsidR="00F1141C" w:rsidRPr="00F07B72" w:rsidRDefault="00F1141C" w:rsidP="00B91113">
      <w:pPr>
        <w:ind w:left="284" w:right="282"/>
        <w:jc w:val="both"/>
        <w:rPr>
          <w:rFonts w:asciiTheme="majorHAnsi" w:hAnsiTheme="majorHAnsi" w:cs="Calibri"/>
          <w:i/>
          <w:sz w:val="22"/>
          <w:szCs w:val="22"/>
        </w:rPr>
      </w:pPr>
    </w:p>
    <w:p w:rsidR="00276C61" w:rsidRPr="00F07B72" w:rsidRDefault="00276C61" w:rsidP="00276C61">
      <w:pPr>
        <w:ind w:left="284" w:right="282"/>
        <w:jc w:val="both"/>
        <w:rPr>
          <w:rFonts w:asciiTheme="majorHAnsi" w:hAnsiTheme="majorHAnsi" w:cs="Calibri"/>
          <w:sz w:val="22"/>
          <w:szCs w:val="22"/>
        </w:rPr>
      </w:pPr>
    </w:p>
    <w:p w:rsidR="00647A3D" w:rsidRDefault="00647A3D" w:rsidP="00F07B72">
      <w:pPr>
        <w:ind w:firstLine="142"/>
        <w:rPr>
          <w:rFonts w:asciiTheme="majorHAnsi" w:hAnsiTheme="majorHAnsi" w:cs="Calibri"/>
          <w:b/>
          <w:i/>
          <w:sz w:val="22"/>
          <w:szCs w:val="22"/>
        </w:rPr>
      </w:pPr>
    </w:p>
    <w:p w:rsidR="007C2418" w:rsidRPr="00F07B72" w:rsidRDefault="000303A4" w:rsidP="00F07B72">
      <w:pPr>
        <w:ind w:firstLine="142"/>
        <w:rPr>
          <w:rFonts w:asciiTheme="majorHAnsi" w:hAnsiTheme="majorHAnsi"/>
          <w:b/>
          <w:i/>
        </w:rPr>
      </w:pPr>
      <w:r w:rsidRPr="00EB0B5F">
        <w:rPr>
          <w:rFonts w:asciiTheme="majorHAnsi" w:hAnsiTheme="majorHAnsi" w:cs="Calibri"/>
          <w:b/>
          <w:i/>
        </w:rPr>
        <w:t xml:space="preserve">  </w:t>
      </w:r>
      <w:r w:rsidR="00B91113" w:rsidRPr="00F07B72">
        <w:rPr>
          <w:rFonts w:asciiTheme="majorHAnsi" w:hAnsiTheme="majorHAnsi" w:cs="Calibri"/>
          <w:b/>
          <w:i/>
        </w:rPr>
        <w:t xml:space="preserve">ΘΕΜΑ: </w:t>
      </w:r>
      <w:r w:rsidR="007C2418" w:rsidRPr="00F07B72">
        <w:rPr>
          <w:rFonts w:asciiTheme="majorHAnsi" w:hAnsiTheme="majorHAnsi"/>
          <w:b/>
          <w:i/>
        </w:rPr>
        <w:t>Ο τομέας τεχνολογίας και νεοφυών εταιρειών στη Σερβία</w:t>
      </w:r>
    </w:p>
    <w:p w:rsidR="00B91113" w:rsidRPr="00F07B72" w:rsidRDefault="00B91113" w:rsidP="00F07B72">
      <w:pPr>
        <w:ind w:right="282" w:firstLine="142"/>
        <w:jc w:val="both"/>
        <w:rPr>
          <w:rFonts w:asciiTheme="majorHAnsi" w:hAnsiTheme="majorHAnsi" w:cs="Calibri"/>
          <w:b/>
          <w:i/>
        </w:rPr>
      </w:pPr>
    </w:p>
    <w:p w:rsidR="00F07B72" w:rsidRDefault="00F07B72" w:rsidP="00F07B72">
      <w:pPr>
        <w:ind w:firstLine="142"/>
        <w:contextualSpacing/>
        <w:jc w:val="both"/>
        <w:rPr>
          <w:rFonts w:asciiTheme="majorHAnsi" w:hAnsiTheme="majorHAnsi" w:cs="Arial"/>
        </w:rPr>
      </w:pPr>
    </w:p>
    <w:p w:rsidR="00EB0B5F" w:rsidRDefault="00EB0B5F" w:rsidP="00EB0B5F">
      <w:pPr>
        <w:ind w:firstLine="720"/>
        <w:contextualSpacing/>
        <w:jc w:val="both"/>
        <w:rPr>
          <w:rFonts w:asciiTheme="majorHAnsi" w:hAnsiTheme="majorHAnsi" w:cs="Arial"/>
        </w:rPr>
      </w:pPr>
      <w:r w:rsidRPr="00EB0B5F">
        <w:rPr>
          <w:rFonts w:asciiTheme="majorHAnsi" w:hAnsiTheme="majorHAnsi" w:cs="Arial"/>
        </w:rPr>
        <w:t xml:space="preserve">    </w:t>
      </w:r>
      <w:r>
        <w:rPr>
          <w:rFonts w:asciiTheme="majorHAnsi" w:hAnsiTheme="majorHAnsi" w:cs="Arial"/>
        </w:rPr>
        <w:t xml:space="preserve">Αποστέλλουμε μέσω ηλεκτρονικού ταχυδρομείου εν </w:t>
      </w:r>
      <w:proofErr w:type="spellStart"/>
      <w:r>
        <w:rPr>
          <w:rFonts w:asciiTheme="majorHAnsi" w:hAnsiTheme="majorHAnsi" w:cs="Arial"/>
        </w:rPr>
        <w:t>θέματι</w:t>
      </w:r>
      <w:proofErr w:type="spellEnd"/>
      <w:r>
        <w:rPr>
          <w:rFonts w:asciiTheme="majorHAnsi" w:hAnsiTheme="majorHAnsi" w:cs="Arial"/>
        </w:rPr>
        <w:t xml:space="preserve"> Μελέτη Γραφείου μας.</w:t>
      </w:r>
    </w:p>
    <w:p w:rsidR="00EB0B5F" w:rsidRDefault="00EB0B5F" w:rsidP="00EB0B5F">
      <w:pPr>
        <w:ind w:firstLine="720"/>
        <w:contextualSpacing/>
        <w:jc w:val="both"/>
        <w:rPr>
          <w:rFonts w:asciiTheme="majorHAnsi" w:hAnsiTheme="majorHAnsi" w:cs="Arial"/>
        </w:rPr>
      </w:pPr>
      <w:r w:rsidRPr="00EB0B5F">
        <w:rPr>
          <w:rFonts w:asciiTheme="majorHAnsi" w:hAnsiTheme="majorHAnsi" w:cs="Arial"/>
        </w:rPr>
        <w:t xml:space="preserve">    </w:t>
      </w:r>
      <w:r>
        <w:rPr>
          <w:rFonts w:asciiTheme="majorHAnsi" w:hAnsiTheme="majorHAnsi" w:cs="Arial"/>
        </w:rPr>
        <w:t>Όπως διαπιστώνεται και στην εν λόγω Έρευνά μας, ο σερβικός αυτός τομέας αναδείχθηκε κατά την τελευταία πενταετία ο δυναμικότερος και αποτελεί, πλέον κινητήρια δύναμη της σερβικής βιομηχανίας, με ετήσια ανάπτυξη άνω του 20% (πχ όγκου εργασιών, εξαγωγών κλπ). Οι σημαντικότεροι παγκοσμίως όμιλοι πληροφορικής  έχουν εγκαταστήσει στη χώρα ερευνητικά κέντρα κλπ. Η δε σερβική κυβέρνηση όρισε τον κλάδο πληροφορικής σαν εθνική, στρατηγική, αναπτυξιακή προτεραιότητα της με αντίστοιχη έμφαση στο</w:t>
      </w:r>
      <w:r w:rsidR="00B02B63" w:rsidRPr="00B02B63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εκπαιδευτικό πρόγραμμα όλων των βαθμίδων.</w:t>
      </w:r>
    </w:p>
    <w:p w:rsidR="00EB0B5F" w:rsidRDefault="00EB0B5F" w:rsidP="00EB0B5F">
      <w:pPr>
        <w:ind w:firstLine="720"/>
        <w:contextualSpacing/>
        <w:jc w:val="both"/>
        <w:rPr>
          <w:rFonts w:asciiTheme="majorHAnsi" w:hAnsiTheme="majorHAnsi" w:cs="Arial"/>
        </w:rPr>
      </w:pPr>
      <w:r w:rsidRPr="00EB0B5F">
        <w:rPr>
          <w:rFonts w:asciiTheme="majorHAnsi" w:hAnsiTheme="majorHAnsi" w:cs="Arial"/>
        </w:rPr>
        <w:t xml:space="preserve">   </w:t>
      </w:r>
      <w:r>
        <w:rPr>
          <w:rFonts w:asciiTheme="majorHAnsi" w:hAnsiTheme="majorHAnsi" w:cs="Arial"/>
        </w:rPr>
        <w:t xml:space="preserve">Στο πλαίσιο αυτό παρουσιάζονται επιχειρηματικές ευκαιρίες για εταιρείες μας (πχ ψηφιακές εφαρμογές στη γεωργία, νεοφυείς εταιρείες, διεθνείς πωλήσεις ψηφιακών εφαρμογών κλπ). </w:t>
      </w:r>
    </w:p>
    <w:p w:rsidR="002C1853" w:rsidRPr="002B61CE" w:rsidRDefault="002C1853" w:rsidP="00F513AF">
      <w:pPr>
        <w:spacing w:before="100" w:beforeAutospacing="1" w:after="100" w:afterAutospacing="1"/>
        <w:contextualSpacing/>
        <w:jc w:val="both"/>
        <w:rPr>
          <w:rStyle w:val="tlid-translation"/>
          <w:rFonts w:asciiTheme="majorHAnsi" w:hAnsiTheme="majorHAnsi"/>
        </w:rPr>
      </w:pPr>
    </w:p>
    <w:p w:rsidR="00EB0B5F" w:rsidRPr="002B61CE" w:rsidRDefault="00EB0B5F" w:rsidP="007D339A">
      <w:pPr>
        <w:rPr>
          <w:rStyle w:val="tlid-translation"/>
          <w:rFonts w:asciiTheme="majorHAnsi" w:hAnsiTheme="majorHAnsi"/>
        </w:rPr>
      </w:pPr>
    </w:p>
    <w:p w:rsidR="00EB0B5F" w:rsidRPr="007D339A" w:rsidRDefault="00EB0B5F" w:rsidP="007D339A">
      <w:pPr>
        <w:rPr>
          <w:rStyle w:val="tlid-translation"/>
          <w:rFonts w:asciiTheme="majorHAnsi" w:hAnsiTheme="majorHAnsi"/>
        </w:rPr>
      </w:pPr>
    </w:p>
    <w:p w:rsidR="00D27980" w:rsidRPr="007D339A" w:rsidRDefault="00A32189" w:rsidP="007D339A">
      <w:pPr>
        <w:rPr>
          <w:rFonts w:asciiTheme="majorHAnsi" w:hAnsiTheme="majorHAnsi" w:cs="Calibri"/>
          <w:i/>
        </w:rPr>
      </w:pP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Pr="007D339A">
        <w:rPr>
          <w:rFonts w:asciiTheme="majorHAnsi" w:hAnsiTheme="majorHAnsi" w:cs="Calibri"/>
        </w:rPr>
        <w:tab/>
      </w:r>
      <w:r w:rsidR="00D42035" w:rsidRPr="007D339A">
        <w:rPr>
          <w:rFonts w:asciiTheme="majorHAnsi" w:hAnsiTheme="majorHAnsi" w:cs="Calibri"/>
        </w:rPr>
        <w:tab/>
      </w:r>
      <w:r w:rsidR="00325C36" w:rsidRPr="007D339A">
        <w:rPr>
          <w:rFonts w:asciiTheme="majorHAnsi" w:hAnsiTheme="majorHAnsi" w:cs="Calibri"/>
          <w:i/>
        </w:rPr>
        <w:t>Ο Προϊστάμενος</w:t>
      </w:r>
    </w:p>
    <w:p w:rsidR="008A4DA5" w:rsidRPr="007D339A" w:rsidRDefault="008A4DA5" w:rsidP="007D339A">
      <w:pPr>
        <w:rPr>
          <w:rFonts w:asciiTheme="majorHAnsi" w:hAnsiTheme="majorHAnsi" w:cs="Calibri"/>
          <w:i/>
        </w:rPr>
      </w:pPr>
    </w:p>
    <w:p w:rsidR="00EB0B5F" w:rsidRPr="007D339A" w:rsidRDefault="00EB0B5F" w:rsidP="007D339A">
      <w:pPr>
        <w:rPr>
          <w:rFonts w:asciiTheme="majorHAnsi" w:hAnsiTheme="majorHAnsi" w:cs="Calibri"/>
          <w:i/>
        </w:rPr>
      </w:pPr>
    </w:p>
    <w:p w:rsidR="00EB0B5F" w:rsidRPr="007D339A" w:rsidRDefault="00EB0B5F" w:rsidP="007D339A">
      <w:pPr>
        <w:rPr>
          <w:rFonts w:asciiTheme="majorHAnsi" w:hAnsiTheme="majorHAnsi" w:cs="Calibri"/>
          <w:i/>
        </w:rPr>
      </w:pPr>
    </w:p>
    <w:p w:rsidR="00325C36" w:rsidRPr="007D339A" w:rsidRDefault="00FE09EE" w:rsidP="007D339A">
      <w:pPr>
        <w:rPr>
          <w:rFonts w:asciiTheme="majorHAnsi" w:hAnsiTheme="majorHAnsi" w:cs="Calibri"/>
          <w:i/>
        </w:rPr>
      </w:pPr>
      <w:r w:rsidRPr="007D339A">
        <w:rPr>
          <w:rFonts w:asciiTheme="majorHAnsi" w:hAnsiTheme="majorHAnsi" w:cs="Calibri"/>
          <w:i/>
        </w:rPr>
        <w:t xml:space="preserve">                                                                                                       </w:t>
      </w:r>
      <w:r w:rsidR="007D339A" w:rsidRPr="007D339A">
        <w:rPr>
          <w:rFonts w:asciiTheme="majorHAnsi" w:hAnsiTheme="majorHAnsi" w:cs="Calibri"/>
          <w:i/>
        </w:rPr>
        <w:t xml:space="preserve"> </w:t>
      </w:r>
      <w:r w:rsidRPr="007D339A">
        <w:rPr>
          <w:rFonts w:asciiTheme="majorHAnsi" w:hAnsiTheme="majorHAnsi" w:cs="Calibri"/>
          <w:i/>
        </w:rPr>
        <w:t xml:space="preserve">  </w:t>
      </w:r>
      <w:r w:rsidR="007D339A" w:rsidRPr="007D339A">
        <w:rPr>
          <w:rFonts w:asciiTheme="majorHAnsi" w:hAnsiTheme="majorHAnsi" w:cs="Calibri"/>
          <w:i/>
        </w:rPr>
        <w:t xml:space="preserve">        </w:t>
      </w:r>
      <w:r w:rsidR="007D339A" w:rsidRPr="00F84936">
        <w:rPr>
          <w:rFonts w:asciiTheme="majorHAnsi" w:hAnsiTheme="majorHAnsi" w:cs="Calibri"/>
          <w:i/>
        </w:rPr>
        <w:t xml:space="preserve">  </w:t>
      </w:r>
      <w:r w:rsidR="007D339A" w:rsidRPr="007D339A">
        <w:rPr>
          <w:rFonts w:asciiTheme="majorHAnsi" w:hAnsiTheme="majorHAnsi" w:cs="Calibri"/>
          <w:i/>
        </w:rPr>
        <w:t xml:space="preserve">    </w:t>
      </w:r>
      <w:r w:rsidR="00F07B72" w:rsidRPr="007D339A">
        <w:rPr>
          <w:rFonts w:asciiTheme="majorHAnsi" w:hAnsiTheme="majorHAnsi" w:cs="Calibri"/>
          <w:i/>
        </w:rPr>
        <w:t xml:space="preserve">Βασίλειος </w:t>
      </w:r>
      <w:proofErr w:type="spellStart"/>
      <w:r w:rsidR="00F07B72" w:rsidRPr="007D339A">
        <w:rPr>
          <w:rFonts w:asciiTheme="majorHAnsi" w:hAnsiTheme="majorHAnsi" w:cs="Calibri"/>
          <w:i/>
        </w:rPr>
        <w:t>Σκρόνιας</w:t>
      </w:r>
      <w:proofErr w:type="spellEnd"/>
    </w:p>
    <w:p w:rsidR="004C67C5" w:rsidRPr="007D339A" w:rsidRDefault="00FE09EE" w:rsidP="007D339A">
      <w:pPr>
        <w:rPr>
          <w:rFonts w:asciiTheme="majorHAnsi" w:hAnsiTheme="majorHAnsi" w:cs="Calibri"/>
          <w:i/>
        </w:rPr>
      </w:pPr>
      <w:r w:rsidRPr="007D339A">
        <w:rPr>
          <w:rFonts w:asciiTheme="majorHAnsi" w:hAnsiTheme="majorHAnsi" w:cs="Calibri"/>
          <w:i/>
        </w:rPr>
        <w:t xml:space="preserve">                                                                                               </w:t>
      </w:r>
      <w:r w:rsidR="007D339A" w:rsidRPr="007D339A">
        <w:rPr>
          <w:rFonts w:asciiTheme="majorHAnsi" w:hAnsiTheme="majorHAnsi" w:cs="Calibri"/>
          <w:i/>
        </w:rPr>
        <w:t xml:space="preserve"> </w:t>
      </w:r>
      <w:r w:rsidRPr="007D339A">
        <w:rPr>
          <w:rFonts w:asciiTheme="majorHAnsi" w:hAnsiTheme="majorHAnsi" w:cs="Calibri"/>
          <w:i/>
        </w:rPr>
        <w:t xml:space="preserve">    </w:t>
      </w:r>
      <w:r w:rsidR="007D339A" w:rsidRPr="007D339A">
        <w:rPr>
          <w:rFonts w:asciiTheme="majorHAnsi" w:hAnsiTheme="majorHAnsi" w:cs="Calibri"/>
          <w:i/>
        </w:rPr>
        <w:t xml:space="preserve">             </w:t>
      </w:r>
      <w:r w:rsidRPr="007D339A">
        <w:rPr>
          <w:rFonts w:asciiTheme="majorHAnsi" w:hAnsiTheme="majorHAnsi" w:cs="Calibri"/>
          <w:i/>
        </w:rPr>
        <w:t xml:space="preserve"> </w:t>
      </w:r>
      <w:r w:rsidR="00F07B72" w:rsidRPr="007D339A">
        <w:rPr>
          <w:rFonts w:asciiTheme="majorHAnsi" w:hAnsiTheme="majorHAnsi" w:cs="Calibri"/>
          <w:i/>
        </w:rPr>
        <w:t>Γενικός Σύμβουλος ΟΕΥ  Α</w:t>
      </w:r>
      <w:r w:rsidR="00325C36" w:rsidRPr="007D339A">
        <w:rPr>
          <w:rFonts w:asciiTheme="majorHAnsi" w:hAnsiTheme="majorHAnsi" w:cs="Calibri"/>
          <w:i/>
        </w:rPr>
        <w:t>΄</w:t>
      </w:r>
    </w:p>
    <w:p w:rsidR="00EB0B5F" w:rsidRPr="002B61CE" w:rsidRDefault="00EB0B5F" w:rsidP="007D339A">
      <w:pPr>
        <w:rPr>
          <w:rFonts w:cs="Calibri"/>
          <w:i/>
        </w:rPr>
      </w:pPr>
    </w:p>
    <w:p w:rsidR="00EB0B5F" w:rsidRPr="002B61CE" w:rsidRDefault="00EB0B5F" w:rsidP="00E2146D">
      <w:pPr>
        <w:jc w:val="both"/>
        <w:rPr>
          <w:rFonts w:asciiTheme="majorHAnsi" w:hAnsiTheme="majorHAnsi" w:cs="Calibri"/>
          <w:i/>
        </w:rPr>
      </w:pPr>
    </w:p>
    <w:p w:rsidR="00EB0B5F" w:rsidRPr="002B61CE" w:rsidRDefault="00EB0B5F" w:rsidP="00E2146D">
      <w:pPr>
        <w:jc w:val="both"/>
        <w:rPr>
          <w:rFonts w:asciiTheme="majorHAnsi" w:hAnsiTheme="majorHAnsi" w:cs="Calibri"/>
          <w:i/>
        </w:rPr>
      </w:pPr>
    </w:p>
    <w:p w:rsidR="00EB0B5F" w:rsidRPr="002B61CE" w:rsidRDefault="00EB0B5F" w:rsidP="00E2146D">
      <w:pPr>
        <w:jc w:val="both"/>
        <w:rPr>
          <w:rFonts w:asciiTheme="majorHAnsi" w:hAnsiTheme="majorHAnsi" w:cs="Calibri"/>
          <w:i/>
        </w:rPr>
      </w:pPr>
    </w:p>
    <w:p w:rsidR="00647A3D" w:rsidRDefault="00647A3D" w:rsidP="00E2146D">
      <w:pPr>
        <w:jc w:val="both"/>
        <w:rPr>
          <w:rFonts w:asciiTheme="majorHAnsi" w:hAnsiTheme="majorHAnsi" w:cs="Calibri"/>
          <w:i/>
          <w:sz w:val="20"/>
          <w:szCs w:val="20"/>
          <w:lang w:val="en-US"/>
        </w:rPr>
      </w:pPr>
      <w:bookmarkStart w:id="0" w:name="_GoBack"/>
      <w:bookmarkEnd w:id="0"/>
      <w:r w:rsidRPr="00647A3D">
        <w:rPr>
          <w:rFonts w:asciiTheme="majorHAnsi" w:hAnsiTheme="majorHAnsi" w:cs="Calibri"/>
          <w:i/>
          <w:sz w:val="20"/>
          <w:szCs w:val="20"/>
        </w:rPr>
        <w:t>Συν. σελ. 29</w:t>
      </w:r>
    </w:p>
    <w:p w:rsidR="00F84936" w:rsidRDefault="00F84936" w:rsidP="00E2146D">
      <w:pPr>
        <w:jc w:val="both"/>
        <w:rPr>
          <w:rFonts w:asciiTheme="majorHAnsi" w:hAnsiTheme="majorHAnsi" w:cs="Calibri"/>
          <w:i/>
          <w:sz w:val="20"/>
          <w:szCs w:val="20"/>
          <w:lang w:val="en-US"/>
        </w:rPr>
      </w:pPr>
    </w:p>
    <w:p w:rsidR="00F84936" w:rsidRDefault="00F84936" w:rsidP="00E2146D">
      <w:pPr>
        <w:jc w:val="both"/>
        <w:rPr>
          <w:rFonts w:asciiTheme="majorHAnsi" w:hAnsiTheme="majorHAnsi" w:cs="Calibri"/>
          <w:i/>
          <w:sz w:val="20"/>
          <w:szCs w:val="20"/>
          <w:lang w:val="en-US"/>
        </w:rPr>
      </w:pPr>
    </w:p>
    <w:p w:rsidR="00F84936" w:rsidRDefault="00F84936" w:rsidP="00E2146D">
      <w:pPr>
        <w:jc w:val="both"/>
        <w:rPr>
          <w:rFonts w:asciiTheme="majorHAnsi" w:hAnsiTheme="majorHAnsi" w:cs="Calibri"/>
          <w:i/>
          <w:sz w:val="20"/>
          <w:szCs w:val="20"/>
          <w:lang w:val="en-US"/>
        </w:rPr>
      </w:pPr>
    </w:p>
    <w:p w:rsidR="00F84936" w:rsidRPr="00F84936" w:rsidRDefault="00F84936" w:rsidP="00F84936">
      <w:pPr>
        <w:ind w:left="4320" w:hanging="4230"/>
        <w:jc w:val="center"/>
        <w:rPr>
          <w:rStyle w:val="normal0"/>
          <w:rFonts w:ascii="Candara" w:hAnsi="Candara"/>
          <w:b/>
          <w:lang w:val="en-US"/>
        </w:rPr>
      </w:pPr>
      <w:r w:rsidRPr="00C96AFA">
        <w:rPr>
          <w:rStyle w:val="normal0"/>
          <w:rFonts w:ascii="Candara" w:hAnsi="Candara"/>
          <w:b/>
        </w:rPr>
        <w:lastRenderedPageBreak/>
        <w:t>ΠΙΝΑΚΑΣ</w:t>
      </w:r>
      <w:r w:rsidRPr="00F84936">
        <w:rPr>
          <w:rStyle w:val="normal0"/>
          <w:rFonts w:ascii="Candara" w:hAnsi="Candara"/>
          <w:b/>
          <w:lang w:val="en-US"/>
        </w:rPr>
        <w:t xml:space="preserve"> </w:t>
      </w:r>
      <w:r w:rsidRPr="00C96AFA">
        <w:rPr>
          <w:rStyle w:val="normal0"/>
          <w:rFonts w:ascii="Candara" w:hAnsi="Candara"/>
          <w:b/>
        </w:rPr>
        <w:t>ΑΠΟΔΕΚΤΩΝ</w:t>
      </w:r>
    </w:p>
    <w:p w:rsidR="00F84936" w:rsidRPr="00F84936" w:rsidRDefault="00F84936" w:rsidP="00F84936">
      <w:pPr>
        <w:ind w:left="90" w:firstLine="90"/>
        <w:jc w:val="both"/>
        <w:rPr>
          <w:rFonts w:ascii="Candara" w:hAnsi="Candara" w:cstheme="minorHAnsi"/>
          <w:b/>
          <w:bCs/>
          <w:sz w:val="22"/>
          <w:szCs w:val="22"/>
          <w:lang w:val="en-US"/>
        </w:rPr>
      </w:pPr>
    </w:p>
    <w:p w:rsidR="00F84936" w:rsidRPr="00F84936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  <w:lang w:val="en-US"/>
        </w:rPr>
      </w:pPr>
      <w:r w:rsidRPr="009C1181">
        <w:rPr>
          <w:rFonts w:ascii="Candara" w:hAnsi="Candara" w:cstheme="minorHAnsi"/>
          <w:b/>
          <w:bCs/>
          <w:sz w:val="22"/>
          <w:szCs w:val="22"/>
        </w:rPr>
        <w:t>ΟΡΓΑΝΙΣΜΟΙ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9C1181">
        <w:rPr>
          <w:rFonts w:ascii="Candara" w:hAnsi="Candara" w:cstheme="minorHAnsi"/>
          <w:bCs/>
          <w:sz w:val="22"/>
          <w:szCs w:val="22"/>
          <w:lang w:val="en-US"/>
        </w:rPr>
        <w:t xml:space="preserve">ENTERPRISE GREECE </w:t>
      </w:r>
      <w:r w:rsidRPr="009C1181">
        <w:rPr>
          <w:rFonts w:ascii="Candara" w:hAnsi="Candara" w:cstheme="minorHAnsi"/>
          <w:bCs/>
          <w:sz w:val="22"/>
          <w:szCs w:val="22"/>
          <w:lang w:val="en-US"/>
        </w:rPr>
        <w:tab/>
        <w:t>(</w:t>
      </w:r>
      <w:hyperlink r:id="rId9" w:history="1">
        <w:r w:rsidRPr="00F84936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@</w:t>
        </w:r>
        <w:r w:rsidRPr="00F84936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enterprisegreece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.</w:t>
        </w:r>
        <w:r w:rsidRPr="00F84936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gov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.</w:t>
        </w:r>
        <w:r w:rsidRPr="00F84936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84936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proofErr w:type="gramStart"/>
      <w:r w:rsidRPr="00F84936">
        <w:rPr>
          <w:rFonts w:ascii="Candara" w:hAnsi="Candara" w:cstheme="minorHAnsi"/>
          <w:bCs/>
          <w:sz w:val="22"/>
          <w:szCs w:val="22"/>
          <w:lang w:val="en-US"/>
        </w:rPr>
        <w:t xml:space="preserve">- </w:t>
      </w:r>
      <w:r w:rsidRPr="009C1181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proofErr w:type="gramEnd"/>
      <w:r w:rsidR="00FC4F98">
        <w:fldChar w:fldCharType="begin"/>
      </w:r>
      <w:r w:rsidRPr="00F84936">
        <w:rPr>
          <w:lang w:val="en-US"/>
        </w:rPr>
        <w:instrText>HYPERLINK "mailto:info@eg.gov.gr"</w:instrText>
      </w:r>
      <w:r w:rsidR="00FC4F98">
        <w:fldChar w:fldCharType="separate"/>
      </w:r>
      <w:r w:rsidRPr="009C1181">
        <w:rPr>
          <w:rStyle w:val="Hyperlink"/>
          <w:rFonts w:ascii="Candara" w:hAnsi="Candara" w:cstheme="minorHAnsi"/>
          <w:bCs/>
          <w:sz w:val="22"/>
          <w:szCs w:val="22"/>
          <w:lang w:val="en-US"/>
        </w:rPr>
        <w:t>info@eg.gov.gr</w:t>
      </w:r>
      <w:r w:rsidR="00FC4F98">
        <w:fldChar w:fldCharType="end"/>
      </w:r>
      <w:r w:rsidRPr="009C1181">
        <w:rPr>
          <w:rFonts w:ascii="Candara" w:hAnsi="Candara" w:cstheme="minorHAnsi"/>
          <w:bCs/>
          <w:sz w:val="22"/>
          <w:szCs w:val="22"/>
          <w:lang w:val="en-US"/>
        </w:rPr>
        <w:t xml:space="preserve"> )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9C1181">
        <w:rPr>
          <w:rFonts w:ascii="Candara" w:hAnsi="Candara" w:cstheme="minorHAnsi"/>
          <w:bCs/>
          <w:sz w:val="22"/>
          <w:szCs w:val="22"/>
          <w:lang w:val="en-US"/>
        </w:rPr>
        <w:t>ΔΕΘ HELEXPO ΑΕ</w:t>
      </w:r>
      <w:r w:rsidRPr="009C1181">
        <w:rPr>
          <w:rFonts w:ascii="Candara" w:hAnsi="Candara" w:cstheme="minorHAnsi"/>
          <w:bCs/>
          <w:sz w:val="22"/>
          <w:szCs w:val="22"/>
          <w:lang w:val="en-US"/>
        </w:rPr>
        <w:tab/>
        <w:t>(</w:t>
      </w:r>
      <w:hyperlink r:id="rId10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exhibitions@helexpo.gr</w:t>
        </w:r>
      </w:hyperlink>
      <w:r w:rsidRPr="009C1181">
        <w:rPr>
          <w:rFonts w:ascii="Candara" w:hAnsi="Candara" w:cstheme="minorHAnsi"/>
          <w:bCs/>
          <w:sz w:val="22"/>
          <w:szCs w:val="22"/>
          <w:lang w:val="en-US"/>
        </w:rPr>
        <w:t xml:space="preserve">) 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9C1181">
        <w:rPr>
          <w:rFonts w:ascii="Candara" w:hAnsi="Candara" w:cstheme="minorHAnsi"/>
          <w:bCs/>
          <w:sz w:val="22"/>
          <w:szCs w:val="22"/>
          <w:lang w:val="en-US"/>
        </w:rPr>
        <w:t>HELEXPO ATHENS</w:t>
      </w:r>
      <w:r w:rsidRPr="009C1181">
        <w:rPr>
          <w:rFonts w:ascii="Candara" w:hAnsi="Candara" w:cstheme="minorHAnsi"/>
          <w:bCs/>
          <w:sz w:val="22"/>
          <w:szCs w:val="22"/>
          <w:lang w:val="en-US"/>
        </w:rPr>
        <w:tab/>
        <w:t>(</w:t>
      </w:r>
      <w:hyperlink r:id="rId11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eska@helexpo.gr</w:t>
        </w:r>
      </w:hyperlink>
      <w:r w:rsidRPr="009C1181">
        <w:rPr>
          <w:rFonts w:ascii="Candara" w:hAnsi="Candara" w:cstheme="minorHAnsi"/>
          <w:bCs/>
          <w:sz w:val="22"/>
          <w:szCs w:val="22"/>
          <w:lang w:val="en-US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9C1181">
        <w:rPr>
          <w:rFonts w:ascii="Candara" w:hAnsi="Candara" w:cstheme="minorHAnsi"/>
          <w:bCs/>
          <w:sz w:val="22"/>
          <w:szCs w:val="22"/>
          <w:lang w:val="en-US"/>
        </w:rPr>
        <w:t>ENTERPRISE EUROPE NETWORK HELLAS</w:t>
      </w:r>
      <w:r w:rsidRPr="009C1181">
        <w:rPr>
          <w:rFonts w:ascii="Candara" w:hAnsi="Candara" w:cstheme="minorHAnsi"/>
          <w:bCs/>
          <w:sz w:val="22"/>
          <w:szCs w:val="22"/>
          <w:lang w:val="en-US"/>
        </w:rPr>
        <w:tab/>
        <w:t>(</w:t>
      </w:r>
      <w:hyperlink r:id="rId12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ekt@ekt.gr</w:t>
        </w:r>
      </w:hyperlink>
      <w:r w:rsidRPr="009C1181">
        <w:rPr>
          <w:rFonts w:ascii="Candara" w:hAnsi="Candara" w:cstheme="minorHAnsi"/>
          <w:bCs/>
          <w:sz w:val="22"/>
          <w:szCs w:val="22"/>
          <w:lang w:val="en-US"/>
        </w:rPr>
        <w:t xml:space="preserve">) </w:t>
      </w:r>
    </w:p>
    <w:p w:rsidR="00F84936" w:rsidRPr="00D95CA2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  <w:lang w:val="en-US"/>
        </w:rPr>
      </w:pPr>
    </w:p>
    <w:p w:rsidR="00F84936" w:rsidRPr="00D95CA2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D95CA2">
        <w:rPr>
          <w:rFonts w:ascii="Candara" w:hAnsi="Candara" w:cstheme="minorHAnsi"/>
          <w:b/>
          <w:bCs/>
          <w:sz w:val="22"/>
          <w:szCs w:val="22"/>
        </w:rPr>
        <w:t>ΕΠΙΜΕΛΗΤΗΡΙΑ ΕΛΛΑΔΑΣ</w:t>
      </w:r>
      <w:r w:rsidRPr="00D95CA2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ΚΕΝΤΡΙΚΗ ΕΝΩΣΗ ΕΠΙΜΕΛΗΤΗΡΙΩΝ ΕΛΛΑΔΟΣ (ΚΕΕΕ)</w:t>
      </w:r>
      <w:r w:rsidRPr="009C1181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9C1181">
        <w:rPr>
          <w:rFonts w:ascii="Candara" w:hAnsi="Candara" w:cstheme="minorHAnsi"/>
          <w:bCs/>
          <w:sz w:val="22"/>
          <w:szCs w:val="22"/>
        </w:rPr>
        <w:t>(</w:t>
      </w:r>
      <w:hyperlink r:id="rId13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keeuhcci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uhc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ΕΜΠΟΡΙΚΟ ΚΑΙ ΒΙΟΜΗΧΑΝΙΚΟ ΕΠΙΜΕΛΗΤΗΡΙΟ ΑΘΗΝΩΝ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1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9C1181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5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excom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acci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ΒΙΟΤΕΧΝΙΚΟ ΕΠΙΜΕΛΗΤΗΡΙΟ ΑΘΗΝΩΝ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16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acsmi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                                                 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 xml:space="preserve">ΕΠΑΓΓΕΛΜΑΤΙΚΟ ΕΠΙΜΕΛΗΤΗΡΙΟ ΑΘΗΝΩΝ 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17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eea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eea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 ; </w:t>
      </w:r>
      <w:hyperlink r:id="rId18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eea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                                                        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ΕΜΠΟΡΙΚΟ ΚΑΙ ΒΙΟΜΗΧΑΝΙΚΟ ΕΠΙΜΕΛΗΤΗΡΙΟ ΘΕΣΣΑΛΟΝΙΚΗΣ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19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root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ebeth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ΒΙΟΤΕΧΝΙΚΟ ΕΠΙΜΕΛΗΤΗΡΙΟ ΘΕΣΣΑΛΟΝΙΚΗΣ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20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veth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gov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21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veth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gov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ΕΠΑΓΓΕΛΜΑΤΙΚΟ ΕΠΙΜΕΛΗΤΗΡΙΟ ΘΕΣΣΑΛΟΝΙΚΗΣ</w:t>
      </w:r>
      <w:r w:rsidRPr="009C1181">
        <w:rPr>
          <w:rFonts w:ascii="Candara" w:hAnsi="Candara" w:cstheme="minorHAnsi"/>
          <w:bCs/>
          <w:sz w:val="22"/>
          <w:szCs w:val="22"/>
        </w:rPr>
        <w:tab/>
        <w:t xml:space="preserve"> (</w:t>
      </w:r>
      <w:hyperlink r:id="rId22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grammateia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epepthe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ΕΜΠΟΡΙΚΟ ΚΑΙ ΒΙΟΜΗΧΑΝΙΚΟ ΕΠΙΜΕΛΗΤΗΡΙΟ ΠΕΙΡΑΙΩΣ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2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evep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9C1181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24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commerce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pcci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ΒΙΟΤΕΧΝΙΚΟ ΕΠΙΜΕΛΗΤΗΡΙΟ ΠΕΙΡΑΙΩΣ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25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bep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ΕΠΑΓΓΕΛΜΑΤΙΚΟ ΕΠΙΜΕΛΗΤΗΡΙΟ ΠΕΙΡΑΙΩΣ</w:t>
      </w:r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9C1181">
        <w:rPr>
          <w:rFonts w:ascii="Candara" w:hAnsi="Candara" w:cstheme="minorHAnsi"/>
          <w:bCs/>
          <w:sz w:val="22"/>
          <w:szCs w:val="22"/>
        </w:rPr>
        <w:tab/>
        <w:t>(</w:t>
      </w:r>
      <w:hyperlink r:id="rId2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eepir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9C1181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27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voutsinasjohn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C1181">
        <w:rPr>
          <w:rFonts w:ascii="Candara" w:hAnsi="Candara" w:cstheme="minorHAnsi"/>
          <w:bCs/>
          <w:sz w:val="22"/>
          <w:szCs w:val="22"/>
        </w:rPr>
        <w:t>ΕΜΠΟΡΙΚΟ ΚΑΙ ΒΙΟΜΗΧΑΝΙΚΟ ΕΠΙΜΕΛΗΤΗΡΙΟ ΡΟΔΟΠΗΣ (</w:t>
      </w:r>
      <w:hyperlink r:id="rId28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rodopicci</w:t>
        </w:r>
        <w:proofErr w:type="spellEnd"/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C1181" w:rsidRDefault="00F84936" w:rsidP="00F84936">
      <w:pPr>
        <w:ind w:right="-257"/>
        <w:rPr>
          <w:rFonts w:ascii="Candara" w:hAnsi="Candara" w:cstheme="minorHAnsi"/>
          <w:bCs/>
          <w:sz w:val="22"/>
          <w:szCs w:val="22"/>
        </w:rPr>
      </w:pPr>
      <w:r>
        <w:rPr>
          <w:rFonts w:ascii="Candara" w:hAnsi="Candara" w:cstheme="minorHAnsi"/>
          <w:bCs/>
          <w:sz w:val="22"/>
          <w:szCs w:val="22"/>
        </w:rPr>
        <w:t>ΕΠΑΓΓΕΛΜΑΤΙΚΟ</w:t>
      </w:r>
      <w:r w:rsidRPr="009C1181">
        <w:rPr>
          <w:rFonts w:ascii="Candara" w:hAnsi="Candara" w:cstheme="minorHAnsi"/>
          <w:bCs/>
          <w:sz w:val="22"/>
          <w:szCs w:val="22"/>
        </w:rPr>
        <w:t xml:space="preserve"> &amp; ΒΙΟΤΕΧΝΙΚΟ ΕΠΙΜΕΛΗΤΗΡΙΟ ΡΟΔΟΠΗΣ (</w:t>
      </w:r>
      <w:hyperlink r:id="rId2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everodopi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>,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hyperlink r:id="rId30" w:history="1"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gravanisanton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9C1181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9C1181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ΑΙΤΩΛΟΑΚΑΡΝΑΝΙΑΣ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contact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epimetol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32" w:history="1"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epimetol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ΑΡΚΑΔΙΑΣ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arcadianet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) 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ΑΧΑΙΑΣ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35" w:history="1"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pm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loux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ΒΟΙΩΤΙΑΣ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6" w:history="1"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epimviot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ΓΡΕΒΕΝΩΝ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ebegreve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grevenanet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ΔΡΑΜΑΣ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ccidrama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dramanet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ΔΩΔΕΚΑΝΗΣΟΥ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3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ebed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4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ebed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ΕΒΡΟΥ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4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epimevro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4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topsidis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ΕΥΒΟΙΑΣ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4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eviachamber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ΕΥΡΥΤΑΝΙΑΣ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4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epimelitirio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evrytania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4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epimevri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hotmail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ΖΑΚΥΝΘΟΥ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4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zantecci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ΗΛΕΙΑΣ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4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ilich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; </w:t>
      </w:r>
      <w:hyperlink r:id="rId4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presidentilia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ΗΜΑΘΙΑΣ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4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chamimat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 xml:space="preserve">ΕΠΙΜΕΛΗΤΗΡΙΟ ΗΡΑΚΛΕΙΟΥ 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ebeh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; </w:t>
      </w:r>
      <w:hyperlink r:id="rId5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ebeh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ΘΕΣΠΡΩΤΙΑΣ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thesprotias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ΙΩΑΝΝΙΝΩΝ</w:t>
      </w:r>
      <w:r w:rsidRPr="00FC2BCA">
        <w:rPr>
          <w:rFonts w:ascii="Candara" w:hAnsi="Candara" w:cstheme="minorHAnsi"/>
          <w:bCs/>
          <w:sz w:val="22"/>
          <w:szCs w:val="22"/>
        </w:rPr>
        <w:tab/>
        <w:t xml:space="preserve"> (</w:t>
      </w:r>
      <w:hyperlink r:id="rId5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cci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ioannina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ΚΑΒΑΛΑΣ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chamberofkavala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ΚΑΡΔΙΤΣΑΣ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karditsacci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cld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5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karditsacci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ΚΑΣΤΟΡΙΑΣ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kastcham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ΚΕΡΚΥΡΑΣ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eparkeia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corfucci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ΚΕΦΑΛΗΝΙΑΣ &amp; ΙΘΑΚΗΣ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5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chamberk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ΚΙΛΚΙΣ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6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ebekilkis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ΚΟΖΑΝΗΣ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6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ΚΟΡΙΝΘΙΑΣ (</w:t>
      </w:r>
      <w:hyperlink r:id="rId6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korinthiacc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ΚΥΚΛΑΔΩΝ (</w:t>
      </w:r>
      <w:hyperlink r:id="rId6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portal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cycladescc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ΛΑΚΩΝΙΑΣ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6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gytheioc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6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gia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_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panar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hotmail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ΛΑΡΙΣΑΣ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6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larcci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;  </w:t>
      </w:r>
      <w:r w:rsidRPr="00FC2BCA">
        <w:t xml:space="preserve">)  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ΛΑΣΙΘΙΟΥ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6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epimlas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6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epimlas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ΛΕΣΒΟΥ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6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lesvos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7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presidentoffice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lesvos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ΛΕΥΚΑΔΑΣ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7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lefkadachamber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lastRenderedPageBreak/>
        <w:t>ΕΠΙΜΕΛΗΤΗΡΙΟ ΜΑΓΝΗΣΙΑΣ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7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cci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magnesia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ΜΕΣΣΗΝΙΑΣ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 xml:space="preserve"> (</w:t>
      </w:r>
      <w:hyperlink r:id="rId7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messinianchamber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7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ΞΑΝΘΗΣ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7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ebex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7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ebex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ΠΕΛΛΑΣ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7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pellachamber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ΠΙΕΡΙΑΣ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7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champier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7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proedros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champie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ondsl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ΠΡΕΒΕΖ</w:t>
      </w:r>
      <w:r w:rsidRPr="00FC2BCA">
        <w:rPr>
          <w:rFonts w:ascii="Candara" w:hAnsi="Candara" w:cstheme="minorHAnsi"/>
          <w:bCs/>
          <w:sz w:val="22"/>
          <w:szCs w:val="22"/>
          <w:lang w:val="en-US"/>
        </w:rPr>
        <w:t>A</w:t>
      </w:r>
      <w:r w:rsidRPr="00FC2BCA">
        <w:rPr>
          <w:rFonts w:ascii="Candara" w:hAnsi="Candara" w:cstheme="minorHAnsi"/>
          <w:bCs/>
          <w:sz w:val="22"/>
          <w:szCs w:val="22"/>
        </w:rPr>
        <w:t>Σ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8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prevezachamber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8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prevezachamber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ΡΕΘΥΜΝΗΣ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8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manager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eber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ΣΑΜΟΥ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8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samcci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ΣΕΡΡΩΝ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8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eves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eves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8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meglasx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ΤΡΙΚΑΛΩΝ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8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trikala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8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vrantza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trikala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t>)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ΦΘΙΩΤΙΔΑΣ (</w:t>
      </w:r>
      <w:hyperlink r:id="rId8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fthiotidoscc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8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kyritsist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t>)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ΦΛΩΡΙΝΗΣ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eveflo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9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sapalidis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yahoo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ΦΩΚΙΔΑΣ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epimelitiriofokidas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ΧΑΛΚΙΔΙΚΗΣ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epichal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3E4928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9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ioanniskoufidis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ΧΑΝΙΩΝ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epimel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chania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cci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ΕΠΙΜΕΛΗΤΗΡΙΟ ΧΙΟΥ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chioschamber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5D6BAA" w:rsidRDefault="00F84936" w:rsidP="00F84936">
      <w:pPr>
        <w:jc w:val="both"/>
      </w:pPr>
      <w:r w:rsidRPr="00FC2BCA">
        <w:rPr>
          <w:rFonts w:ascii="Candara" w:hAnsi="Candara" w:cstheme="minorHAnsi"/>
          <w:bCs/>
          <w:sz w:val="22"/>
          <w:szCs w:val="22"/>
        </w:rPr>
        <w:t>ΕΠΙΜΕΛΗΤΗΡΙΑΚΟΣ ΟΜΙΛΟΣ ΑΝΑΠΤΥΞΗ</w:t>
      </w:r>
      <w:r w:rsidR="00B02B63">
        <w:rPr>
          <w:rFonts w:ascii="Candara" w:hAnsi="Candara" w:cstheme="minorHAnsi"/>
          <w:bCs/>
          <w:sz w:val="22"/>
          <w:szCs w:val="22"/>
        </w:rPr>
        <w:t>Σ ΕΛΛΗΝΙΚΩΝ ΝΗΣΙΩΝ (Ε.Ο.Α.Ε.Ν.)</w:t>
      </w:r>
      <w:r w:rsidRPr="00FC2BCA">
        <w:rPr>
          <w:rFonts w:ascii="Candara" w:hAnsi="Candara" w:cstheme="minorHAnsi"/>
          <w:bCs/>
          <w:sz w:val="22"/>
          <w:szCs w:val="22"/>
        </w:rPr>
        <w:t>(</w:t>
      </w:r>
      <w:hyperlink r:id="rId9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proedros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lefkadachamber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>)</w:t>
      </w:r>
      <w:r w:rsidRPr="005D6BAA">
        <w:t xml:space="preserve"> 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7F4E2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7F4E24">
        <w:rPr>
          <w:rFonts w:ascii="Candara" w:hAnsi="Candara" w:cstheme="minorHAnsi"/>
          <w:b/>
          <w:bCs/>
          <w:sz w:val="22"/>
          <w:szCs w:val="22"/>
        </w:rPr>
        <w:t>ΕΞΑΓΩΓΕΙΣ</w:t>
      </w:r>
      <w:r w:rsidRPr="007F4E24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ΠΑΝΕΛΛΗΝΙΟΣ ΣΥΝΔΕΣΜΟΣ ΕΞΑΓΩΓΕΩΝ (ΠΣΕ)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pse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ΣΥΝΔΕΣΜΟΣ ΕΞΑΓΩΓΕΩΝ (ΣΕΒΕ)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9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seve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 xml:space="preserve">ΣΥΝΔΕΣΜΟΣ ΕΞΑΓΩΓΕΩΝ ΚΡΗΤΗΣ 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100" w:history="1"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crete</w:t>
        </w:r>
        <w:proofErr w:type="spellEnd"/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exporters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>)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</w:p>
    <w:p w:rsidR="00F84936" w:rsidRPr="00D95CA2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D95CA2">
        <w:rPr>
          <w:rFonts w:ascii="Candara" w:hAnsi="Candara" w:cstheme="minorHAnsi"/>
          <w:b/>
          <w:bCs/>
          <w:sz w:val="22"/>
          <w:szCs w:val="22"/>
        </w:rPr>
        <w:t>ΣΥΝΔΕΣΜΟΙ ΕΠΙΧΕΙΡΗΜΑΤΙΩΝ</w:t>
      </w:r>
      <w:r w:rsidRPr="00D95CA2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ΕΛΛΗΝΙΚΗ ΕΤΑΙΡΕΙΑ ΔΙΟΙΚΗΣΕΩΣ ΕΠΙΧΕΙΡΗΣΕΩΝ (ΕΕΔΕ)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10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eede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eede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 xml:space="preserve">ΕΛΛΗΝΙΚΗ ΕΝΩΣΗ ΕΠΙΧΕΙΡΗΜΑΤΙΩΝ 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10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secretary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eene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ΣΥΝΔΕΣΜΟΣ ΕΛΛΗΝΩΝ ΟΙΚΟΝΟΜΙΚΩΝ ΔΙΕΥΘΥΝΤΩΝ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10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alkost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otenet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7F4E24">
        <w:rPr>
          <w:rFonts w:ascii="Candara" w:hAnsi="Candara" w:cstheme="minorHAnsi"/>
          <w:bCs/>
          <w:sz w:val="22"/>
          <w:szCs w:val="22"/>
        </w:rPr>
        <w:t xml:space="preserve"> 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0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seodi</w:t>
        </w:r>
        <w:proofErr w:type="spellEnd"/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 xml:space="preserve">) </w:t>
      </w:r>
    </w:p>
    <w:p w:rsidR="00F84936" w:rsidRPr="00FC2BC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C2BCA">
        <w:rPr>
          <w:rFonts w:ascii="Candara" w:hAnsi="Candara" w:cstheme="minorHAnsi"/>
          <w:bCs/>
          <w:sz w:val="22"/>
          <w:szCs w:val="22"/>
        </w:rPr>
        <w:t>ΣΥΝΔΕΣΜΟΣ ΕΠΙΧΕΙΡΗΜΑΤΙΩΝ ΕΛΛΑΔΟΣ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10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Syndesmos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ep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Pr="00FC2BCA">
        <w:t>)</w:t>
      </w:r>
      <w:r w:rsidRPr="00FC2BCA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5D6BAA" w:rsidRDefault="00F84936" w:rsidP="00F84936">
      <w:pPr>
        <w:jc w:val="both"/>
      </w:pPr>
      <w:r w:rsidRPr="00FC2BCA">
        <w:rPr>
          <w:rFonts w:ascii="Candara" w:hAnsi="Candara" w:cstheme="minorHAnsi"/>
          <w:bCs/>
          <w:sz w:val="22"/>
          <w:szCs w:val="22"/>
        </w:rPr>
        <w:t>ΣΥΝΔΕΣΜΟΣ ΕΠΕΝΔΥΣΗΣ &amp; ΑΝΑΠΤΥΞΗΣ ΑΚΙΝΗΤΩΝ (ΣΕΑΑΚ)</w:t>
      </w:r>
      <w:r w:rsidRPr="00FC2BCA">
        <w:rPr>
          <w:rFonts w:ascii="Candara" w:hAnsi="Candara" w:cstheme="minorHAnsi"/>
          <w:bCs/>
          <w:sz w:val="22"/>
          <w:szCs w:val="22"/>
        </w:rPr>
        <w:tab/>
        <w:t>(</w:t>
      </w:r>
      <w:hyperlink r:id="rId106" w:history="1"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seaak</w:t>
        </w:r>
        <w:proofErr w:type="spellEnd"/>
        <w:r w:rsidRPr="00FC2BCA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FC2BC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FC2BCA">
        <w:t>)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3E4928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3E4928">
        <w:rPr>
          <w:rFonts w:ascii="Candara" w:hAnsi="Candara" w:cstheme="minorHAnsi"/>
          <w:b/>
          <w:bCs/>
          <w:sz w:val="22"/>
          <w:szCs w:val="22"/>
        </w:rPr>
        <w:t>ΜΙΚΤΑ ΕΠΙΜΕΛΗΤΗΡΙΑ</w:t>
      </w:r>
    </w:p>
    <w:p w:rsidR="00F84936" w:rsidRPr="003E492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3E4928">
        <w:rPr>
          <w:rFonts w:ascii="Candara" w:hAnsi="Candara" w:cstheme="minorHAnsi"/>
          <w:bCs/>
          <w:sz w:val="22"/>
          <w:szCs w:val="22"/>
        </w:rPr>
        <w:t>ΕΛΛΗΝΟΣΕΡΒΙΚΟ ΕΜΠΟΡΙΚΟ ΕΠΙΜΕΛΗΤΗΡΙΟ</w:t>
      </w:r>
      <w:r w:rsidRPr="003E4928">
        <w:rPr>
          <w:rFonts w:ascii="Candara" w:hAnsi="Candara" w:cstheme="minorHAnsi"/>
          <w:bCs/>
          <w:sz w:val="22"/>
          <w:szCs w:val="22"/>
        </w:rPr>
        <w:tab/>
        <w:t>(</w:t>
      </w:r>
      <w:hyperlink r:id="rId107" w:history="1">
        <w:r w:rsidRPr="003E4928">
          <w:rPr>
            <w:rStyle w:val="Hyperlink"/>
            <w:rFonts w:ascii="Candara" w:hAnsi="Candara" w:cstheme="minorHAnsi"/>
            <w:bCs/>
            <w:sz w:val="22"/>
            <w:szCs w:val="22"/>
          </w:rPr>
          <w:t>info@tsomokos.gr</w:t>
        </w:r>
      </w:hyperlink>
      <w:r w:rsidRPr="003E492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3E4928">
        <w:rPr>
          <w:rFonts w:ascii="Candara" w:hAnsi="Candara" w:cstheme="minorHAnsi"/>
          <w:bCs/>
          <w:sz w:val="22"/>
          <w:szCs w:val="22"/>
        </w:rPr>
        <w:t>ΕΛΛΗΝΟ – ΣΕΡΒΙΚΟ ΕΜΠΟΡΙΚΟ ΒΙΟΜΗΧΑΝΙΚΟ ΤΟΥΡΙΣΤΙΚΟ ΚΑΙ ΕΠΑΓΓΕΛΜΑΤΙΚΟ ΕΠΙΜΕΛΗΤΗΡΙΟ Β.     ΕΛΛΑΔΟΣ</w:t>
      </w:r>
      <w:r w:rsidRPr="003E4928">
        <w:rPr>
          <w:rFonts w:ascii="Candara" w:hAnsi="Candara" w:cstheme="minorHAnsi"/>
          <w:b/>
          <w:bCs/>
          <w:sz w:val="22"/>
          <w:szCs w:val="22"/>
        </w:rPr>
        <w:tab/>
      </w:r>
      <w:r w:rsidRPr="005D6BAA">
        <w:rPr>
          <w:rFonts w:ascii="Candara" w:hAnsi="Candara" w:cstheme="minorHAnsi"/>
          <w:bCs/>
          <w:sz w:val="22"/>
          <w:szCs w:val="22"/>
        </w:rPr>
        <w:t>(</w:t>
      </w:r>
      <w:hyperlink r:id="rId108" w:history="1">
        <w:r w:rsidRPr="00F35D08">
          <w:rPr>
            <w:rStyle w:val="Hyperlink"/>
            <w:rFonts w:ascii="Candara" w:hAnsi="Candara" w:cstheme="minorHAnsi"/>
            <w:bCs/>
            <w:sz w:val="22"/>
            <w:szCs w:val="22"/>
          </w:rPr>
          <w:t>info@greekserbian.com</w:t>
        </w:r>
      </w:hyperlink>
      <w:r w:rsidRPr="005D6BAA">
        <w:rPr>
          <w:rFonts w:ascii="Candara" w:hAnsi="Candara" w:cstheme="minorHAnsi"/>
          <w:bCs/>
          <w:sz w:val="22"/>
          <w:szCs w:val="22"/>
        </w:rPr>
        <w:t>)</w:t>
      </w:r>
      <w:r w:rsidRPr="005D6BAA">
        <w:rPr>
          <w:rFonts w:ascii="Candara" w:hAnsi="Candara" w:cstheme="minorHAnsi"/>
          <w:b/>
          <w:bCs/>
          <w:sz w:val="22"/>
          <w:szCs w:val="22"/>
        </w:rPr>
        <w:t xml:space="preserve">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</w:p>
    <w:p w:rsidR="00F84936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>
        <w:rPr>
          <w:rFonts w:ascii="Candara" w:hAnsi="Candara" w:cstheme="minorHAnsi"/>
          <w:b/>
          <w:bCs/>
          <w:sz w:val="22"/>
          <w:szCs w:val="22"/>
        </w:rPr>
        <w:t>ΕΠΙΧΕΙΡΗΜΑΤΙΚΑ ΣΥΜΒΟΥΛΙΑ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ΕΛΛΗΝΟ - ΣΕΡΒΙΚΗ ΕΜΠΟΡΙΚΗ &amp; ΒΙΟΜΗΧΑΝΙΚΗ ΕΝΩΣΗ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0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office.eseve@gmail.com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F15250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F15250">
        <w:rPr>
          <w:rFonts w:ascii="Candara" w:hAnsi="Candara" w:cstheme="minorHAnsi"/>
          <w:b/>
          <w:bCs/>
          <w:sz w:val="22"/>
          <w:szCs w:val="22"/>
        </w:rPr>
        <w:t>ΣΥΝΔΕΣΜΟΙ ΒΙΟΜΗΧΑΝΙΑΣ</w:t>
      </w:r>
      <w:r w:rsidRPr="00F15250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ΕΠΙΧΕΙΡΗΣΕΩΝ &amp; ΒΙΟΜΗΧΑΝΙΩΝ (ΣΕΒ)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info@sev.org.gr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F15250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11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ir@sev.org.gr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ΕΛΛΑΔΟΣ (ΣΒΕ)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info@sbe.org.gr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ΑΤΤΙΚΗΣ &amp; ΠΕΙΡΑΙΑ (ΣΒΑΠ)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svap@svap.gr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ΑΝΑΤΟΛΙΚΗΣ ΜΑΚΕΔΟΝΙΑΣ ΘΡΑΚΗΣ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(</w:t>
      </w:r>
      <w:hyperlink r:id="rId11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smarblemth@gmail.com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ΣΤΕΡΕΑΣ ΕΛΛΑΔΟΣ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sbste@yahoo.gr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 xml:space="preserve">ΣΥΝΔΕΣΜΟΣ ΒΙΟΜΗΧΑΝΙΩΝ ΘΕΣΣΑΛΙΑΣ &amp; ΚΕΝΤΡΙΚΗΣ ΕΛΛΑΔΟΣ 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info@sbtse.gr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;)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ΘΕΣΣΑΛΙΚΩΝ ΕΠΙΧΕΙΡΗΣΕΩΝ &amp; ΒΙΟΜΗΧΑΝΙΩΝ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info@sthev.gr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ΕΠΙΧΕΙΡΗΣΕΩΝ ΒΙΟΜΗΧΑΝΙΚΗΣ ΠΕΡΙΟΧΗΣ ΗΡΑΚΛΕΙΟΥ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kavalisj@otenet.gr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  <w:r w:rsidRPr="00F15250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 xml:space="preserve">ΣΥΝΔΕΣΜΟΣ ΒΙΟΜΗΧΑΝΙΩΝ ΚΙΛΚΙΣ 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1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divipek@otenet.gr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&amp; ΒΙΟΤΕΧΝΙΩΝ ΕΒΡΟΥ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(</w:t>
      </w:r>
      <w:hyperlink r:id="rId12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anaptaxd@otenet.gr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</w:t>
      </w:r>
      <w:r w:rsidRPr="00F15250">
        <w:rPr>
          <w:rFonts w:ascii="Candara" w:hAnsi="Candara" w:cstheme="minorHAnsi"/>
          <w:bCs/>
          <w:sz w:val="22"/>
          <w:szCs w:val="22"/>
        </w:rPr>
        <w:t xml:space="preserve"> </w:t>
      </w:r>
      <w:r>
        <w:rPr>
          <w:rFonts w:ascii="Candara" w:hAnsi="Candara" w:cstheme="minorHAnsi"/>
          <w:bCs/>
          <w:sz w:val="22"/>
          <w:szCs w:val="22"/>
        </w:rPr>
        <w:t xml:space="preserve"> 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ΠΕΛΟΠΟΝΝΗΣΟΥ &amp; ΔΥΤΙΚΗΣ ΕΛΛΑΔΟΣ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2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info@sevpde.gr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 </w:t>
      </w:r>
      <w:r w:rsidRPr="00F15250">
        <w:rPr>
          <w:rFonts w:ascii="Candara" w:hAnsi="Candara" w:cstheme="minorHAnsi"/>
          <w:bCs/>
          <w:sz w:val="22"/>
          <w:szCs w:val="22"/>
        </w:rPr>
        <w:t xml:space="preserve"> </w:t>
      </w:r>
      <w:r>
        <w:rPr>
          <w:rFonts w:ascii="Candara" w:hAnsi="Candara" w:cstheme="minorHAnsi"/>
          <w:bCs/>
          <w:sz w:val="22"/>
          <w:szCs w:val="22"/>
        </w:rPr>
        <w:t xml:space="preserve">  </w:t>
      </w:r>
    </w:p>
    <w:p w:rsidR="00F84936" w:rsidRPr="00F15250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t>ΣΥΝΔΕΣΜΟΣ ΒΙΟΜΗΧΑΝΙΩΝ &amp; ΒΙΟΤΕΧΝΙΩΝ ΝΟΜΟΥ ΡΟΔΟΠΗΣ</w:t>
      </w:r>
      <w:r>
        <w:rPr>
          <w:rFonts w:ascii="Candara" w:hAnsi="Candara" w:cstheme="minorHAnsi"/>
          <w:bCs/>
          <w:sz w:val="22"/>
          <w:szCs w:val="22"/>
        </w:rPr>
        <w:t xml:space="preserve"> (</w:t>
      </w:r>
      <w:hyperlink r:id="rId12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sbbnr@otenet.gr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F15250">
        <w:rPr>
          <w:rFonts w:ascii="Candara" w:hAnsi="Candara" w:cstheme="minorHAnsi"/>
          <w:bCs/>
          <w:sz w:val="22"/>
          <w:szCs w:val="22"/>
        </w:rPr>
        <w:lastRenderedPageBreak/>
        <w:t xml:space="preserve">ΕΛΛΗΝΙΚΗ ΠΑΡΑΓΩΓΗ </w:t>
      </w:r>
      <w:r w:rsidRPr="00F15250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2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hellenic.production@gmail.com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8343C7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8343C7">
        <w:rPr>
          <w:rFonts w:ascii="Candara" w:hAnsi="Candara" w:cstheme="minorHAnsi"/>
          <w:b/>
          <w:bCs/>
          <w:sz w:val="22"/>
          <w:szCs w:val="22"/>
        </w:rPr>
        <w:t xml:space="preserve">ΑΓΡΟΤΙΚΑ ΠΡΟΪΟΝΤΑ </w:t>
      </w:r>
      <w:r w:rsidRPr="008343C7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8343C7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>
        <w:rPr>
          <w:rFonts w:ascii="Candara" w:hAnsi="Candara" w:cstheme="minorHAnsi"/>
          <w:bCs/>
          <w:sz w:val="22"/>
          <w:szCs w:val="22"/>
        </w:rPr>
        <w:t>ΓΕΩΤΕΧΝΙΚΟ ΕΠΙΜΕΛΗΤΗΡΙΟ ΕΛΛΑΔΟ (</w:t>
      </w:r>
      <w:hyperlink r:id="rId12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info@geotee.gr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8343C7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8343C7">
        <w:rPr>
          <w:rFonts w:ascii="Candara" w:hAnsi="Candara" w:cstheme="minorHAnsi"/>
          <w:bCs/>
          <w:sz w:val="22"/>
          <w:szCs w:val="22"/>
        </w:rPr>
        <w:t>ΝΕΑ ΠΑΣΕΓΕΣ</w:t>
      </w:r>
      <w:r w:rsidRPr="008343C7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2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info@neapaseges.gr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    </w:t>
      </w:r>
    </w:p>
    <w:p w:rsidR="00F84936" w:rsidRPr="008343C7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8343C7">
        <w:rPr>
          <w:rFonts w:ascii="Candara" w:hAnsi="Candara" w:cstheme="minorHAnsi"/>
          <w:bCs/>
          <w:sz w:val="22"/>
          <w:szCs w:val="22"/>
        </w:rPr>
        <w:t>ΠΑΝΕΛΛΗΝΙΑ ΕΝΩΣΗ ΝΕΩΝ ΑΓΡΟΤΩΝ (ΠΕΝΑ ΘΕΣΣΑΛΟΝΙΚΗΣ)</w:t>
      </w:r>
      <w:r w:rsidRPr="008343C7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2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info@neoiagrotes.gr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1429EF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1429EF">
        <w:rPr>
          <w:rFonts w:ascii="Candara" w:hAnsi="Candara" w:cstheme="minorHAnsi"/>
          <w:b/>
          <w:bCs/>
          <w:sz w:val="22"/>
          <w:szCs w:val="22"/>
        </w:rPr>
        <w:t>ΦΑΡΜΑΚΑ-ΚΑΛΛΥΝΤΙΚΑ</w:t>
      </w:r>
      <w:r w:rsidRPr="001429EF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ΠΑΝΕΛΛΗΝΙΑ ΕΝΩΣΗ ΦΑΡΜΑΚΟΒΙΟΜΗΧΑΝΙΑΣ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2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pef@pef.gr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ΕΠΙΧΕΙΡΗΣΕΩΝ ΙΑΤΡΙΚΩΝ &amp; ΒΙΟΤΕΧΝΟΛΟΓΙΚΩΝ ΠΡΟΙΟΝΤΩΝ (ΣΕΙΒ)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2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info@seiv.gr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ΙΝΣΤΙΤΟΥΤΟ ΦΑΡΜΑΚΕΥΤΙΚΗΣ ΕΡΕΥΝΑΣ ΚΑΙ ΤΕΧΝΟΛΟΓΙΑΣ Α.Ε.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2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pantazisd@ifet.gr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1429EF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1429EF">
        <w:rPr>
          <w:rFonts w:ascii="Candara" w:hAnsi="Candara" w:cstheme="minorHAnsi"/>
          <w:b/>
          <w:bCs/>
          <w:sz w:val="22"/>
          <w:szCs w:val="22"/>
        </w:rPr>
        <w:t>ΧΗΜΙΚΑ</w:t>
      </w:r>
      <w:r w:rsidRPr="001429EF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ΕΛΛΗΝΙΚΩΝ ΧΗΜΙΚΩΝ ΒΙΟΜΗΧΑΝΙΩΝ (ΣΕΧΒ)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3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haci@otenet.gr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ΒΙΟΜΗΧΑΝΙΩΝ ΠΛΑΣΤΙΚΩΝ ΕΛΛΑΔΟΣ</w:t>
      </w:r>
      <w:r w:rsidRPr="001429EF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3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info@ahpi.gr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ΠΑΝΕΛΛΗΝΙΑ ΕΝΩΣΗ ΒΙΟΜΗΧΑΝΙΩΝ ΧΡΩΜΑΤΩΝ</w:t>
      </w:r>
      <w:r>
        <w:rPr>
          <w:rFonts w:ascii="Candara" w:hAnsi="Candara" w:cstheme="minorHAnsi"/>
          <w:bCs/>
          <w:sz w:val="22"/>
          <w:szCs w:val="22"/>
        </w:rPr>
        <w:t xml:space="preserve"> ΒΕΡΝΙΚΙΩΝ ΚΑΙ ΜΕΛΑΝΩΝ (ΠΕΒΧΒΜ)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3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grpaints@otenet.gr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ΕΠΙΧΕΙΡΗΣΕΩΝ ΒΙΟΜΗΧΑΝΙΚΩΝ &amp; Ι</w:t>
      </w:r>
      <w:r>
        <w:rPr>
          <w:rFonts w:ascii="Candara" w:hAnsi="Candara" w:cstheme="minorHAnsi"/>
          <w:bCs/>
          <w:sz w:val="22"/>
          <w:szCs w:val="22"/>
        </w:rPr>
        <w:t>ΑΤΡΙΚΩΝ ΑΕΡΙΩΝ ΕΛΛΑΔΑΣ (ΣΕΒΙΑΕ)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3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luger@otenet.gr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ΠΑΝΕΛΛΗΝΙΟΣ ΣΥΝΔΕΣΜΟΣ ΠΑΡΑΓΩΓΩΝ ΔΙΟΓΚΩΜΕΝΗΣ ΠΟΛΥΣΤΕΡΙΝΗΣ (</w:t>
      </w:r>
      <w:r w:rsidRPr="001429EF">
        <w:rPr>
          <w:rFonts w:ascii="Candara" w:hAnsi="Candara" w:cstheme="minorHAnsi"/>
          <w:bCs/>
          <w:sz w:val="22"/>
          <w:szCs w:val="22"/>
        </w:rPr>
        <w:tab/>
      </w:r>
      <w:hyperlink r:id="rId13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info@epshellas.com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 xml:space="preserve">ΣΥΝΔΕΣΜΟΙ ΑΕΡΟΖΟΛ ΕΛΛΑΔΟΣ (ΣΑΕ) 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3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haaent@otenet.gr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ΠΑΡΑΓΩΓΩΝ &amp; ΕΜΠΟΡΩΝ ΛΙΠΑΣΜΑΤΩΝ (ΣΠΕΛ)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3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info@spel.gr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ΒΙΟΜΗΧΑΝΙΩΝ ΠΑΡΑΓΩΓΗΣ ΥΛΙΚΩΝ ΚΑΙ ΣΥΣΚΕΥΑΣΙΑΣ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r w:rsidRPr="001429EF">
        <w:rPr>
          <w:rFonts w:ascii="Candara" w:hAnsi="Candara" w:cstheme="minorHAnsi"/>
          <w:bCs/>
          <w:sz w:val="22"/>
          <w:szCs w:val="22"/>
        </w:rPr>
        <w:tab/>
      </w:r>
      <w:hyperlink r:id="rId13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info@pac.gr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1429EF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1429EF">
        <w:rPr>
          <w:rFonts w:ascii="Candara" w:hAnsi="Candara" w:cstheme="minorHAnsi"/>
          <w:b/>
          <w:bCs/>
          <w:sz w:val="22"/>
          <w:szCs w:val="22"/>
        </w:rPr>
        <w:t>ΕΝΕΡΓΕΙΑ</w:t>
      </w:r>
      <w:r w:rsidRPr="001429EF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ΕΤΑΙΡΕΙΩΝ ΕΜΠΟΡΙΑΣ ΠΕΤΡΕΛΑΙΟΕΙΔΩΝ ΕΛΛΑΔΑΣ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3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seepe@seepe.gr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 xml:space="preserve">ΣΥΝΔΕΣΜΟΣ ΕΠΙΧΕΙΡΗΣΕΩΝ ΗΛΕΚΤΡΙΣΜΟΥ ΕΛΛΑΔΟΣ (ΣΕΗΕ-HELAS) 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3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gandriotis@dei.com.gr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ΕΛΛΗΝΙΚΟΣ ΣΥΝΔΕΣΜΟΣ ΑΝΕΞΑΡΤΗΤΩΝ ΕΤΑΙΡΕ</w:t>
      </w:r>
      <w:r>
        <w:rPr>
          <w:rFonts w:ascii="Candara" w:hAnsi="Candara" w:cstheme="minorHAnsi"/>
          <w:bCs/>
          <w:sz w:val="22"/>
          <w:szCs w:val="22"/>
        </w:rPr>
        <w:t xml:space="preserve">ΙΩΝ ΗΛΕΚΤΡΙΚΗΣ ΕΝΕΡΓΕΙΑΣ (ΕΣΑΗ)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4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info@haipp.gr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4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m.andreadi@haipp.gr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ΕΝΩΣΗ ΕΛΛΗΝΙΚΩΝ ΕΠΙΧΕΙΡΗΣΕΩΝ ΘΕΡΜΑΝΣΗΣ ΚΑΙ ΕΝΕΡΓΕΙΑΣ</w:t>
      </w:r>
      <w:r w:rsidRPr="001429EF">
        <w:rPr>
          <w:rFonts w:ascii="Candara" w:hAnsi="Candara" w:cstheme="minorHAnsi"/>
          <w:bCs/>
          <w:sz w:val="22"/>
          <w:szCs w:val="22"/>
        </w:rPr>
        <w:tab/>
        <w:t xml:space="preserve">( </w:t>
      </w:r>
      <w:hyperlink r:id="rId14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info@uhhe.gr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1429EF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1429EF">
        <w:rPr>
          <w:rFonts w:ascii="Candara" w:hAnsi="Candara" w:cstheme="minorHAnsi"/>
          <w:b/>
          <w:bCs/>
          <w:sz w:val="22"/>
          <w:szCs w:val="22"/>
        </w:rPr>
        <w:t>ΑΝΑΝΕΩΣΙΜΕΣ ΠΗΓΕΣ ΕΝΕΡΓΕΙΑΣ &amp; ΠΕΡΙΒΑΛΛΟΝ</w:t>
      </w:r>
      <w:r w:rsidRPr="001429EF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ΚΕΝΤΡΟ ΑΝΑΝΕΩΣΙΜΩΝ ΠΗΓΩΝ ΕΝΕΡ</w:t>
      </w:r>
      <w:r>
        <w:rPr>
          <w:rFonts w:ascii="Candara" w:hAnsi="Candara" w:cstheme="minorHAnsi"/>
          <w:bCs/>
          <w:sz w:val="22"/>
          <w:szCs w:val="22"/>
        </w:rPr>
        <w:t>ΓΕΙΑΣ (ΚΑΠΕ-CRES)</w:t>
      </w:r>
      <w:r>
        <w:rPr>
          <w:rFonts w:ascii="Candara" w:hAnsi="Candara" w:cstheme="minorHAnsi"/>
          <w:bCs/>
          <w:sz w:val="22"/>
          <w:szCs w:val="22"/>
        </w:rPr>
        <w:tab/>
        <w:t>(</w:t>
      </w:r>
      <w:hyperlink r:id="rId14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cres@cres.gr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ΕΝΩΣΗ ΒΙΟΜΗΧΑΝΙΩΝ ΗΛΙΑΚΗΣ ΕΝΕΡΓΕΙΑΣ (ΕΒΗΕ)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4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info@ebhe.gr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ΕΤΑΙΡΙΩΝ ΦΩΤΟΒΟΛΤΑΪΚΩΝ (ΣΕΦ)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4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info@helapco.gr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                                 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ΣΥΝΔΕΣΜΟΣ ΠΑΡΑΓΩΓΩΝ ΕΝΕΡΓΕΙΑΣ ΜΕ ΦΩΤΟΒΟΛΤΑΪΚΑ (ΣΠΕΦ)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4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info@spef.gr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hyperlink r:id="rId14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grammateiaspef@gmail.com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ΕΛΛΗΝΙΚΟΣ ΣΥΝΔΕΣΜΟΣ ΗΛΕΚΤΡΟΠΑΡΑΓΩΓΩΝ ΑΠΟ ΑΠΕ (ΕΣΗΑΠΕ)</w:t>
      </w:r>
      <w:r w:rsidRPr="001429EF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4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info@hellasres.gr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4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hellasres@hellasres.gr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 xml:space="preserve">ΠΑΝΕΛΛΗΝΙΟΣ ΣΥΝΔΕΣΜΟΣ ΕΠΕΝΔΥΤΩΝ ΦΩΤΟΒΟΛΤΑΪΚΩΝ (ΠΑΣΥΦ) 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5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info@pasyf.gr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ΕΛΛΗΝΙΚΟΣ ΣΥΝΔΕΣΜΟΣ ΣΥΜΠΑΡΑΓΩΓΗΣ Η</w:t>
      </w:r>
      <w:r>
        <w:rPr>
          <w:rFonts w:ascii="Candara" w:hAnsi="Candara" w:cstheme="minorHAnsi"/>
          <w:bCs/>
          <w:sz w:val="22"/>
          <w:szCs w:val="22"/>
        </w:rPr>
        <w:t xml:space="preserve">ΛΕΚΤΡΙΣΜΟΥ &amp; ΘΕΡΜΟΤΗΤΑΣ (ΕΣΣΗΘ)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5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hacchp@gmail.com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ΕΛΛΗΝΙΚΗ ΕΠΙΣΤΗΜΟΝΙΚΗ ΕΝΩΣΗ</w:t>
      </w:r>
      <w:r>
        <w:rPr>
          <w:rFonts w:ascii="Candara" w:hAnsi="Candara" w:cstheme="minorHAnsi"/>
          <w:bCs/>
          <w:sz w:val="22"/>
          <w:szCs w:val="22"/>
        </w:rPr>
        <w:t xml:space="preserve"> ΑΙΟΛΙΚΗΣ ΕΝΕΡΓΕΙΑΣ  (ΕΛΕΤΑΕΝ)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5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info@eletaen.gr,secretariat@eletaen.gr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ΕΛΛΗΝΙΚΟΣ ΣΥΝΔΕΣΜΟΣ ΜΙΚΡ</w:t>
      </w:r>
      <w:r>
        <w:rPr>
          <w:rFonts w:ascii="Candara" w:hAnsi="Candara" w:cstheme="minorHAnsi"/>
          <w:bCs/>
          <w:sz w:val="22"/>
          <w:szCs w:val="22"/>
        </w:rPr>
        <w:t xml:space="preserve">ΩΝ ΥΔΡΟΗΛΕΚΤΡΙΚΩΝ ΕΡΓΩΝ (ΕΣΜΥΕ)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5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grammateia@microhydropower.gr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ΕΛΛΗΝΙΚΗ ΕΤΑΙΡΕΙΑ ΒΙΟΜΑΖΑΣ (ΕΛΛΕΒΙΟΜ)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5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info@hellabiom.gr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ΙΝΣΤΙΤΟΥΤΟ ΕΝΕΡΓΕΙΑΣ ΝΟΤΙΟΑΝΑΤΟΛΙΚΗΣ ΕΥΡΩΠΗΣ (ΙΕΝΕ)</w:t>
      </w:r>
      <w:r w:rsidRPr="001429EF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 )  (</w:t>
      </w:r>
      <w:hyperlink r:id="rId15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secretariat@iene.gr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  <w:r w:rsidRPr="001429EF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ΠΑΝΕΛΛΗΝΙΟΣ ΣΥΝΔΕΣΜΟΣ ΕΠΙΧΕΙΡΗΣΕΩΝ ΠΡΟ</w:t>
      </w:r>
      <w:r>
        <w:rPr>
          <w:rFonts w:ascii="Candara" w:hAnsi="Candara" w:cstheme="minorHAnsi"/>
          <w:bCs/>
          <w:sz w:val="22"/>
          <w:szCs w:val="22"/>
        </w:rPr>
        <w:t>ΣΤΑΣΙΑΣ ΠΕΡΙΒΑΛΛΟΝΤΟΣ (ΠΑΣΕΠΠΕ) (</w:t>
      </w:r>
      <w:hyperlink r:id="rId15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info@paseppe.gr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ΕΠΙΜΕΛΗΤΗΡΙΟ ΠΕΡΙΒΑΛΛΟΝΤΟΣ &amp; ΒΙΩΣΙΜΟΤΗΤΟΣ</w:t>
      </w:r>
      <w:r>
        <w:rPr>
          <w:rFonts w:ascii="Candara" w:hAnsi="Candara" w:cstheme="minorHAnsi"/>
          <w:bCs/>
          <w:sz w:val="22"/>
          <w:szCs w:val="22"/>
        </w:rPr>
        <w:t xml:space="preserve"> (</w:t>
      </w:r>
      <w:r>
        <w:rPr>
          <w:rFonts w:ascii="Candara" w:hAnsi="Candara" w:cstheme="minorHAnsi"/>
          <w:bCs/>
          <w:sz w:val="22"/>
          <w:szCs w:val="22"/>
        </w:rPr>
        <w:tab/>
      </w:r>
      <w:hyperlink r:id="rId15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info@environ-sustain.gr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ΕΛΛΗΝΙΚΟΣ ΣΥΝΔΕΣ</w:t>
      </w:r>
      <w:r>
        <w:rPr>
          <w:rFonts w:ascii="Candara" w:hAnsi="Candara" w:cstheme="minorHAnsi"/>
          <w:bCs/>
          <w:sz w:val="22"/>
          <w:szCs w:val="22"/>
        </w:rPr>
        <w:t xml:space="preserve">ΜΟΣ ΦΥΤΟΠΡΟΣΤΑΣΙΑΣ (ΕΣΥΦ)   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5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info@esyf.gr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t>ΕΛΛΛΗΝΙΚΗ ΕΤΑΙΡΕΙΑ ΔΙΑΧΕΙΡΙΣΗΣ ΣΤΕΡΕΩΝ ΑΠΟΒΛΗΤΩΝ (ΕΕΔΣΑ)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5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info@eedsa.gr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1429EF">
        <w:rPr>
          <w:rFonts w:ascii="Candara" w:hAnsi="Candara" w:cstheme="minorHAnsi"/>
          <w:bCs/>
          <w:sz w:val="22"/>
          <w:szCs w:val="22"/>
        </w:rPr>
        <w:lastRenderedPageBreak/>
        <w:t>ΣΥΝΔΕΣΜΟΣ ΒΙΟΜΗΧΑΝΙΩΝ ΚΑΙ ΕΠΙΧΕΙΡΗΣΕΩΝ ΑΝΑΚΥΚΛΩΣΗΣ ΚΑΙ ΕΝΕΡΓΕΙΑΚΗΣ ΑΞΙΟΠΟΙΗΣΗΣ ΑΠΟΒΛΗΤΩΝ</w:t>
      </w:r>
      <w:r w:rsidRPr="001429EF">
        <w:rPr>
          <w:rFonts w:ascii="Candara" w:hAnsi="Candara" w:cstheme="minorHAnsi"/>
          <w:bCs/>
          <w:sz w:val="22"/>
          <w:szCs w:val="22"/>
        </w:rPr>
        <w:tab/>
        <w:t>(</w:t>
      </w:r>
      <w:hyperlink r:id="rId16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info@sepan.gr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 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282074">
        <w:rPr>
          <w:rFonts w:ascii="Candara" w:hAnsi="Candara" w:cstheme="minorHAnsi"/>
          <w:b/>
          <w:bCs/>
          <w:sz w:val="22"/>
          <w:szCs w:val="22"/>
        </w:rPr>
        <w:t>ΑΜΥΝΤΙΚΗ ΒΙΟΜΗΧΑΝΙΑ</w:t>
      </w:r>
    </w:p>
    <w:p w:rsidR="00F84936" w:rsidRPr="0028207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82074">
        <w:rPr>
          <w:rFonts w:ascii="Candara" w:hAnsi="Candara" w:cstheme="minorHAnsi"/>
          <w:bCs/>
          <w:sz w:val="22"/>
          <w:szCs w:val="22"/>
        </w:rPr>
        <w:t>EΛΛΗΝΙΚΗ ΑΕΡΟΠΟΡΙΚΗ ΒΙΟΜΗΧΑΝΙΑ Α.Ε. (ΕΑΒ)</w:t>
      </w:r>
      <w:r w:rsidRPr="0028207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61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contact@haicorp.com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8207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82074">
        <w:rPr>
          <w:rFonts w:ascii="Candara" w:hAnsi="Candara" w:cstheme="minorHAnsi"/>
          <w:bCs/>
          <w:sz w:val="22"/>
          <w:szCs w:val="22"/>
        </w:rPr>
        <w:t>ΕΛΛΗΝΙΚΑ ΑΜΥΝΤΙΚΑ ΣΥΣΤΗΜΑΤΑ Α.Β.Ε.Ε.</w:t>
      </w:r>
      <w:r w:rsidRPr="0028207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r w:rsidRPr="00282074">
        <w:rPr>
          <w:rFonts w:ascii="Candara" w:hAnsi="Candara" w:cstheme="minorHAnsi"/>
          <w:bCs/>
          <w:sz w:val="22"/>
          <w:szCs w:val="22"/>
        </w:rPr>
        <w:t xml:space="preserve"> </w:t>
      </w:r>
      <w:hyperlink r:id="rId162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info@eas.gr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8207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82074">
        <w:rPr>
          <w:rFonts w:ascii="Candara" w:hAnsi="Candara" w:cstheme="minorHAnsi"/>
          <w:bCs/>
          <w:sz w:val="22"/>
          <w:szCs w:val="22"/>
        </w:rPr>
        <w:t xml:space="preserve">ΕΝΩΣΗ ΕΛΛΗΝΙΚΩΝ ΕΤΑΙΡΕΙΩΝ ΑΕΡΟΔΙΑΣΤΗΜΙΚΗΣ AΣΦΑΛΕΙΑΣ&amp; ΑΜΥΝΑΣ (ΕΕΛΕΑΑ) - </w:t>
      </w:r>
      <w:proofErr w:type="spellStart"/>
      <w:r w:rsidRPr="00282074">
        <w:rPr>
          <w:rFonts w:ascii="Candara" w:hAnsi="Candara" w:cstheme="minorHAnsi"/>
          <w:bCs/>
          <w:sz w:val="22"/>
          <w:szCs w:val="22"/>
        </w:rPr>
        <w:t>Hellenic</w:t>
      </w:r>
      <w:proofErr w:type="spellEnd"/>
      <w:r w:rsidRPr="00282074"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 w:rsidRPr="00282074">
        <w:rPr>
          <w:rFonts w:ascii="Candara" w:hAnsi="Candara" w:cstheme="minorHAnsi"/>
          <w:bCs/>
          <w:sz w:val="22"/>
          <w:szCs w:val="22"/>
        </w:rPr>
        <w:t>Aerospace</w:t>
      </w:r>
      <w:proofErr w:type="spellEnd"/>
      <w:r w:rsidRPr="00282074"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 w:rsidRPr="00282074">
        <w:rPr>
          <w:rFonts w:ascii="Candara" w:hAnsi="Candara" w:cstheme="minorHAnsi"/>
          <w:bCs/>
          <w:sz w:val="22"/>
          <w:szCs w:val="22"/>
        </w:rPr>
        <w:t>and</w:t>
      </w:r>
      <w:proofErr w:type="spellEnd"/>
      <w:r w:rsidRPr="00282074"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 w:rsidRPr="00282074">
        <w:rPr>
          <w:rFonts w:ascii="Candara" w:hAnsi="Candara" w:cstheme="minorHAnsi"/>
          <w:bCs/>
          <w:sz w:val="22"/>
          <w:szCs w:val="22"/>
        </w:rPr>
        <w:t>De</w:t>
      </w:r>
      <w:r>
        <w:rPr>
          <w:rFonts w:ascii="Candara" w:hAnsi="Candara" w:cstheme="minorHAnsi"/>
          <w:bCs/>
          <w:sz w:val="22"/>
          <w:szCs w:val="22"/>
        </w:rPr>
        <w:t>fense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>
        <w:rPr>
          <w:rFonts w:ascii="Candara" w:hAnsi="Candara" w:cstheme="minorHAnsi"/>
          <w:bCs/>
          <w:sz w:val="22"/>
          <w:szCs w:val="22"/>
        </w:rPr>
        <w:t>Industries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>
        <w:rPr>
          <w:rFonts w:ascii="Candara" w:hAnsi="Candara" w:cstheme="minorHAnsi"/>
          <w:bCs/>
          <w:sz w:val="22"/>
          <w:szCs w:val="22"/>
        </w:rPr>
        <w:t>Group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(HASDIG) (</w:t>
      </w:r>
      <w:hyperlink r:id="rId163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info@hasdig.com.gr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282074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64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v.stathopoulos@terraspatium.gr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;) </w:t>
      </w:r>
    </w:p>
    <w:p w:rsidR="00F84936" w:rsidRPr="0028207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82074">
        <w:rPr>
          <w:rFonts w:ascii="Candara" w:hAnsi="Candara" w:cstheme="minorHAnsi"/>
          <w:bCs/>
          <w:sz w:val="22"/>
          <w:szCs w:val="22"/>
        </w:rPr>
        <w:t>ΣΥΝΔΕΣΜΟΣ ΕΛΛΗΝΩΝ ΚΑΤΑΣΚΕΥΑΣΤΩΝ ΑΜΥΝΤΙΚΟΥ ΥΛΙΚΟΥ (ΣΕΚΠΥ)</w:t>
      </w:r>
      <w:r w:rsidRPr="0028207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165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sekpy@sekpy.gr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1429EF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/>
          <w:bCs/>
          <w:sz w:val="22"/>
          <w:szCs w:val="22"/>
        </w:rPr>
        <w:t>ΕΡΕΥΝΑ</w:t>
      </w:r>
      <w:r w:rsidRPr="002414F8">
        <w:rPr>
          <w:rFonts w:ascii="Candara" w:hAnsi="Candara" w:cstheme="minorHAnsi"/>
          <w:bCs/>
          <w:sz w:val="22"/>
          <w:szCs w:val="22"/>
        </w:rPr>
        <w:tab/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>ΕΘΝΙΚΟ ΙΔΡΥΜΑ ΕΡΕΥΝΩΝ (ΕΙΕ)</w:t>
      </w:r>
      <w:r w:rsidRPr="002414F8">
        <w:rPr>
          <w:rFonts w:ascii="Candara" w:hAnsi="Candara" w:cstheme="minorHAnsi"/>
          <w:bCs/>
          <w:sz w:val="22"/>
          <w:szCs w:val="22"/>
        </w:rPr>
        <w:tab/>
        <w:t>(</w:t>
      </w:r>
      <w:hyperlink r:id="rId166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eie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eie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 xml:space="preserve">ΕΘΝΙΚΟ ΚΕΝΤΡΟ ΕΡΕΥΝΑΣ ΦΥΣΙΚΩΝ </w:t>
      </w:r>
      <w:r>
        <w:rPr>
          <w:rFonts w:ascii="Candara" w:hAnsi="Candara" w:cstheme="minorHAnsi"/>
          <w:bCs/>
          <w:sz w:val="22"/>
          <w:szCs w:val="22"/>
        </w:rPr>
        <w:t xml:space="preserve">ΕΠΙΣΤΗΜΩΝ (ΕΚΕΦΕ) «ΔΗΜΟΚΡΙΤΟΣ» </w:t>
      </w:r>
      <w:r w:rsidRPr="002414F8">
        <w:rPr>
          <w:rFonts w:ascii="Candara" w:hAnsi="Candara" w:cstheme="minorHAnsi"/>
          <w:bCs/>
          <w:sz w:val="22"/>
          <w:szCs w:val="22"/>
        </w:rPr>
        <w:t>(</w:t>
      </w:r>
      <w:hyperlink r:id="rId167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communications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central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demokritos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 , </w:t>
      </w:r>
      <w:hyperlink r:id="rId168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president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central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demokritos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>ΕΘΝΙΚΟ ΚΕΝΤΡΟ ΕΡΕΥΝΑΣ &amp; ΤΕΧΝΟΛΟΓΙΚΗΣ ΑΝΑΠΤΥΞΗΣ (ΕΚΕΤΑ)</w:t>
      </w:r>
      <w:r w:rsidRPr="002414F8">
        <w:rPr>
          <w:rFonts w:ascii="Candara" w:hAnsi="Candara" w:cstheme="minorHAnsi"/>
          <w:bCs/>
          <w:sz w:val="22"/>
          <w:szCs w:val="22"/>
        </w:rPr>
        <w:tab/>
        <w:t>(</w:t>
      </w:r>
      <w:hyperlink r:id="rId169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certh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certh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>ΙΔΡΥΜΑ ΤΕΧΝΟΛΟΓΙΑΣ ΚΑΙ ΕΡΕΥΝΑΣ (ΙΤΕ) σ</w:t>
      </w:r>
      <w:r>
        <w:rPr>
          <w:rFonts w:ascii="Candara" w:hAnsi="Candara" w:cstheme="minorHAnsi"/>
          <w:bCs/>
          <w:sz w:val="22"/>
          <w:szCs w:val="22"/>
        </w:rPr>
        <w:t>ε ΚΡΗΤΗ, ΑΘΗΝΑ, ΠΑΤΡΑ, ΙΩΑΝΝΙΝΑ</w:t>
      </w:r>
      <w:r w:rsidRPr="002414F8">
        <w:rPr>
          <w:rFonts w:ascii="Candara" w:hAnsi="Candara" w:cstheme="minorHAnsi"/>
          <w:bCs/>
          <w:sz w:val="22"/>
          <w:szCs w:val="22"/>
        </w:rPr>
        <w:t xml:space="preserve"> (</w:t>
      </w:r>
      <w:r w:rsidRPr="002414F8">
        <w:rPr>
          <w:rFonts w:ascii="Candara" w:hAnsi="Candara" w:cstheme="minorHAnsi"/>
          <w:bCs/>
          <w:sz w:val="22"/>
          <w:szCs w:val="22"/>
          <w:lang w:val="en-US"/>
        </w:rPr>
        <w:t>central</w:t>
      </w:r>
      <w:r w:rsidRPr="002414F8">
        <w:rPr>
          <w:rFonts w:ascii="Candara" w:hAnsi="Candara" w:cstheme="minorHAnsi"/>
          <w:bCs/>
          <w:sz w:val="22"/>
          <w:szCs w:val="22"/>
        </w:rPr>
        <w:t>@</w:t>
      </w:r>
      <w:r w:rsidRPr="002414F8">
        <w:rPr>
          <w:rFonts w:ascii="Candara" w:hAnsi="Candara" w:cstheme="minorHAnsi"/>
          <w:bCs/>
          <w:sz w:val="22"/>
          <w:szCs w:val="22"/>
          <w:lang w:val="en-US"/>
        </w:rPr>
        <w:t>admin</w:t>
      </w:r>
      <w:r w:rsidRPr="002414F8">
        <w:rPr>
          <w:rFonts w:ascii="Candara" w:hAnsi="Candara" w:cstheme="minorHAnsi"/>
          <w:bCs/>
          <w:sz w:val="22"/>
          <w:szCs w:val="22"/>
        </w:rPr>
        <w:t>.</w:t>
      </w:r>
      <w:r w:rsidRPr="002414F8">
        <w:rPr>
          <w:rFonts w:ascii="Candara" w:hAnsi="Candara" w:cstheme="minorHAnsi"/>
          <w:bCs/>
          <w:sz w:val="22"/>
          <w:szCs w:val="22"/>
          <w:lang w:val="en-US"/>
        </w:rPr>
        <w:t>forth</w:t>
      </w:r>
      <w:r w:rsidRPr="002414F8">
        <w:rPr>
          <w:rFonts w:ascii="Candara" w:hAnsi="Candara" w:cstheme="minorHAnsi"/>
          <w:bCs/>
          <w:sz w:val="22"/>
          <w:szCs w:val="22"/>
        </w:rPr>
        <w:t>.</w:t>
      </w:r>
      <w:proofErr w:type="spellStart"/>
      <w:r w:rsidRPr="002414F8">
        <w:rPr>
          <w:rFonts w:ascii="Candara" w:hAnsi="Candara" w:cstheme="minorHAnsi"/>
          <w:bCs/>
          <w:sz w:val="22"/>
          <w:szCs w:val="22"/>
          <w:lang w:val="en-US"/>
        </w:rPr>
        <w:t>gr</w:t>
      </w:r>
      <w:proofErr w:type="spellEnd"/>
      <w:r w:rsidRPr="002414F8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70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karamanis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help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forward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 xml:space="preserve">ΔΙΚΤΥΟ ΠΡΑΞΗ μεταφορά τεχνολογίας και υποστήριξη καινοτομίας στην </w:t>
      </w:r>
      <w:r>
        <w:rPr>
          <w:rFonts w:ascii="Candara" w:hAnsi="Candara" w:cstheme="minorHAnsi"/>
          <w:bCs/>
          <w:sz w:val="22"/>
          <w:szCs w:val="22"/>
        </w:rPr>
        <w:t>πράξη, ΙΤΕ&amp;ΣΕΒ</w:t>
      </w:r>
      <w:r w:rsidRPr="002414F8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171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praxi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praxinetwork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>ΕΠΙΣΤΗΜΟΝΙΚΟ &amp; ΤΕΧΝΟΛΟΓΙΚΟ ΠΑΡΚΟ ΚΡΗΤΗΣ (ΕΤΕΠ-Κ)</w:t>
      </w:r>
      <w:r w:rsidRPr="002414F8">
        <w:rPr>
          <w:rFonts w:ascii="Candara" w:hAnsi="Candara" w:cstheme="minorHAnsi"/>
          <w:bCs/>
          <w:sz w:val="22"/>
          <w:szCs w:val="22"/>
        </w:rPr>
        <w:tab/>
        <w:t>(</w:t>
      </w:r>
      <w:hyperlink r:id="rId172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inquiries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stepc</w:t>
        </w:r>
        <w:proofErr w:type="spellEnd"/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>ΕΡΕΥΝΗΤΙΚΟ ΚΕΝΤΡΟ ΑΘΗΝΑ ΕΡΕΥΝΑ &amp; ΚΑΙ</w:t>
      </w:r>
      <w:r>
        <w:rPr>
          <w:rFonts w:ascii="Candara" w:hAnsi="Candara" w:cstheme="minorHAnsi"/>
          <w:bCs/>
          <w:sz w:val="22"/>
          <w:szCs w:val="22"/>
        </w:rPr>
        <w:t>ΝΟΤΟΜΙΑ ΤΕΧΝΟΛΟΓΙΕΣ ΠΛΗΡΟΦΟΡΙΑΣ</w:t>
      </w:r>
      <w:r w:rsidRPr="002414F8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173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athena</w:t>
        </w:r>
        <w:proofErr w:type="spellEnd"/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-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innovation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 xml:space="preserve">ΑΝΩΝΥΜΗ ΕΤΑΙΡΕΙΑ ΒΙΟΜΗΧΑΝΙΚΗΣ ΕΡΕΥΝΑΣ ΤΕΧΝΟΛΟΓΙΚΗΣ ΑΝΑΠΤΥΞΗΣ &amp; ΕΡΓΑΣΤΗΡΙΑΚΩΝ ΔΟΚΙΜΩΝ ΠΙΣΤΟΠΟΙΗΣΗΣ &amp;ΠΟΙΟΤΗΤΑΣ Α.Ε. </w:t>
      </w:r>
      <w:r w:rsidRPr="002414F8">
        <w:rPr>
          <w:rFonts w:ascii="Candara" w:hAnsi="Candara" w:cstheme="minorHAnsi"/>
          <w:bCs/>
          <w:sz w:val="22"/>
          <w:szCs w:val="22"/>
        </w:rPr>
        <w:tab/>
        <w:t>(</w:t>
      </w:r>
      <w:hyperlink r:id="rId174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volos</w:t>
        </w:r>
        <w:r w:rsidRPr="002414F8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office</w:t>
        </w:r>
        <w:r w:rsidRPr="002414F8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mirtec</w:t>
        </w:r>
        <w:r w:rsidRPr="002414F8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  </w:t>
      </w:r>
      <w:hyperlink r:id="rId175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athens</w:t>
        </w:r>
        <w:r w:rsidRPr="002414F8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office</w:t>
        </w:r>
        <w:r w:rsidRPr="002414F8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mirtec</w:t>
        </w:r>
        <w:r w:rsidRPr="002414F8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 )</w:t>
      </w:r>
    </w:p>
    <w:p w:rsidR="00F84936" w:rsidRPr="002414F8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414F8">
        <w:rPr>
          <w:rFonts w:ascii="Candara" w:hAnsi="Candara" w:cstheme="minorHAnsi"/>
          <w:bCs/>
          <w:sz w:val="22"/>
          <w:szCs w:val="22"/>
        </w:rPr>
        <w:t>ΤΕ</w:t>
      </w:r>
      <w:r w:rsidRPr="002414F8">
        <w:rPr>
          <w:rFonts w:ascii="Candara" w:hAnsi="Candara" w:cstheme="minorHAnsi"/>
          <w:bCs/>
          <w:sz w:val="22"/>
          <w:szCs w:val="22"/>
          <w:lang w:val="en-US"/>
        </w:rPr>
        <w:t>XNO</w:t>
      </w:r>
      <w:r w:rsidRPr="002414F8">
        <w:rPr>
          <w:rFonts w:ascii="Candara" w:hAnsi="Candara" w:cstheme="minorHAnsi"/>
          <w:bCs/>
          <w:sz w:val="22"/>
          <w:szCs w:val="22"/>
        </w:rPr>
        <w:t>ΛΟΓΙΚΟ ΠΑΡΚΟ ΛΕΥΚΙΠΠΟΣ Ε.Κ.Ε.Φ.Ε. ΔΗΜΟΚΡΙΤΟΣ</w:t>
      </w:r>
      <w:r w:rsidRPr="002414F8">
        <w:rPr>
          <w:rFonts w:ascii="Candara" w:hAnsi="Candara" w:cstheme="minorHAnsi"/>
          <w:bCs/>
          <w:sz w:val="22"/>
          <w:szCs w:val="22"/>
        </w:rPr>
        <w:tab/>
        <w:t>(</w:t>
      </w:r>
      <w:hyperlink r:id="rId176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smagki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central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demokritos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  , </w:t>
      </w:r>
      <w:hyperlink r:id="rId177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paraskev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admin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demokritos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</w:hyperlink>
      <w:r w:rsidRPr="002414F8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B4B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7A0CFD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7A0CFD">
        <w:rPr>
          <w:rFonts w:ascii="Candara" w:hAnsi="Candara" w:cstheme="minorHAnsi"/>
          <w:b/>
          <w:bCs/>
          <w:sz w:val="22"/>
          <w:szCs w:val="22"/>
        </w:rPr>
        <w:t>ΠΛΗΡΟΦΟΡΙΚΗ-ΥΨΗΛΗ ΤΕΧΝΟΛΟΓΙΑ</w:t>
      </w:r>
      <w:r w:rsidRPr="007A0CFD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>ΣΥΝΔΕΣΜΟΣ ΕΠΙΧΕΙΡΗΣΕΩΝ ΠΛΗΡΟΦΟΡΙΚΗΣ &amp; ΕΠΙΚΟΙΝΩΝΙΩΝ ΕΛΛΑΔΟΣ (ΣΕΠΕ)</w:t>
      </w:r>
      <w:r w:rsidRPr="007A0CFD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7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info@sepe.gr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  <w:r w:rsidRPr="007A0CFD">
        <w:rPr>
          <w:rFonts w:ascii="Candara" w:hAnsi="Candara" w:cstheme="minorHAnsi"/>
          <w:bCs/>
          <w:sz w:val="22"/>
          <w:szCs w:val="22"/>
        </w:rPr>
        <w:t xml:space="preserve">  </w:t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>ΣΥΝΔΕΣΜΟΣ ΕΠΙΧΕΙΡΗΣΕΩΝ ΠΛΗΡΟΦΟΡΙΚΗΣ Β. ΕΛΛΑΔΟΣ (ΣΕΠΒΕ)</w:t>
      </w:r>
      <w:r w:rsidRPr="007A0CFD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7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sepve@sepve.org.gr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 xml:space="preserve">ΕΝΩΣΗ ΕΛΛΗΝΙΚΩΝ ΒΙΟΜΗΧΑΝΙΩΝ ΔΙΑΣΤΗΜΙΚΗΣ ΤΕΧΝΟΛΟΓΙΑΣ ΚΑΙ ΕΦΑΡΜΟΓΩΝ (ΕΒΙΔΙΤΕ) &amp; </w:t>
      </w:r>
      <w:proofErr w:type="spellStart"/>
      <w:r w:rsidRPr="007A0CFD">
        <w:rPr>
          <w:rFonts w:ascii="Candara" w:hAnsi="Candara" w:cstheme="minorHAnsi"/>
          <w:bCs/>
          <w:sz w:val="22"/>
          <w:szCs w:val="22"/>
        </w:rPr>
        <w:t>si</w:t>
      </w:r>
      <w:proofErr w:type="spellEnd"/>
      <w:r w:rsidRPr="007A0CFD">
        <w:rPr>
          <w:rFonts w:ascii="Candara" w:hAnsi="Candara" w:cstheme="minorHAnsi"/>
          <w:bCs/>
          <w:sz w:val="22"/>
          <w:szCs w:val="22"/>
        </w:rPr>
        <w:t>-</w:t>
      </w:r>
      <w:proofErr w:type="spellStart"/>
      <w:r w:rsidRPr="007A0CFD">
        <w:rPr>
          <w:rFonts w:ascii="Candara" w:hAnsi="Candara" w:cstheme="minorHAnsi"/>
          <w:bCs/>
          <w:sz w:val="22"/>
          <w:szCs w:val="22"/>
        </w:rPr>
        <w:t>Cluster</w:t>
      </w:r>
      <w:proofErr w:type="spellEnd"/>
      <w:r w:rsidRPr="007A0CFD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8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kordikori@epicos.com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>ΣΥΝΔΕΣΜΟΣ ΕΤΑΙΡΕΙΩΝ ΚΙΝΗΤΩΝ ΕΦΑΡΜΟΓΩΝ ΕΛΛΑΔΑΣ (ΣΕΚΕΕ)</w:t>
      </w:r>
      <w:r w:rsidRPr="007A0CFD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8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info@hamac.gr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>EΛΛΗΝΙΚΟΣ ΣΥΝΔΕΣΜΟΣ ΗΛΕΚΤΡΟΝΙΚΟΥ ΕΜΠΟΡΙΟΥ</w:t>
      </w:r>
      <w:r w:rsidRPr="007A0CFD">
        <w:rPr>
          <w:rFonts w:ascii="Candara" w:hAnsi="Candara" w:cstheme="minorHAnsi"/>
          <w:bCs/>
          <w:sz w:val="22"/>
          <w:szCs w:val="22"/>
        </w:rPr>
        <w:tab/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8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info@greekecommerce.gr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7A0CFD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8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director@greekecommerce.gr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>ΟΡΓΑΝΙΣΜΟΣ ΑΝΟΙΧΤΩΝ ΤΕΧΝΟΛΟΓΙΩΝ– ΕΕΛΛΑΚ</w:t>
      </w:r>
      <w:r w:rsidRPr="007A0CFD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8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info@ellak.gr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7A0CFD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7A0CFD">
        <w:rPr>
          <w:rFonts w:ascii="Candara" w:hAnsi="Candara" w:cstheme="minorHAnsi"/>
          <w:bCs/>
          <w:sz w:val="22"/>
          <w:szCs w:val="22"/>
        </w:rPr>
        <w:t>ΕΝΩΣΗ ΕΛΛΗΝΙΚΩΝ ΒΙΟΜΗΧΑΝΙΩΝ ΑΝΑΔΥΟΜΕΝΩΝ ΤΕΧΝΟΛΟΓΙΩΝ (</w:t>
      </w:r>
      <w:proofErr w:type="spellStart"/>
      <w:r w:rsidRPr="007A0CFD">
        <w:rPr>
          <w:rFonts w:ascii="Candara" w:hAnsi="Candara" w:cstheme="minorHAnsi"/>
          <w:bCs/>
          <w:sz w:val="22"/>
          <w:szCs w:val="22"/>
        </w:rPr>
        <w:t>HETiA</w:t>
      </w:r>
      <w:proofErr w:type="spellEnd"/>
      <w:r w:rsidRPr="007A0CFD">
        <w:rPr>
          <w:rFonts w:ascii="Candara" w:hAnsi="Candara" w:cstheme="minorHAnsi"/>
          <w:bCs/>
          <w:sz w:val="22"/>
          <w:szCs w:val="22"/>
        </w:rPr>
        <w:t>)</w:t>
      </w:r>
      <w:r w:rsidRPr="007A0CFD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8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admin@hetia.org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7A0CFD">
        <w:rPr>
          <w:rFonts w:ascii="Candara" w:hAnsi="Candara" w:cstheme="minorHAnsi"/>
          <w:bCs/>
          <w:sz w:val="22"/>
          <w:szCs w:val="22"/>
          <w:lang w:val="en-US"/>
        </w:rPr>
        <w:t>STRATEGIS - Maritime ICT Cluster</w:t>
      </w:r>
      <w:r w:rsidRPr="007A0CFD">
        <w:rPr>
          <w:rFonts w:ascii="Candara" w:hAnsi="Candara" w:cstheme="minorHAnsi"/>
          <w:bCs/>
          <w:sz w:val="22"/>
          <w:szCs w:val="22"/>
          <w:lang w:val="en-US"/>
        </w:rPr>
        <w:tab/>
      </w:r>
      <w:r w:rsidRPr="00CC3AF4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18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info@strategis-cluster.com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</w:p>
    <w:p w:rsidR="00F84936" w:rsidRPr="00282074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</w:p>
    <w:p w:rsidR="00F84936" w:rsidRPr="0028207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  <w:lang w:val="en-US"/>
        </w:rPr>
      </w:pPr>
      <w:r w:rsidRPr="005D6BAA">
        <w:rPr>
          <w:rFonts w:ascii="Candara" w:hAnsi="Candara" w:cstheme="minorHAnsi"/>
          <w:b/>
          <w:bCs/>
          <w:sz w:val="22"/>
          <w:szCs w:val="22"/>
        </w:rPr>
        <w:t>Σ</w:t>
      </w:r>
      <w:r w:rsidRPr="00282074">
        <w:rPr>
          <w:rFonts w:ascii="Candara" w:hAnsi="Candara" w:cstheme="minorHAnsi"/>
          <w:b/>
          <w:bCs/>
          <w:sz w:val="22"/>
          <w:szCs w:val="22"/>
          <w:lang w:val="en-US"/>
        </w:rPr>
        <w:t>Y</w:t>
      </w:r>
      <w:r w:rsidRPr="005D6BAA">
        <w:rPr>
          <w:rFonts w:ascii="Candara" w:hAnsi="Candara" w:cstheme="minorHAnsi"/>
          <w:b/>
          <w:bCs/>
          <w:sz w:val="22"/>
          <w:szCs w:val="22"/>
        </w:rPr>
        <w:t>ΝΕΡΓΑΤΙΚ</w:t>
      </w:r>
      <w:r w:rsidRPr="00282074">
        <w:rPr>
          <w:rFonts w:ascii="Candara" w:hAnsi="Candara" w:cstheme="minorHAnsi"/>
          <w:b/>
          <w:bCs/>
          <w:sz w:val="22"/>
          <w:szCs w:val="22"/>
          <w:lang w:val="en-US"/>
        </w:rPr>
        <w:t xml:space="preserve">OI </w:t>
      </w:r>
      <w:r w:rsidRPr="005D6BAA">
        <w:rPr>
          <w:rFonts w:ascii="Candara" w:hAnsi="Candara" w:cstheme="minorHAnsi"/>
          <w:b/>
          <w:bCs/>
          <w:sz w:val="22"/>
          <w:szCs w:val="22"/>
        </w:rPr>
        <w:t>ΣΧΗΜΑΤΙΣΜΟΙ</w:t>
      </w:r>
      <w:r w:rsidRPr="00282074">
        <w:rPr>
          <w:rFonts w:ascii="Candara" w:hAnsi="Candara" w:cstheme="minorHAnsi"/>
          <w:b/>
          <w:bCs/>
          <w:sz w:val="22"/>
          <w:szCs w:val="22"/>
          <w:lang w:val="en-US"/>
        </w:rPr>
        <w:t xml:space="preserve"> (CLUSTERS)</w:t>
      </w:r>
    </w:p>
    <w:p w:rsidR="00F84936" w:rsidRPr="00B02B63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282074">
        <w:rPr>
          <w:rFonts w:ascii="Candara" w:hAnsi="Candara" w:cstheme="minorHAnsi"/>
          <w:bCs/>
          <w:sz w:val="22"/>
          <w:szCs w:val="22"/>
          <w:lang w:val="en-US"/>
        </w:rPr>
        <w:t>CORALLI</w:t>
      </w:r>
      <w:r w:rsidRPr="005D6BAA">
        <w:rPr>
          <w:rFonts w:ascii="Candara" w:hAnsi="Candara" w:cstheme="minorHAnsi"/>
          <w:bCs/>
          <w:sz w:val="22"/>
          <w:szCs w:val="22"/>
        </w:rPr>
        <w:t>Α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- </w:t>
      </w:r>
      <w:r w:rsidRPr="005D6BAA">
        <w:rPr>
          <w:rFonts w:ascii="Candara" w:hAnsi="Candara" w:cstheme="minorHAnsi"/>
          <w:bCs/>
          <w:sz w:val="22"/>
          <w:szCs w:val="22"/>
        </w:rPr>
        <w:t>ΕΛΛΗΝΙΚΗ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5D6BAA">
        <w:rPr>
          <w:rFonts w:ascii="Candara" w:hAnsi="Candara" w:cstheme="minorHAnsi"/>
          <w:bCs/>
          <w:sz w:val="22"/>
          <w:szCs w:val="22"/>
        </w:rPr>
        <w:t>ΠΡΩΤΟΒΟΥΛΙΑ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5D6BAA">
        <w:rPr>
          <w:rFonts w:ascii="Candara" w:hAnsi="Candara" w:cstheme="minorHAnsi"/>
          <w:bCs/>
          <w:sz w:val="22"/>
          <w:szCs w:val="22"/>
        </w:rPr>
        <w:t>ΤΕΧΝΟΛΟΓΙΚΩΝ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5D6BAA">
        <w:rPr>
          <w:rFonts w:ascii="Candara" w:hAnsi="Candara" w:cstheme="minorHAnsi"/>
          <w:bCs/>
          <w:sz w:val="22"/>
          <w:szCs w:val="22"/>
        </w:rPr>
        <w:t>Σ</w:t>
      </w:r>
      <w:r w:rsidRPr="00282074">
        <w:rPr>
          <w:rFonts w:ascii="Candara" w:hAnsi="Candara" w:cstheme="minorHAnsi"/>
          <w:bCs/>
          <w:sz w:val="22"/>
          <w:szCs w:val="22"/>
          <w:lang w:val="en-US"/>
        </w:rPr>
        <w:t>Y</w:t>
      </w:r>
      <w:r w:rsidRPr="005D6BAA">
        <w:rPr>
          <w:rFonts w:ascii="Candara" w:hAnsi="Candara" w:cstheme="minorHAnsi"/>
          <w:bCs/>
          <w:sz w:val="22"/>
          <w:szCs w:val="22"/>
        </w:rPr>
        <w:t>ΝΕΡΓΑΤΙΚΩΝ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5D6BAA">
        <w:rPr>
          <w:rFonts w:ascii="Candara" w:hAnsi="Candara" w:cstheme="minorHAnsi"/>
          <w:bCs/>
          <w:sz w:val="22"/>
          <w:szCs w:val="22"/>
        </w:rPr>
        <w:t>ΣΧΗΜΑΤΙΣΜΩΝ</w:t>
      </w:r>
      <w:r w:rsidRPr="00B02B63">
        <w:rPr>
          <w:rFonts w:ascii="Candara" w:hAnsi="Candara" w:cstheme="minorHAnsi"/>
          <w:bCs/>
          <w:sz w:val="22"/>
          <w:szCs w:val="22"/>
        </w:rPr>
        <w:t>-</w:t>
      </w:r>
      <w:r w:rsidRPr="00282074">
        <w:rPr>
          <w:rFonts w:ascii="Candara" w:hAnsi="Candara" w:cstheme="minorHAnsi"/>
          <w:bCs/>
          <w:sz w:val="22"/>
          <w:szCs w:val="22"/>
          <w:lang w:val="en-US"/>
        </w:rPr>
        <w:t>HELLENIC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282074">
        <w:rPr>
          <w:rFonts w:ascii="Candara" w:hAnsi="Candara" w:cstheme="minorHAnsi"/>
          <w:bCs/>
          <w:sz w:val="22"/>
          <w:szCs w:val="22"/>
          <w:lang w:val="en-US"/>
        </w:rPr>
        <w:t>TECHNOLOGY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282074">
        <w:rPr>
          <w:rFonts w:ascii="Candara" w:hAnsi="Candara" w:cstheme="minorHAnsi"/>
          <w:bCs/>
          <w:sz w:val="22"/>
          <w:szCs w:val="22"/>
          <w:lang w:val="en-US"/>
        </w:rPr>
        <w:t>CLUSTERS</w:t>
      </w:r>
      <w:r w:rsidRPr="00B02B63">
        <w:rPr>
          <w:rFonts w:ascii="Candara" w:hAnsi="Candara" w:cstheme="minorHAnsi"/>
          <w:bCs/>
          <w:sz w:val="22"/>
          <w:szCs w:val="22"/>
        </w:rPr>
        <w:t xml:space="preserve"> </w:t>
      </w:r>
      <w:r w:rsidRPr="00282074">
        <w:rPr>
          <w:rFonts w:ascii="Candara" w:hAnsi="Candara" w:cstheme="minorHAnsi"/>
          <w:bCs/>
          <w:sz w:val="22"/>
          <w:szCs w:val="22"/>
          <w:lang w:val="en-US"/>
        </w:rPr>
        <w:t>INITIATIVE</w:t>
      </w:r>
      <w:r w:rsidRPr="00B02B63">
        <w:rPr>
          <w:rFonts w:ascii="Candara" w:hAnsi="Candara" w:cstheme="minorHAnsi"/>
          <w:bCs/>
          <w:sz w:val="22"/>
          <w:szCs w:val="22"/>
        </w:rPr>
        <w:tab/>
        <w:t>(</w:t>
      </w:r>
      <w:hyperlink r:id="rId187" w:history="1"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corallia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org</w:t>
        </w:r>
      </w:hyperlink>
      <w:r w:rsidRPr="00B02B63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88" w:history="1"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marketingcommunication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corallia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org</w:t>
        </w:r>
      </w:hyperlink>
      <w:proofErr w:type="gramStart"/>
      <w:r w:rsidRPr="00B02B63">
        <w:rPr>
          <w:rFonts w:ascii="Candara" w:hAnsi="Candara" w:cstheme="minorHAnsi"/>
          <w:bCs/>
          <w:sz w:val="22"/>
          <w:szCs w:val="22"/>
        </w:rPr>
        <w:t xml:space="preserve">,  </w:t>
      </w:r>
      <w:proofErr w:type="gramEnd"/>
      <w:hyperlink r:id="rId189" w:history="1"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giannopoulos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corallia</w:t>
        </w:r>
        <w:r w:rsidRPr="00B02B63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Pr="00282074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org</w:t>
        </w:r>
      </w:hyperlink>
      <w:r w:rsidRPr="00B02B63">
        <w:rPr>
          <w:rFonts w:ascii="Candara" w:hAnsi="Candara" w:cstheme="minorHAnsi"/>
          <w:bCs/>
          <w:sz w:val="22"/>
          <w:szCs w:val="22"/>
        </w:rPr>
        <w:t xml:space="preserve">) 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5D6BAA">
        <w:rPr>
          <w:rFonts w:ascii="Candara" w:hAnsi="Candara" w:cstheme="minorHAnsi"/>
          <w:bCs/>
          <w:sz w:val="22"/>
          <w:szCs w:val="22"/>
          <w:lang w:val="en-US"/>
        </w:rPr>
        <w:t>Hellenic Bio Cluster (</w:t>
      </w:r>
      <w:proofErr w:type="spellStart"/>
      <w:r w:rsidRPr="005D6BAA">
        <w:rPr>
          <w:rFonts w:ascii="Candara" w:hAnsi="Candara" w:cstheme="minorHAnsi"/>
          <w:bCs/>
          <w:sz w:val="22"/>
          <w:szCs w:val="22"/>
          <w:lang w:val="en-US"/>
        </w:rPr>
        <w:t>Hbio</w:t>
      </w:r>
      <w:proofErr w:type="spellEnd"/>
      <w:r w:rsidRPr="005D6BAA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ab/>
        <w:t>(</w:t>
      </w:r>
      <w:hyperlink r:id="rId190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trantakis@hbio.gr</w:t>
        </w:r>
      </w:hyperlink>
      <w:r w:rsidR="00B02B63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>
        <w:rPr>
          <w:rFonts w:ascii="Candara" w:hAnsi="Candara" w:cstheme="minorHAnsi"/>
          <w:bCs/>
          <w:sz w:val="22"/>
          <w:szCs w:val="22"/>
          <w:lang w:val="en-US"/>
        </w:rPr>
        <w:t xml:space="preserve">, </w:t>
      </w:r>
      <w:hyperlink r:id="rId191" w:history="1">
        <w:r w:rsidRPr="00D620C3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bdm@hbio.gr</w:t>
        </w:r>
      </w:hyperlink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)  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</w:p>
    <w:p w:rsidR="00F84936" w:rsidRPr="005D6BAA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  <w:lang w:val="en-US"/>
        </w:rPr>
      </w:pPr>
      <w:r w:rsidRPr="00CC3AF4">
        <w:rPr>
          <w:rFonts w:ascii="Candara" w:hAnsi="Candara" w:cstheme="minorHAnsi"/>
          <w:b/>
          <w:bCs/>
          <w:sz w:val="22"/>
          <w:szCs w:val="22"/>
        </w:rPr>
        <w:t>ΝΕΟΦΥΕΙΣ</w:t>
      </w:r>
      <w:r w:rsidRPr="005D6BAA">
        <w:rPr>
          <w:rFonts w:ascii="Candara" w:hAnsi="Candara" w:cstheme="minorHAnsi"/>
          <w:b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/>
          <w:bCs/>
          <w:sz w:val="22"/>
          <w:szCs w:val="22"/>
        </w:rPr>
        <w:t>ΕΠΙΧΕΙΡΗΣΕΙΣ</w:t>
      </w:r>
      <w:r w:rsidRPr="005D6BAA">
        <w:rPr>
          <w:rFonts w:ascii="Candara" w:hAnsi="Candara" w:cstheme="minorHAnsi"/>
          <w:b/>
          <w:bCs/>
          <w:sz w:val="22"/>
          <w:szCs w:val="22"/>
          <w:lang w:val="en-US"/>
        </w:rPr>
        <w:tab/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Start up Greece- </w:t>
      </w:r>
      <w:r w:rsidRPr="00CC3AF4">
        <w:rPr>
          <w:rFonts w:ascii="Candara" w:hAnsi="Candara" w:cstheme="minorHAnsi"/>
          <w:bCs/>
          <w:sz w:val="22"/>
          <w:szCs w:val="22"/>
        </w:rPr>
        <w:t>ΨΗΦΙΑΚΗ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ΠΛΑΤΦΟΡΜΑ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ΠΛΗΡΟΦΟΡΗΣΗΣ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ΚΑΙ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ΔΙΚΤΥΩΣΗΣ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ΝΕΟΦΥΩΝ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ΕΠΙΧΕΙΡΗΣΕΩΝ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ΥΠΟΥΡΓΕΙΟΥ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ΟΙΚΟΝΟΜΙΑΣ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, </w:t>
      </w:r>
      <w:r w:rsidRPr="00CC3AF4">
        <w:rPr>
          <w:rFonts w:ascii="Candara" w:hAnsi="Candara" w:cstheme="minorHAnsi"/>
          <w:bCs/>
          <w:sz w:val="22"/>
          <w:szCs w:val="22"/>
        </w:rPr>
        <w:t>ΑΝΑΠΤΥΞΗΣ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ΚΑΙ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>ΤΟΥΡΙΣΜΟΥ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ab/>
        <w:t>(</w:t>
      </w:r>
      <w:hyperlink r:id="rId192" w:history="1">
        <w:r w:rsidRPr="005D6BAA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team@startupgreece.gov.gr</w:t>
        </w:r>
      </w:hyperlink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) </w:t>
      </w:r>
    </w:p>
    <w:p w:rsidR="00F84936" w:rsidRPr="00CC3AF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CC3AF4">
        <w:rPr>
          <w:rFonts w:ascii="Candara" w:hAnsi="Candara" w:cstheme="minorHAnsi"/>
          <w:bCs/>
          <w:sz w:val="22"/>
          <w:szCs w:val="22"/>
        </w:rPr>
        <w:t>ΟΜΟΣΠΟΝΔΙΑ ΕΛΛΗΝΙΚΩΝ ΣΥΝΔΕΣΜΩΝ ΝΕΩΝ ΕΠΙΧΕΙΡΗΜΑΤΙΩΝ</w:t>
      </w:r>
      <w:r w:rsidRPr="00CC3AF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9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info@oesyne.gr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9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info@akep.eu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CC3AF4">
        <w:rPr>
          <w:rFonts w:ascii="Candara" w:hAnsi="Candara" w:cstheme="minorHAnsi"/>
          <w:bCs/>
          <w:sz w:val="22"/>
          <w:szCs w:val="22"/>
        </w:rPr>
        <w:t>ΕΛΛΗΝΙΚΗ ΕΝΩΣΗ ΝΕΟΦΥΩΝ ΕΠΙΧΕΙΡΗΣΕΩΝ (ΕΕΝΕ)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 xml:space="preserve">(HELLENIC STARTUP ASSOCIATION)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9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info@hellenicstartups.gr</w:t>
        </w:r>
      </w:hyperlink>
      <w:r>
        <w:rPr>
          <w:rFonts w:ascii="Candara" w:hAnsi="Candara" w:cstheme="minorHAnsi"/>
          <w:bCs/>
          <w:sz w:val="22"/>
          <w:szCs w:val="22"/>
        </w:rPr>
        <w:t>)</w:t>
      </w:r>
    </w:p>
    <w:p w:rsidR="00F84936" w:rsidRPr="00CC3AF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CC3AF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CC3AF4">
        <w:rPr>
          <w:rFonts w:ascii="Candara" w:hAnsi="Candara" w:cstheme="minorHAnsi"/>
          <w:b/>
          <w:bCs/>
          <w:sz w:val="22"/>
          <w:szCs w:val="22"/>
        </w:rPr>
        <w:t>ΘΕΡΜΟΚΟΙΤΙΔΕΣ</w:t>
      </w:r>
      <w:r w:rsidRPr="00CC3AF4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CC3AF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CC3AF4">
        <w:rPr>
          <w:rFonts w:ascii="Candara" w:hAnsi="Candara" w:cstheme="minorHAnsi"/>
          <w:bCs/>
          <w:sz w:val="22"/>
          <w:szCs w:val="22"/>
        </w:rPr>
        <w:t>INNOVATHENS KOΜΒΟΣ ΚΑΙΝΟΤΟΜΙΑΣ ΚΑΙ ΕΠΙΧΕΙΡΗΜΑΤΙΚΟΤΗΤΑ</w:t>
      </w:r>
      <w:r>
        <w:rPr>
          <w:rFonts w:ascii="Candara" w:hAnsi="Candara" w:cstheme="minorHAnsi"/>
          <w:bCs/>
          <w:sz w:val="22"/>
          <w:szCs w:val="22"/>
        </w:rPr>
        <w:t xml:space="preserve">Σ ΤΗΣ ΤΕΧΝΟΠΟΛΗΣ ΔΗΜΟΥ ΑΘΗΝΑΙΩΝ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9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info@innovathens.gr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19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antonis.ekonomou@hotmail.gr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CC3AF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CC3AF4">
        <w:rPr>
          <w:rFonts w:ascii="Candara" w:hAnsi="Candara" w:cstheme="minorHAnsi"/>
          <w:bCs/>
          <w:sz w:val="22"/>
          <w:szCs w:val="22"/>
        </w:rPr>
        <w:t xml:space="preserve">ΘΕΡΜΟΚΟΙΤΙΔΑ ΝΕΟΦΥΩΝ ΕΠΙΧΕΙΡΗΣΕΩΝ ΑΘΗΝΑ Ε.Β.Ε.Α.-The </w:t>
      </w:r>
      <w:proofErr w:type="spellStart"/>
      <w:r w:rsidRPr="00CC3AF4">
        <w:rPr>
          <w:rFonts w:ascii="Candara" w:hAnsi="Candara" w:cstheme="minorHAnsi"/>
          <w:bCs/>
          <w:sz w:val="22"/>
          <w:szCs w:val="22"/>
        </w:rPr>
        <w:t>Ath</w:t>
      </w:r>
      <w:r>
        <w:rPr>
          <w:rFonts w:ascii="Candara" w:hAnsi="Candara" w:cstheme="minorHAnsi"/>
          <w:bCs/>
          <w:sz w:val="22"/>
          <w:szCs w:val="22"/>
        </w:rPr>
        <w:t>ens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>
        <w:rPr>
          <w:rFonts w:ascii="Candara" w:hAnsi="Candara" w:cstheme="minorHAnsi"/>
          <w:bCs/>
          <w:sz w:val="22"/>
          <w:szCs w:val="22"/>
        </w:rPr>
        <w:t>Startup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>
        <w:rPr>
          <w:rFonts w:ascii="Candara" w:hAnsi="Candara" w:cstheme="minorHAnsi"/>
          <w:bCs/>
          <w:sz w:val="22"/>
          <w:szCs w:val="22"/>
        </w:rPr>
        <w:t>Business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</w:t>
      </w:r>
      <w:proofErr w:type="spellStart"/>
      <w:r>
        <w:rPr>
          <w:rFonts w:ascii="Candara" w:hAnsi="Candara" w:cstheme="minorHAnsi"/>
          <w:bCs/>
          <w:sz w:val="22"/>
          <w:szCs w:val="22"/>
        </w:rPr>
        <w:t>Incubator</w:t>
      </w:r>
      <w:proofErr w:type="spellEnd"/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19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info@theathensincube.gr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354C29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>
        <w:rPr>
          <w:rFonts w:ascii="Candara" w:hAnsi="Candara" w:cstheme="minorHAnsi"/>
          <w:bCs/>
          <w:sz w:val="22"/>
          <w:szCs w:val="22"/>
          <w:lang w:val="en-US"/>
        </w:rPr>
        <w:t>The Cube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19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hello@thecube.gr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</w:p>
    <w:p w:rsidR="00F84936" w:rsidRPr="00354C29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proofErr w:type="spellStart"/>
      <w:r w:rsidRPr="00CC3AF4">
        <w:rPr>
          <w:rFonts w:ascii="Candara" w:hAnsi="Candara" w:cstheme="minorHAnsi"/>
          <w:bCs/>
          <w:sz w:val="22"/>
          <w:szCs w:val="22"/>
          <w:lang w:val="en-US"/>
        </w:rPr>
        <w:t>Found.ation</w:t>
      </w:r>
      <w:proofErr w:type="spellEnd"/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20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info@thefoundation.gr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</w:p>
    <w:p w:rsidR="00F84936" w:rsidRPr="005D6BAA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proofErr w:type="spellStart"/>
      <w:r w:rsidRPr="00CC3AF4">
        <w:rPr>
          <w:rFonts w:ascii="Candara" w:hAnsi="Candara" w:cstheme="minorHAnsi"/>
          <w:bCs/>
          <w:sz w:val="22"/>
          <w:szCs w:val="22"/>
          <w:lang w:val="en-US"/>
        </w:rPr>
        <w:t>Iqbility</w:t>
      </w:r>
      <w:proofErr w:type="spellEnd"/>
      <w:r w:rsidRPr="00CC3AF4">
        <w:rPr>
          <w:rFonts w:ascii="Candara" w:hAnsi="Candara" w:cstheme="minorHAnsi"/>
          <w:bCs/>
          <w:sz w:val="22"/>
          <w:szCs w:val="22"/>
          <w:lang w:val="en-US"/>
        </w:rPr>
        <w:tab/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20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info@iqbility.com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5D6BAA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</w:p>
    <w:p w:rsidR="00F84936" w:rsidRPr="00354C29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CC3AF4">
        <w:rPr>
          <w:rFonts w:ascii="Candara" w:hAnsi="Candara" w:cstheme="minorHAnsi"/>
          <w:bCs/>
          <w:sz w:val="22"/>
          <w:szCs w:val="22"/>
          <w:lang w:val="en-US"/>
        </w:rPr>
        <w:t>EPINOO / National Technical University of Athens</w:t>
      </w:r>
      <w:r w:rsidRPr="00CC3AF4">
        <w:rPr>
          <w:rFonts w:ascii="Candara" w:hAnsi="Candara" w:cstheme="minorHAnsi"/>
          <w:bCs/>
          <w:sz w:val="22"/>
          <w:szCs w:val="22"/>
          <w:lang w:val="en-US"/>
        </w:rPr>
        <w:tab/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20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info@epinoo.gr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</w:p>
    <w:p w:rsidR="00F84936" w:rsidRPr="00354C29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CC3AF4">
        <w:rPr>
          <w:rFonts w:ascii="Candara" w:hAnsi="Candara" w:cstheme="minorHAnsi"/>
          <w:bCs/>
          <w:sz w:val="22"/>
          <w:szCs w:val="22"/>
          <w:lang w:val="en-US"/>
        </w:rPr>
        <w:t>Athens Center for Entrepreneurship and Innovation / Athens Unive</w:t>
      </w:r>
      <w:r>
        <w:rPr>
          <w:rFonts w:ascii="Candara" w:hAnsi="Candara" w:cstheme="minorHAnsi"/>
          <w:bCs/>
          <w:sz w:val="22"/>
          <w:szCs w:val="22"/>
          <w:lang w:val="en-US"/>
        </w:rPr>
        <w:t>rsity of Economics and Business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(</w:t>
      </w:r>
      <w:r w:rsidRPr="00CC3AF4">
        <w:rPr>
          <w:rFonts w:ascii="Candara" w:hAnsi="Candara" w:cstheme="minorHAnsi"/>
          <w:bCs/>
          <w:sz w:val="22"/>
          <w:szCs w:val="22"/>
          <w:lang w:val="en-US"/>
        </w:rPr>
        <w:t xml:space="preserve">acein@aueb.gr, </w:t>
      </w:r>
      <w:hyperlink r:id="rId20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akaragianaki@aueb.gr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</w:p>
    <w:p w:rsidR="00F84936" w:rsidRPr="008B673F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CC3AF4">
        <w:rPr>
          <w:rFonts w:ascii="Candara" w:hAnsi="Candara" w:cstheme="minorHAnsi"/>
          <w:bCs/>
          <w:sz w:val="22"/>
          <w:szCs w:val="22"/>
          <w:lang w:val="en-US"/>
        </w:rPr>
        <w:t xml:space="preserve">"Technology Transfer Office </w:t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-</w:t>
      </w:r>
      <w:r w:rsidRPr="00CC3AF4">
        <w:rPr>
          <w:rFonts w:ascii="Candara" w:hAnsi="Candara" w:cstheme="minorHAnsi"/>
          <w:bCs/>
          <w:sz w:val="22"/>
          <w:szCs w:val="22"/>
          <w:lang w:val="en-US"/>
        </w:rPr>
        <w:t>Agricultural University of Athens"</w:t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 xml:space="preserve"> (</w:t>
      </w:r>
      <w:hyperlink r:id="rId20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k.pramatari@aueb.gr</w:t>
        </w:r>
      </w:hyperlink>
      <w:r w:rsidRPr="00CC3AF4">
        <w:rPr>
          <w:rFonts w:ascii="Candara" w:hAnsi="Candara" w:cstheme="minorHAnsi"/>
          <w:bCs/>
          <w:sz w:val="22"/>
          <w:szCs w:val="22"/>
          <w:lang w:val="en-US"/>
        </w:rPr>
        <w:t>,</w:t>
      </w:r>
      <w:r w:rsidRPr="00354C29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hyperlink r:id="rId20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techtransfer@aua.gr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CC3AF4">
        <w:rPr>
          <w:rFonts w:ascii="Candara" w:hAnsi="Candara" w:cstheme="minorHAnsi"/>
          <w:bCs/>
          <w:sz w:val="22"/>
          <w:szCs w:val="22"/>
          <w:lang w:val="en-US"/>
        </w:rPr>
        <w:t>Impact HUB Athens</w:t>
      </w:r>
      <w:r w:rsidRPr="00CC3AF4">
        <w:rPr>
          <w:rFonts w:ascii="Candara" w:hAnsi="Candara" w:cstheme="minorHAnsi"/>
          <w:bCs/>
          <w:sz w:val="22"/>
          <w:szCs w:val="22"/>
          <w:lang w:val="en-US"/>
        </w:rPr>
        <w:tab/>
      </w:r>
      <w:r w:rsidRPr="00C87551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20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vr1@aua.gr</w:t>
        </w:r>
      </w:hyperlink>
      <w:r w:rsidRPr="00777F30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Pr="00CC3AF4">
        <w:rPr>
          <w:rFonts w:ascii="Candara" w:hAnsi="Candara" w:cstheme="minorHAnsi"/>
          <w:bCs/>
          <w:sz w:val="22"/>
          <w:szCs w:val="22"/>
          <w:lang w:val="en-US"/>
        </w:rPr>
        <w:t xml:space="preserve">, </w:t>
      </w:r>
      <w:hyperlink r:id="rId20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athens.hosts@impacthub.net</w:t>
        </w:r>
      </w:hyperlink>
      <w:r w:rsidRPr="008B673F">
        <w:rPr>
          <w:rFonts w:ascii="Candara" w:hAnsi="Candara" w:cstheme="minorHAnsi"/>
          <w:bCs/>
          <w:sz w:val="22"/>
          <w:szCs w:val="22"/>
          <w:lang w:val="en-US"/>
        </w:rPr>
        <w:t>)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</w:p>
    <w:p w:rsidR="00F84936" w:rsidRPr="00E4776C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  <w:lang w:val="en-US"/>
        </w:rPr>
      </w:pPr>
      <w:r w:rsidRPr="00E4776C">
        <w:rPr>
          <w:rFonts w:ascii="Candara" w:hAnsi="Candara" w:cstheme="minorHAnsi"/>
          <w:b/>
          <w:bCs/>
          <w:sz w:val="22"/>
          <w:szCs w:val="22"/>
          <w:lang w:val="en-US"/>
        </w:rPr>
        <w:t>ΒUSINESS ANGELS</w:t>
      </w:r>
      <w:r w:rsidRPr="00E4776C">
        <w:rPr>
          <w:rFonts w:ascii="Candara" w:hAnsi="Candara" w:cstheme="minorHAnsi"/>
          <w:b/>
          <w:bCs/>
          <w:sz w:val="22"/>
          <w:szCs w:val="22"/>
          <w:lang w:val="en-US"/>
        </w:rPr>
        <w:tab/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E4776C">
        <w:rPr>
          <w:rFonts w:ascii="Candara" w:hAnsi="Candara" w:cstheme="minorHAnsi"/>
          <w:bCs/>
          <w:sz w:val="22"/>
          <w:szCs w:val="22"/>
          <w:lang w:val="en-US"/>
        </w:rPr>
        <w:t>Business Angels Network Group -ΕΒΕΑ start ups (</w:t>
      </w:r>
      <w:proofErr w:type="spellStart"/>
      <w:r w:rsidRPr="00E4776C">
        <w:rPr>
          <w:rFonts w:ascii="Candara" w:hAnsi="Candara" w:cstheme="minorHAnsi"/>
          <w:bCs/>
          <w:sz w:val="22"/>
          <w:szCs w:val="22"/>
          <w:lang w:val="en-US"/>
        </w:rPr>
        <w:t>Πρώην</w:t>
      </w:r>
      <w:proofErr w:type="spellEnd"/>
      <w:r w:rsidRPr="00E4776C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proofErr w:type="spellStart"/>
      <w:r w:rsidRPr="00E4776C">
        <w:rPr>
          <w:rFonts w:ascii="Candara" w:hAnsi="Candara" w:cstheme="minorHAnsi"/>
          <w:bCs/>
          <w:sz w:val="22"/>
          <w:szCs w:val="22"/>
          <w:lang w:val="en-US"/>
        </w:rPr>
        <w:t>Δίκτυο</w:t>
      </w:r>
      <w:proofErr w:type="spellEnd"/>
      <w:r w:rsidRPr="00E4776C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proofErr w:type="spellStart"/>
      <w:r w:rsidRPr="00E4776C">
        <w:rPr>
          <w:rFonts w:ascii="Candara" w:hAnsi="Candara" w:cstheme="minorHAnsi"/>
          <w:bCs/>
          <w:sz w:val="22"/>
          <w:szCs w:val="22"/>
          <w:lang w:val="en-US"/>
        </w:rPr>
        <w:t>Επιχειρηματικών</w:t>
      </w:r>
      <w:proofErr w:type="spellEnd"/>
      <w:r w:rsidRPr="00E4776C"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proofErr w:type="spellStart"/>
      <w:r w:rsidRPr="00E4776C">
        <w:rPr>
          <w:rFonts w:ascii="Candara" w:hAnsi="Candara" w:cstheme="minorHAnsi"/>
          <w:bCs/>
          <w:sz w:val="22"/>
          <w:szCs w:val="22"/>
          <w:lang w:val="en-US"/>
        </w:rPr>
        <w:t>Αγγέλων</w:t>
      </w:r>
      <w:proofErr w:type="spellEnd"/>
      <w:r w:rsidRPr="00E4776C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E4776C">
        <w:rPr>
          <w:rFonts w:ascii="Candara" w:hAnsi="Candara" w:cstheme="minorHAnsi"/>
          <w:bCs/>
          <w:sz w:val="22"/>
          <w:szCs w:val="22"/>
          <w:lang w:val="en-US"/>
        </w:rPr>
        <w:tab/>
        <w:t xml:space="preserve"> vardala@acci.gr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E4776C">
        <w:rPr>
          <w:rFonts w:ascii="Candara" w:hAnsi="Candara" w:cstheme="minorHAnsi"/>
          <w:bCs/>
          <w:sz w:val="22"/>
          <w:szCs w:val="22"/>
          <w:lang w:val="en-US"/>
        </w:rPr>
        <w:t>Hellenic Business Angels Network (</w:t>
      </w:r>
      <w:proofErr w:type="spellStart"/>
      <w:r w:rsidRPr="00E4776C">
        <w:rPr>
          <w:rFonts w:ascii="Candara" w:hAnsi="Candara" w:cstheme="minorHAnsi"/>
          <w:bCs/>
          <w:sz w:val="22"/>
          <w:szCs w:val="22"/>
          <w:lang w:val="en-US"/>
        </w:rPr>
        <w:t>HeBAN</w:t>
      </w:r>
      <w:proofErr w:type="spellEnd"/>
      <w:r w:rsidRPr="00E4776C">
        <w:rPr>
          <w:rFonts w:ascii="Candara" w:hAnsi="Candara" w:cstheme="minorHAnsi"/>
          <w:bCs/>
          <w:sz w:val="22"/>
          <w:szCs w:val="22"/>
          <w:lang w:val="en-US"/>
        </w:rPr>
        <w:t>)</w:t>
      </w:r>
      <w:r w:rsidRPr="00E4776C">
        <w:rPr>
          <w:rFonts w:ascii="Candara" w:hAnsi="Candara" w:cstheme="minorHAnsi"/>
          <w:bCs/>
          <w:sz w:val="22"/>
          <w:szCs w:val="22"/>
          <w:lang w:val="en-US"/>
        </w:rPr>
        <w:tab/>
        <w:t>info@heban.gr</w:t>
      </w:r>
    </w:p>
    <w:p w:rsidR="00F84936" w:rsidRP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  <w:lang w:val="en-US"/>
        </w:rPr>
        <w:t>FOUND</w:t>
      </w:r>
      <w:r w:rsidRPr="00E4776C">
        <w:rPr>
          <w:rFonts w:ascii="Candara" w:hAnsi="Candara" w:cstheme="minorHAnsi"/>
          <w:bCs/>
          <w:sz w:val="22"/>
          <w:szCs w:val="22"/>
        </w:rPr>
        <w:t>.</w:t>
      </w:r>
      <w:r w:rsidRPr="00E4776C">
        <w:rPr>
          <w:rFonts w:ascii="Candara" w:hAnsi="Candara" w:cstheme="minorHAnsi"/>
          <w:bCs/>
          <w:sz w:val="22"/>
          <w:szCs w:val="22"/>
          <w:lang w:val="en-US"/>
        </w:rPr>
        <w:t>ATION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hyperlink r:id="rId208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thefoundation</w:t>
        </w:r>
        <w:proofErr w:type="spellEnd"/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</w:p>
    <w:p w:rsidR="00F84936" w:rsidRPr="00E4776C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/>
          <w:bCs/>
          <w:sz w:val="22"/>
          <w:szCs w:val="22"/>
          <w:lang w:val="en-US"/>
        </w:rPr>
        <w:t>X</w:t>
      </w:r>
      <w:r w:rsidRPr="00E4776C">
        <w:rPr>
          <w:rFonts w:ascii="Candara" w:hAnsi="Candara" w:cstheme="minorHAnsi"/>
          <w:b/>
          <w:bCs/>
          <w:sz w:val="22"/>
          <w:szCs w:val="22"/>
        </w:rPr>
        <w:t>ΡΗΜΑΤΟΔΟΤΙΚΟ ΕΡΓΑΛΕΙΟ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proofErr w:type="spellStart"/>
      <w:r w:rsidRPr="00E4776C">
        <w:rPr>
          <w:rFonts w:ascii="Candara" w:hAnsi="Candara" w:cstheme="minorHAnsi"/>
          <w:bCs/>
          <w:sz w:val="22"/>
          <w:szCs w:val="22"/>
          <w:lang w:val="en-US"/>
        </w:rPr>
        <w:t>EquiFund</w:t>
      </w:r>
      <w:proofErr w:type="spellEnd"/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09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infoequifund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eif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org</w:t>
        </w:r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B02B63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Εθνική Τράπεζα “Διεύθυνση Τραπεζικής Επ</w:t>
      </w:r>
      <w:r w:rsidR="00B02B63">
        <w:rPr>
          <w:rFonts w:ascii="Candara" w:hAnsi="Candara" w:cstheme="minorHAnsi"/>
          <w:bCs/>
          <w:sz w:val="22"/>
          <w:szCs w:val="22"/>
        </w:rPr>
        <w:t>ιχειρήσεων &amp; Δανείων Λιανικής "</w:t>
      </w:r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210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gkametas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nbg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EB48D3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EB48D3">
        <w:rPr>
          <w:rFonts w:ascii="Candara" w:hAnsi="Candara" w:cstheme="minorHAnsi"/>
          <w:b/>
          <w:bCs/>
          <w:sz w:val="22"/>
          <w:szCs w:val="22"/>
        </w:rPr>
        <w:t xml:space="preserve">ΝΑΥΤΙΛΙΑ </w:t>
      </w:r>
      <w:r w:rsidRPr="00EB48D3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EB48D3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B48D3">
        <w:rPr>
          <w:rFonts w:ascii="Candara" w:hAnsi="Candara" w:cstheme="minorHAnsi"/>
          <w:bCs/>
          <w:sz w:val="22"/>
          <w:szCs w:val="22"/>
        </w:rPr>
        <w:t xml:space="preserve">ΕΝΩΣΗ ΕΛΛΗΝΩΝ ΕΦΟΠΛΙΣΤΩΝ </w:t>
      </w:r>
      <w:r w:rsidRPr="00EB48D3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211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ugs@ath.forthnet.gr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B48D3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65440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654404">
        <w:rPr>
          <w:rFonts w:ascii="Candara" w:hAnsi="Candara" w:cstheme="minorHAnsi"/>
          <w:b/>
          <w:bCs/>
          <w:sz w:val="22"/>
          <w:szCs w:val="22"/>
        </w:rPr>
        <w:t>ΧΡΗΜΑΤΟΟΙΚΟΝΟΜΙΚΕΣ ΥΠΗΡΕΣΙΕΣ</w:t>
      </w:r>
      <w:r w:rsidRPr="00654404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ΕΛΛΗΝΙΚΗ ΕΝΩΣΗ ΤΡΑΠΕΖΩΝ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hba@hba.gr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  <w:r w:rsidRPr="00654404">
        <w:rPr>
          <w:rFonts w:ascii="Candara" w:hAnsi="Candara" w:cstheme="minorHAnsi"/>
          <w:bCs/>
          <w:sz w:val="22"/>
          <w:szCs w:val="22"/>
        </w:rPr>
        <w:t xml:space="preserve"> </w:t>
      </w:r>
      <w:r>
        <w:rPr>
          <w:rFonts w:ascii="Candara" w:hAnsi="Candara" w:cstheme="minorHAnsi"/>
          <w:bCs/>
          <w:sz w:val="22"/>
          <w:szCs w:val="22"/>
        </w:rPr>
        <w:t xml:space="preserve"> 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ΧΡΗΜΑΤΙΣΤΗΡΙΟ ΑΞΙΩΝ (ΕΛΛΗΝΙΚΑ ΧΡΗΜΑΤΙΣΤΗΡΙΑ) ΑΕ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protocol@athexgroup.gr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 xml:space="preserve">ΟΙΚΟΝΟΜΙΚΟ ΕΠΙΜΕΛΗΤΗΡΙΟ ΤΗΣ ΕΛΛΑΔΟΣ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oee@oe-e.gr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ΣΥΝΔΕΣΜΟΣ ΜΕΛΩΝ ΧΡΗΜΑΤΙΣΤΗΡΙΟΥ (ΣΜΕΧΑ)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info@smexa.gr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ΕΝΩΣΗ ΕΛΛΗΝΙΚΩΝ ΕΤΑΙΡΙΩΝ ΕΠΙΧΕΙΡΗΜΑΤΙΚΩΝ ΚΕΦΑΛΑΙΩΝ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info@hvca.gr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ΕΝΩΣΗ ΕΙΣΗΓΜΕΝΩΝ ΕΤΑΙΡΙΩΝ (ΕΝΕΙΣΕΤ)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info@eneiset.gr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 xml:space="preserve">ΕΝΩΣΗ ΘΕΣΜΙΚΩΝ ΕΠΕΝΔΥΤΩΝ 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1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info@ethe.org.gr</w:t>
        </w:r>
      </w:hyperlink>
      <w:r>
        <w:rPr>
          <w:rFonts w:ascii="Candara" w:hAnsi="Candara" w:cstheme="minorHAnsi"/>
          <w:bCs/>
          <w:sz w:val="22"/>
          <w:szCs w:val="22"/>
        </w:rPr>
        <w:t>)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675B4">
        <w:rPr>
          <w:rFonts w:ascii="Candara" w:hAnsi="Candara" w:cstheme="minorHAnsi"/>
          <w:bCs/>
          <w:sz w:val="22"/>
          <w:szCs w:val="22"/>
        </w:rPr>
        <w:t>"Εθνική Τράπεζα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9675B4">
        <w:rPr>
          <w:rFonts w:ascii="Candara" w:hAnsi="Candara" w:cstheme="minorHAnsi"/>
          <w:bCs/>
          <w:sz w:val="22"/>
          <w:szCs w:val="22"/>
        </w:rPr>
        <w:t>Διεύθυνση Τραπεζικής Επιχειρήσεων &amp; Δανείων Λιανικής"</w:t>
      </w:r>
      <w:r w:rsidRPr="009675B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(</w:t>
      </w:r>
      <w:hyperlink r:id="rId219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gkametas@nbg.gr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9675B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9675B4">
        <w:rPr>
          <w:rFonts w:ascii="Candara" w:hAnsi="Candara" w:cstheme="minorHAnsi"/>
          <w:b/>
          <w:bCs/>
          <w:sz w:val="22"/>
          <w:szCs w:val="22"/>
        </w:rPr>
        <w:t>ΥΠΗΡΕΣΙΕΣ ΥΓΕΙΑΣ</w:t>
      </w:r>
      <w:r w:rsidRPr="009675B4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9675B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675B4">
        <w:rPr>
          <w:rFonts w:ascii="Candara" w:hAnsi="Candara" w:cstheme="minorHAnsi"/>
          <w:bCs/>
          <w:sz w:val="22"/>
          <w:szCs w:val="22"/>
        </w:rPr>
        <w:t>ΣΥΝΔΕΣΜΟΣ ΕΛΛΗΝΙΚΩΝ ΚΛΙΝΙΚΩΝ</w:t>
      </w:r>
      <w:r w:rsidRPr="009675B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220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info@sek.org.gr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675B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675B4">
        <w:rPr>
          <w:rFonts w:ascii="Candara" w:hAnsi="Candara" w:cstheme="minorHAnsi"/>
          <w:bCs/>
          <w:sz w:val="22"/>
          <w:szCs w:val="22"/>
        </w:rPr>
        <w:t xml:space="preserve">ΠΑΝΕΛΛΗΝΙΑ ΕΝΩΣΗ ΙΔΙΩΤΙΚΩΝ ΚΛΙΝΙΚΩΝ </w:t>
      </w:r>
      <w:r w:rsidRPr="009675B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221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sarafianos@peik.gr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9675B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675B4">
        <w:rPr>
          <w:rFonts w:ascii="Candara" w:hAnsi="Candara" w:cstheme="minorHAnsi"/>
          <w:bCs/>
          <w:sz w:val="22"/>
          <w:szCs w:val="22"/>
        </w:rPr>
        <w:t xml:space="preserve">ΠΑΝΕΛΛΗΝΙΟΣ ΣΥΝΔΕΣΜΟΣ ΙΑΤΡΙΚΩΝ ΔΙΑΓΝΩΣΤΙΚΩΝ ΚΕΝΤΡΩΝ </w:t>
      </w:r>
      <w:r w:rsidRPr="009675B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222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pasidik@otenet.gr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  <w:r w:rsidRPr="009675B4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9675B4">
        <w:rPr>
          <w:rFonts w:ascii="Candara" w:hAnsi="Candara" w:cstheme="minorHAnsi"/>
          <w:bCs/>
          <w:sz w:val="22"/>
          <w:szCs w:val="22"/>
        </w:rPr>
        <w:t xml:space="preserve">EΛΛΗΝΙΚΟΣ ΣΥΝΔΕΣΜΟΣ ΤΟΥΡΙΣΜΟΥ ΥΓΕΙΑΣ </w:t>
      </w:r>
      <w:r w:rsidRPr="009675B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>(</w:t>
      </w:r>
      <w:hyperlink r:id="rId223" w:history="1">
        <w:r w:rsidRPr="008D75E0">
          <w:rPr>
            <w:rStyle w:val="Hyperlink"/>
            <w:rFonts w:ascii="Candara" w:hAnsi="Candara" w:cstheme="minorHAnsi"/>
            <w:bCs/>
            <w:sz w:val="22"/>
            <w:szCs w:val="22"/>
          </w:rPr>
          <w:t>info@ghta.gr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65440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654404">
        <w:rPr>
          <w:rFonts w:ascii="Candara" w:hAnsi="Candara" w:cstheme="minorHAnsi"/>
          <w:b/>
          <w:bCs/>
          <w:sz w:val="22"/>
          <w:szCs w:val="22"/>
        </w:rPr>
        <w:t>ΥΠΗΡΕΣΙΕΣ ΠΡΟΣ ΒΙΟΜΗΧΑΝΙΑ</w:t>
      </w:r>
      <w:r w:rsidRPr="00654404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ΕΛΛΗΝΙΚΟΣ ΟΡΓΑΝΙΣΜΟΣ ΤΥΠΟΠΟΙΗΣΗΣ (ΕΛΟΤ)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2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info@elot.gr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ΟΡΓΑΝΙΣΜΟΣ ΒΙΟΜΗΧΑΝΙΚΗΣ ΙΔΙΟΚΤΗΣΙΑΣ (OBI)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2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info@obi.gr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ΕΛΛΗΝΙΚΟΣ ΣΥΝΔΕΣΜΟΣ ΒΙΟΜΗΧΑΝΙΩΝ ΕΠΩΝΥΜΩΝ ΠΡΟΪΟΝΤΩΝ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2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info@esvep.gr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</w:t>
      </w:r>
      <w:r w:rsidRPr="00654404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6009AB">
        <w:rPr>
          <w:rFonts w:ascii="Candara" w:hAnsi="Candara" w:cstheme="minorHAnsi"/>
          <w:b/>
          <w:bCs/>
          <w:sz w:val="22"/>
          <w:szCs w:val="22"/>
        </w:rPr>
        <w:t>ΛΟΙΠΕΣ ΥΠΗΡΕΣΙΕΣ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ΣΥΝΔΕΣΜΟΣ ΕΤΑΙΡΙΩΝ ΣΥΜΒΟΥΛΩΝ ΜΑΝΑΤΖΜΕΝΤ ΕΛΛΑΔΟΣ (ΣΕΣΜΑ)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27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sesma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ΣΥΛΛΟΓΟΣ ΕΤΑΙΡΕΙΩΝ ΓΕΩΠΛΗΡΟΦΟΡΙΚΗΣ &amp; ΚΤΗΜΑΤΟΛΟΓΙΟΥ (ΣΕΓΕΚ)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28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segek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  <w:r w:rsidRPr="00E4776C">
        <w:rPr>
          <w:rFonts w:ascii="Candara" w:hAnsi="Candara" w:cstheme="minorHAnsi"/>
          <w:bCs/>
          <w:sz w:val="22"/>
          <w:szCs w:val="22"/>
        </w:rPr>
        <w:t xml:space="preserve">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lastRenderedPageBreak/>
        <w:t>ΕΝΩΣΗ ΠΑΡΑΓΩΓΩΝ ΕΡΓΩΝ ΕΠΙΚΟΙΝΩΝΙΑΣ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29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pact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gmail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com</w:t>
        </w:r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E4776C">
        <w:rPr>
          <w:rFonts w:ascii="Candara" w:hAnsi="Candara" w:cstheme="minorHAnsi"/>
          <w:bCs/>
          <w:sz w:val="22"/>
          <w:szCs w:val="22"/>
          <w:lang w:val="en-US"/>
        </w:rPr>
        <w:t>MANAGEMENT ASSOCIATION (HFMA)</w:t>
      </w:r>
      <w:r w:rsidRPr="00E4776C">
        <w:rPr>
          <w:rFonts w:ascii="Candara" w:hAnsi="Candara" w:cstheme="minorHAnsi"/>
          <w:bCs/>
          <w:sz w:val="22"/>
          <w:szCs w:val="22"/>
          <w:lang w:val="en-US"/>
        </w:rPr>
        <w:tab/>
      </w:r>
      <w:r>
        <w:rPr>
          <w:rFonts w:ascii="Candara" w:hAnsi="Candara" w:cstheme="minorHAnsi"/>
          <w:bCs/>
          <w:sz w:val="22"/>
          <w:szCs w:val="22"/>
          <w:lang w:val="en-US"/>
        </w:rPr>
        <w:t xml:space="preserve"> </w:t>
      </w:r>
      <w:r w:rsidR="00B02B63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230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info@hfma.gr</w:t>
        </w:r>
      </w:hyperlink>
      <w:r w:rsidR="00B02B63">
        <w:rPr>
          <w:rFonts w:ascii="Candara" w:hAnsi="Candara" w:cstheme="minorHAnsi"/>
          <w:bCs/>
          <w:sz w:val="22"/>
          <w:szCs w:val="22"/>
          <w:lang w:val="en-US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</w:p>
    <w:p w:rsidR="00F84936" w:rsidRPr="00E4776C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E4776C">
        <w:rPr>
          <w:rFonts w:ascii="Candara" w:hAnsi="Candara" w:cstheme="minorHAnsi"/>
          <w:b/>
          <w:bCs/>
          <w:sz w:val="22"/>
          <w:szCs w:val="22"/>
        </w:rPr>
        <w:t>ΔΗΜΟΣΙΟΥ</w:t>
      </w:r>
      <w:r w:rsidRPr="00E4776C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  <w:lang w:val="en-US"/>
        </w:rPr>
        <w:t>E</w:t>
      </w:r>
      <w:r w:rsidRPr="00E4776C">
        <w:rPr>
          <w:rFonts w:ascii="Candara" w:hAnsi="Candara" w:cstheme="minorHAnsi"/>
          <w:bCs/>
          <w:sz w:val="22"/>
          <w:szCs w:val="22"/>
        </w:rPr>
        <w:t>ΘΝΙΚΟΣ ΟΡΓΑΝΙΣΜΟΣ ΦΑΡΜΑΚΩΝ (ΕΟΦ)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31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relation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eof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ΕΝΙΑΙΟΣ ΦΟΡΕΑΣ ΕΛΕΓΧΟΥ ΤΡΟΦΙΜΩ (ΕΦΕΤ)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232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efet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ΕΛΛΗΝΙΚΟΣ ΟΡΓΑΝΙΣΜΟΣ ΤΥΠΟΠΟΙΗΣΗΣ (ΕΛΟΤ)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33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elot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ΟΡΓΑΝΙΣΜΟΣ ΒΙΟΜΗΧΑΝΙΚΗΣ ΙΔΙΟΚΤΗΣΙΑΣ (</w:t>
      </w:r>
      <w:r w:rsidRPr="00E4776C">
        <w:rPr>
          <w:rFonts w:ascii="Candara" w:hAnsi="Candara" w:cstheme="minorHAnsi"/>
          <w:bCs/>
          <w:sz w:val="22"/>
          <w:szCs w:val="22"/>
          <w:lang w:val="en-US"/>
        </w:rPr>
        <w:t>OBI</w:t>
      </w:r>
      <w:r w:rsidRPr="00E4776C">
        <w:rPr>
          <w:rFonts w:ascii="Candara" w:hAnsi="Candara" w:cstheme="minorHAnsi"/>
          <w:bCs/>
          <w:sz w:val="22"/>
          <w:szCs w:val="22"/>
        </w:rPr>
        <w:t>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34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obi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ΕΛΓΟ ΔΗΜΗΤΡΑ ΕΛΛΗΝΙΚΟΣ ΓΕΩΡΓΙΚΟΣ ΟΡΓΑΝΣΙΜΟΣ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35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elgo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 xml:space="preserve">ΙΝΣΤΙΤΟΥΤΟ ΓΕΩΠΟΝΙΚΩΝ ΕΠΙΣΤΗΜΩΝ (Ι.Γ.Ε.) 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36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ige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ΟΡΓΑΝΙΣΜΟΣ ΔΗΩ ΕΛΕΓΧΟΥ &amp; ΠΙΣΤΟΠΟΙΗΣΗΣ ΒΙΟΛΟΓΙΚΩΝ ΠΡΟΪΟΝΤΩΝ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>(</w:t>
      </w:r>
      <w:hyperlink r:id="rId237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dionet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B02B63" w:rsidRDefault="00F84936" w:rsidP="00F84936">
      <w:pPr>
        <w:jc w:val="both"/>
        <w:rPr>
          <w:rFonts w:ascii="Candara" w:hAnsi="Candara" w:cstheme="minorHAnsi"/>
          <w:bCs/>
          <w:sz w:val="22"/>
          <w:szCs w:val="22"/>
          <w:lang w:val="en-US"/>
        </w:rPr>
      </w:pPr>
      <w:r w:rsidRPr="00E4776C">
        <w:rPr>
          <w:rFonts w:ascii="Candara" w:hAnsi="Candara" w:cstheme="minorHAnsi"/>
          <w:bCs/>
          <w:sz w:val="22"/>
          <w:szCs w:val="22"/>
        </w:rPr>
        <w:t xml:space="preserve">ΕΝΩΣΗ ΔΗΜΟΤΙΚΩΝ ΕΠΙΧΕΙΡΗΣΕΩΝ ΥΔΡΕΥΣΗΣ ΑΠΟΧΕΤΕΥΣΗΣ - Ε.Δ.Ε.Υ.Α. 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>
        <w:rPr>
          <w:rFonts w:ascii="Candara" w:hAnsi="Candara" w:cstheme="minorHAnsi"/>
          <w:bCs/>
          <w:sz w:val="22"/>
          <w:szCs w:val="22"/>
          <w:lang w:val="en-US"/>
        </w:rPr>
        <w:t>(</w:t>
      </w:r>
      <w:hyperlink r:id="rId238" w:history="1"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info</w:t>
        </w:r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edeya</w:t>
        </w:r>
        <w:proofErr w:type="spellEnd"/>
        <w:r w:rsidRPr="00485CA5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Pr="00485CA5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>
        <w:rPr>
          <w:lang w:val="en-US"/>
        </w:rPr>
        <w:t>)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E4776C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E4776C">
        <w:rPr>
          <w:rFonts w:ascii="Candara" w:hAnsi="Candara" w:cstheme="minorHAnsi"/>
          <w:b/>
          <w:bCs/>
          <w:sz w:val="22"/>
          <w:szCs w:val="22"/>
        </w:rPr>
        <w:t>ΔΗΜΟΣΙΟΥ - ΜΕΤΑΛΛΕΥΜΑΤΑ</w:t>
      </w:r>
      <w:r w:rsidRPr="00E4776C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ΕΛΛΗΝΙΚΟ ΙΝΣΤΙΤΟΥΤΟ ΑΝΑΠΤΥΞΗΣ ΧΑΛΚΟΥ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239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nick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vergopoulos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copperalliance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ΙΝΣΤΙΤΟΥΤΟ ΓΕΩΛΟΓΙΚΩΝ ΜΕΤΑΛΛΕΥΤΙΚΩΝ ΕΡΕΥΝΩΝ (ΙΓΜΕ)</w:t>
      </w:r>
      <w:r w:rsidRPr="00E4776C">
        <w:rPr>
          <w:rFonts w:ascii="Candara" w:hAnsi="Candara" w:cstheme="minorHAnsi"/>
          <w:bCs/>
          <w:sz w:val="22"/>
          <w:szCs w:val="22"/>
        </w:rPr>
        <w:tab/>
      </w:r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240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dirgen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igme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E4776C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E4776C">
        <w:rPr>
          <w:rFonts w:ascii="Candara" w:hAnsi="Candara" w:cstheme="minorHAnsi"/>
          <w:bCs/>
          <w:sz w:val="22"/>
          <w:szCs w:val="22"/>
        </w:rPr>
        <w:t>ΕΡΓΑΣΤΗΡΙΟ ΜΕΤΑΛΛΟΥΡΓΙΑΣ ΕΘΝΙΚΟΥ ΜΕΤΣΟΒΙΟΥ ΠΟΛΥΤΕΧΝΕΙΟΥ (ΕΜΠ)</w:t>
      </w:r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 (</w:t>
      </w:r>
      <w:hyperlink r:id="rId241" w:history="1"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secretary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@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metal</w:t>
        </w:r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ntua</w:t>
        </w:r>
        <w:proofErr w:type="spellEnd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</w:rPr>
          <w:t>.</w:t>
        </w:r>
        <w:proofErr w:type="spellStart"/>
        <w:r w:rsidR="00B02B63" w:rsidRPr="00A31EC7">
          <w:rPr>
            <w:rStyle w:val="Hyperlink"/>
            <w:rFonts w:ascii="Candara" w:hAnsi="Candara" w:cstheme="minorHAnsi"/>
            <w:bCs/>
            <w:sz w:val="22"/>
            <w:szCs w:val="22"/>
            <w:lang w:val="en-US"/>
          </w:rPr>
          <w:t>gr</w:t>
        </w:r>
        <w:proofErr w:type="spellEnd"/>
      </w:hyperlink>
      <w:r w:rsidR="00B02B63" w:rsidRPr="00B02B63"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</w:p>
    <w:p w:rsidR="00F84936" w:rsidRPr="00654404" w:rsidRDefault="00F84936" w:rsidP="00F84936">
      <w:pPr>
        <w:jc w:val="both"/>
        <w:rPr>
          <w:rFonts w:ascii="Candara" w:hAnsi="Candara" w:cstheme="minorHAnsi"/>
          <w:b/>
          <w:bCs/>
          <w:sz w:val="22"/>
          <w:szCs w:val="22"/>
        </w:rPr>
      </w:pPr>
      <w:r w:rsidRPr="00654404">
        <w:rPr>
          <w:rFonts w:ascii="Candara" w:hAnsi="Candara" w:cstheme="minorHAnsi"/>
          <w:b/>
          <w:bCs/>
          <w:sz w:val="22"/>
          <w:szCs w:val="22"/>
        </w:rPr>
        <w:t>ΠΕΡΙΦΕΡΕΙΕΣ</w:t>
      </w:r>
      <w:r w:rsidRPr="00654404">
        <w:rPr>
          <w:rFonts w:ascii="Candara" w:hAnsi="Candara" w:cstheme="minorHAnsi"/>
          <w:b/>
          <w:bCs/>
          <w:sz w:val="22"/>
          <w:szCs w:val="22"/>
        </w:rPr>
        <w:tab/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ΕΝΩΣΗ ΠΕΡΙΦΕΡΕΙΩΝ ΕΛΛΑΔΑΣ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4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info@enpe.gr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ΑΤΤΙΚΗΣ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4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gperatt@patt.gov.gr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ΑΝΑΤΟΛΙΚΗΣ ΜΑΚΕΔΟΝΙΑΣ-ΘΡΑΚΗΣ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4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periferiarxis@pamth.gov.gr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ΒΟΡΕΙΟΥ ΑΙΓΑΙΟΥ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4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g.kampouris@pvaigaiou.gov.gr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ΔΥΤΙΚΗΣ ΕΛΛΑΔΑΣ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4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grafeio.pde@pde.gov.gr</w:t>
        </w:r>
      </w:hyperlink>
      <w:r w:rsidRPr="00654404">
        <w:rPr>
          <w:rFonts w:ascii="Candara" w:hAnsi="Candara" w:cstheme="minorHAnsi"/>
          <w:bCs/>
          <w:sz w:val="22"/>
          <w:szCs w:val="22"/>
        </w:rPr>
        <w:t>,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hyperlink r:id="rId24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k.mitropoulos@pde.gov.gr</w:t>
        </w:r>
      </w:hyperlink>
      <w:r w:rsidRPr="00654404">
        <w:rPr>
          <w:rFonts w:ascii="Candara" w:hAnsi="Candara" w:cstheme="minorHAnsi"/>
          <w:bCs/>
          <w:sz w:val="22"/>
          <w:szCs w:val="22"/>
        </w:rPr>
        <w:t>,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hyperlink r:id="rId24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kmitropoulos74@gmail.com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ΔΥΤΙΚΗΣ ΜΑΚΕΔΟΝΙΑΣ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49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info@pdm.gov.gr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ΗΠΕΙΡΟΥ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5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periferiarxis@php.gov.gr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ΘΕΣΣΑΛΙΑΣ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5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periferiarxis@thessaly.gov.gr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ΙΟΝΙΩΝ ΝΗΣΩΝ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5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pin@pin.gov.gr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ΚΕΝΤΡΙΚΗΣ ΜΑΚΕΔΟΝΙΑΣ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5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Periferiarxis@pkm.gov.gr</w:t>
        </w:r>
      </w:hyperlink>
      <w:r w:rsidRPr="00654404">
        <w:rPr>
          <w:rFonts w:ascii="Candara" w:hAnsi="Candara" w:cstheme="minorHAnsi"/>
          <w:bCs/>
          <w:sz w:val="22"/>
          <w:szCs w:val="22"/>
        </w:rPr>
        <w:t>,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hyperlink r:id="rId25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grper@pkm.gov.gr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, </w:t>
      </w:r>
      <w:hyperlink r:id="rId255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A.Tzitzikostas@pkm.gov.gr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 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ΚΡΗΤΗΣ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56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gram.pkr@crete.gov.gr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ΝΟΤΙΟΥ ΑΙΓΑΙΟΥ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57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g.hatzimarkos@pnai.gov.gr</w:t>
        </w:r>
      </w:hyperlink>
      <w:r w:rsidRPr="00654404">
        <w:rPr>
          <w:rFonts w:ascii="Candara" w:hAnsi="Candara" w:cstheme="minorHAnsi"/>
          <w:bCs/>
          <w:sz w:val="22"/>
          <w:szCs w:val="22"/>
        </w:rPr>
        <w:t>,</w:t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hyperlink r:id="rId258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infodesk@pnai.gov.gr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, </w:t>
      </w:r>
      <w:hyperlink r:id="rId259" w:history="1">
        <w:r w:rsidRPr="00D620C3">
          <w:rPr>
            <w:rStyle w:val="Hyperlink"/>
            <w:rFonts w:ascii="Candara" w:hAnsi="Candara" w:cstheme="minorHAnsi"/>
            <w:bCs/>
            <w:sz w:val="22"/>
            <w:szCs w:val="22"/>
          </w:rPr>
          <w:t>h.lazani@pnai.gov.gr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654404">
        <w:rPr>
          <w:rFonts w:ascii="Candara" w:hAnsi="Candara" w:cstheme="minorHAnsi"/>
          <w:bCs/>
          <w:sz w:val="22"/>
          <w:szCs w:val="22"/>
        </w:rPr>
        <w:t xml:space="preserve">, </w:t>
      </w:r>
      <w:hyperlink r:id="rId260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ektelestikos@pnai.gov.gr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) 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ΠΕΛΟΠΟΝΝΗΣΟΥ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61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grammateia@ppel.gov.gr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 </w:t>
      </w:r>
      <w:r w:rsidRPr="00654404">
        <w:rPr>
          <w:rFonts w:ascii="Candara" w:hAnsi="Candara" w:cstheme="minorHAnsi"/>
          <w:bCs/>
          <w:sz w:val="22"/>
          <w:szCs w:val="22"/>
        </w:rPr>
        <w:t xml:space="preserve">,  </w:t>
      </w:r>
      <w:hyperlink r:id="rId262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regionoffice.ppel@gmail.com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ΠΕΡΙΦΕΡΕΙΑ ΣΤΕΡΕΑΣ ΕΛΛΑΔΑΣ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63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periferiarxis@pste.gov.gr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jc w:val="both"/>
        <w:rPr>
          <w:rFonts w:ascii="Candara" w:hAnsi="Candara" w:cstheme="minorHAnsi"/>
          <w:bCs/>
          <w:sz w:val="22"/>
          <w:szCs w:val="22"/>
        </w:rPr>
      </w:pPr>
      <w:r w:rsidRPr="00654404">
        <w:rPr>
          <w:rFonts w:ascii="Candara" w:hAnsi="Candara" w:cstheme="minorHAnsi"/>
          <w:bCs/>
          <w:sz w:val="22"/>
          <w:szCs w:val="22"/>
        </w:rPr>
        <w:t>ΚΕΝΤΡΙΚΗ ΕΝΩΣΗ ΔΗΜΩΝ ΕΛΛΑΔΟΣ</w:t>
      </w:r>
      <w:r w:rsidRPr="00654404">
        <w:rPr>
          <w:rFonts w:ascii="Candara" w:hAnsi="Candara" w:cstheme="minorHAnsi"/>
          <w:bCs/>
          <w:sz w:val="22"/>
          <w:szCs w:val="22"/>
        </w:rPr>
        <w:tab/>
      </w:r>
      <w:r w:rsidRPr="001429EF">
        <w:rPr>
          <w:rFonts w:ascii="Candara" w:hAnsi="Candara" w:cstheme="minorHAnsi"/>
          <w:bCs/>
          <w:sz w:val="22"/>
          <w:szCs w:val="22"/>
        </w:rPr>
        <w:t>(</w:t>
      </w:r>
      <w:hyperlink r:id="rId264" w:history="1">
        <w:r w:rsidRPr="0021204B">
          <w:rPr>
            <w:rStyle w:val="Hyperlink"/>
            <w:rFonts w:ascii="Candara" w:hAnsi="Candara" w:cstheme="minorHAnsi"/>
            <w:bCs/>
            <w:sz w:val="22"/>
            <w:szCs w:val="22"/>
          </w:rPr>
          <w:t>http://www.kedke.gr/</w:t>
        </w:r>
      </w:hyperlink>
      <w:r>
        <w:rPr>
          <w:rFonts w:ascii="Candara" w:hAnsi="Candara" w:cstheme="minorHAnsi"/>
          <w:bCs/>
          <w:sz w:val="22"/>
          <w:szCs w:val="22"/>
        </w:rPr>
        <w:t xml:space="preserve">) </w:t>
      </w:r>
    </w:p>
    <w:p w:rsidR="00F84936" w:rsidRPr="00654404" w:rsidRDefault="00F84936" w:rsidP="00F84936">
      <w:pPr>
        <w:ind w:left="90" w:firstLine="90"/>
        <w:jc w:val="both"/>
        <w:rPr>
          <w:rFonts w:ascii="Candara" w:hAnsi="Candara" w:cstheme="minorHAnsi"/>
          <w:b/>
          <w:bCs/>
          <w:sz w:val="22"/>
          <w:szCs w:val="22"/>
        </w:rPr>
      </w:pPr>
    </w:p>
    <w:p w:rsidR="00F84936" w:rsidRPr="00654404" w:rsidRDefault="00F84936" w:rsidP="00F84936">
      <w:pPr>
        <w:ind w:left="90" w:firstLine="90"/>
        <w:jc w:val="both"/>
        <w:rPr>
          <w:rFonts w:ascii="Candara" w:hAnsi="Candara" w:cstheme="minorHAnsi"/>
          <w:b/>
          <w:bCs/>
          <w:sz w:val="22"/>
          <w:szCs w:val="22"/>
        </w:rPr>
      </w:pPr>
    </w:p>
    <w:p w:rsidR="00F84936" w:rsidRPr="00654404" w:rsidRDefault="00F84936" w:rsidP="00F84936">
      <w:pPr>
        <w:ind w:left="90" w:firstLine="90"/>
        <w:jc w:val="both"/>
        <w:rPr>
          <w:rFonts w:ascii="Candara" w:hAnsi="Candara" w:cstheme="minorHAnsi"/>
          <w:b/>
          <w:bCs/>
          <w:sz w:val="22"/>
          <w:szCs w:val="22"/>
        </w:rPr>
      </w:pPr>
    </w:p>
    <w:p w:rsidR="00F84936" w:rsidRPr="00F84936" w:rsidRDefault="00F84936" w:rsidP="00E2146D">
      <w:pPr>
        <w:jc w:val="both"/>
        <w:rPr>
          <w:rFonts w:asciiTheme="majorHAnsi" w:hAnsiTheme="majorHAnsi" w:cs="Calibri"/>
          <w:i/>
          <w:sz w:val="20"/>
          <w:szCs w:val="20"/>
        </w:rPr>
      </w:pPr>
    </w:p>
    <w:sectPr w:rsidR="00F84936" w:rsidRPr="00F84936" w:rsidSect="00B91113">
      <w:footerReference w:type="default" r:id="rId265"/>
      <w:footerReference w:type="first" r:id="rId266"/>
      <w:pgSz w:w="11906" w:h="16838" w:code="9"/>
      <w:pgMar w:top="993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1CD" w:rsidRDefault="006721CD" w:rsidP="00E01418">
      <w:r>
        <w:separator/>
      </w:r>
    </w:p>
  </w:endnote>
  <w:endnote w:type="continuationSeparator" w:id="0">
    <w:p w:rsidR="006721CD" w:rsidRDefault="006721CD" w:rsidP="00E01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PA-SansSerif">
    <w:altName w:val="Arial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3B" w:rsidRDefault="00A53A3B" w:rsidP="00F26F1A">
    <w:pPr>
      <w:pStyle w:val="Footer"/>
      <w:jc w:val="center"/>
    </w:pPr>
    <w:r>
      <w:t>___________________________________________________________________________</w:t>
    </w:r>
  </w:p>
  <w:p w:rsidR="00A53A3B" w:rsidRPr="009D7040" w:rsidRDefault="00A53A3B" w:rsidP="00AE6F64">
    <w:pPr>
      <w:pStyle w:val="Footer"/>
      <w:jc w:val="right"/>
      <w:rPr>
        <w:rFonts w:ascii="Calibri" w:hAnsi="Calibri" w:cs="Calibri"/>
        <w:b/>
        <w:sz w:val="18"/>
        <w:szCs w:val="18"/>
        <w:lang w:val="en-US"/>
      </w:rPr>
    </w:pPr>
    <w:r w:rsidRPr="009D7040">
      <w:rPr>
        <w:rFonts w:ascii="Calibri" w:hAnsi="Calibri" w:cs="Calibri"/>
        <w:sz w:val="18"/>
        <w:szCs w:val="18"/>
      </w:rPr>
      <w:t xml:space="preserve">Σελίδα </w:t>
    </w:r>
    <w:r w:rsidR="00FC4F98" w:rsidRPr="009D7040">
      <w:rPr>
        <w:rFonts w:ascii="Calibri" w:hAnsi="Calibri" w:cs="Calibri"/>
        <w:b/>
        <w:sz w:val="18"/>
        <w:szCs w:val="18"/>
      </w:rPr>
      <w:fldChar w:fldCharType="begin"/>
    </w:r>
    <w:r w:rsidRPr="009D7040">
      <w:rPr>
        <w:rFonts w:ascii="Calibri" w:hAnsi="Calibri" w:cs="Calibri"/>
        <w:b/>
        <w:sz w:val="18"/>
        <w:szCs w:val="18"/>
      </w:rPr>
      <w:instrText xml:space="preserve"> PAGE </w:instrText>
    </w:r>
    <w:r w:rsidR="00FC4F98" w:rsidRPr="009D7040">
      <w:rPr>
        <w:rFonts w:ascii="Calibri" w:hAnsi="Calibri" w:cs="Calibri"/>
        <w:b/>
        <w:sz w:val="18"/>
        <w:szCs w:val="18"/>
      </w:rPr>
      <w:fldChar w:fldCharType="separate"/>
    </w:r>
    <w:r w:rsidR="00B02B63">
      <w:rPr>
        <w:rFonts w:ascii="Calibri" w:hAnsi="Calibri" w:cs="Calibri"/>
        <w:b/>
        <w:noProof/>
        <w:sz w:val="18"/>
        <w:szCs w:val="18"/>
      </w:rPr>
      <w:t>6</w:t>
    </w:r>
    <w:r w:rsidR="00FC4F98" w:rsidRPr="009D7040">
      <w:rPr>
        <w:rFonts w:ascii="Calibri" w:hAnsi="Calibri" w:cs="Calibri"/>
        <w:b/>
        <w:sz w:val="18"/>
        <w:szCs w:val="18"/>
      </w:rPr>
      <w:fldChar w:fldCharType="end"/>
    </w:r>
    <w:r w:rsidRPr="009D7040">
      <w:rPr>
        <w:rFonts w:ascii="Calibri" w:hAnsi="Calibri" w:cs="Calibri"/>
        <w:sz w:val="18"/>
        <w:szCs w:val="18"/>
      </w:rPr>
      <w:t xml:space="preserve"> από </w:t>
    </w:r>
    <w:r w:rsidR="00FC4F98" w:rsidRPr="009D7040">
      <w:rPr>
        <w:rFonts w:ascii="Calibri" w:hAnsi="Calibri" w:cs="Calibri"/>
        <w:b/>
        <w:sz w:val="18"/>
        <w:szCs w:val="18"/>
      </w:rPr>
      <w:fldChar w:fldCharType="begin"/>
    </w:r>
    <w:r w:rsidRPr="009D7040">
      <w:rPr>
        <w:rFonts w:ascii="Calibri" w:hAnsi="Calibri" w:cs="Calibri"/>
        <w:b/>
        <w:sz w:val="18"/>
        <w:szCs w:val="18"/>
      </w:rPr>
      <w:instrText xml:space="preserve"> NUMPAGES  </w:instrText>
    </w:r>
    <w:r w:rsidR="00FC4F98" w:rsidRPr="009D7040">
      <w:rPr>
        <w:rFonts w:ascii="Calibri" w:hAnsi="Calibri" w:cs="Calibri"/>
        <w:b/>
        <w:sz w:val="18"/>
        <w:szCs w:val="18"/>
      </w:rPr>
      <w:fldChar w:fldCharType="separate"/>
    </w:r>
    <w:r w:rsidR="00B02B63">
      <w:rPr>
        <w:rFonts w:ascii="Calibri" w:hAnsi="Calibri" w:cs="Calibri"/>
        <w:b/>
        <w:noProof/>
        <w:sz w:val="18"/>
        <w:szCs w:val="18"/>
      </w:rPr>
      <w:t>7</w:t>
    </w:r>
    <w:r w:rsidR="00FC4F98" w:rsidRPr="009D7040">
      <w:rPr>
        <w:rFonts w:ascii="Calibri" w:hAnsi="Calibri" w:cs="Calibri"/>
        <w:b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3B" w:rsidRPr="00302D6A" w:rsidRDefault="00A53A3B" w:rsidP="004F1C8A">
    <w:pPr>
      <w:pStyle w:val="Footer"/>
      <w:jc w:val="center"/>
      <w:rPr>
        <w:rFonts w:ascii="Calibri" w:hAnsi="Calibri"/>
        <w:b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1CD" w:rsidRDefault="006721CD" w:rsidP="00E01418">
      <w:r>
        <w:separator/>
      </w:r>
    </w:p>
  </w:footnote>
  <w:footnote w:type="continuationSeparator" w:id="0">
    <w:p w:rsidR="006721CD" w:rsidRDefault="006721CD" w:rsidP="00E01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7D9"/>
    <w:multiLevelType w:val="hybridMultilevel"/>
    <w:tmpl w:val="2AF4191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E1D8C"/>
    <w:multiLevelType w:val="hybridMultilevel"/>
    <w:tmpl w:val="E6C6F70E"/>
    <w:lvl w:ilvl="0" w:tplc="48BA8A08">
      <w:start w:val="5"/>
      <w:numFmt w:val="bullet"/>
      <w:lvlText w:val="-"/>
      <w:lvlJc w:val="left"/>
      <w:pPr>
        <w:ind w:left="720" w:hanging="360"/>
      </w:pPr>
      <w:rPr>
        <w:rFonts w:ascii="Candara" w:eastAsia="Times New Roman" w:hAnsi="Candar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D05E4"/>
    <w:multiLevelType w:val="hybridMultilevel"/>
    <w:tmpl w:val="399EAAC8"/>
    <w:lvl w:ilvl="0" w:tplc="9C888B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010EC8"/>
    <w:multiLevelType w:val="hybridMultilevel"/>
    <w:tmpl w:val="9650E1EE"/>
    <w:lvl w:ilvl="0" w:tplc="040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14064F10"/>
    <w:multiLevelType w:val="hybridMultilevel"/>
    <w:tmpl w:val="9084C5E8"/>
    <w:lvl w:ilvl="0" w:tplc="DEBC8B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895F43"/>
    <w:multiLevelType w:val="hybridMultilevel"/>
    <w:tmpl w:val="16C86984"/>
    <w:lvl w:ilvl="0" w:tplc="5C12A8FA">
      <w:start w:val="5"/>
      <w:numFmt w:val="bullet"/>
      <w:lvlText w:val="-"/>
      <w:lvlJc w:val="left"/>
      <w:pPr>
        <w:ind w:left="900" w:hanging="360"/>
      </w:pPr>
      <w:rPr>
        <w:rFonts w:ascii="Candara" w:eastAsia="Times New Roman" w:hAnsi="Candar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B135941"/>
    <w:multiLevelType w:val="hybridMultilevel"/>
    <w:tmpl w:val="BAEC99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BD241C"/>
    <w:multiLevelType w:val="hybridMultilevel"/>
    <w:tmpl w:val="D1BA6AB0"/>
    <w:lvl w:ilvl="0" w:tplc="E840624E">
      <w:start w:val="5"/>
      <w:numFmt w:val="bullet"/>
      <w:lvlText w:val="-"/>
      <w:lvlJc w:val="left"/>
      <w:pPr>
        <w:ind w:left="720" w:hanging="360"/>
      </w:pPr>
      <w:rPr>
        <w:rFonts w:ascii="Candara" w:eastAsia="Times New Roman" w:hAnsi="Candar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46631F"/>
    <w:multiLevelType w:val="hybridMultilevel"/>
    <w:tmpl w:val="0F00BB76"/>
    <w:lvl w:ilvl="0" w:tplc="37C849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4704E"/>
    <w:multiLevelType w:val="hybridMultilevel"/>
    <w:tmpl w:val="6CF45D9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F825C9"/>
    <w:multiLevelType w:val="hybridMultilevel"/>
    <w:tmpl w:val="7DE2A614"/>
    <w:lvl w:ilvl="0" w:tplc="20E0A40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C8A7150"/>
    <w:multiLevelType w:val="hybridMultilevel"/>
    <w:tmpl w:val="DD548ABC"/>
    <w:lvl w:ilvl="0" w:tplc="2996B4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600FE"/>
    <w:multiLevelType w:val="hybridMultilevel"/>
    <w:tmpl w:val="A6FE082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A016941"/>
    <w:multiLevelType w:val="hybridMultilevel"/>
    <w:tmpl w:val="26701B16"/>
    <w:lvl w:ilvl="0" w:tplc="0D2E0A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A6F6FCF"/>
    <w:multiLevelType w:val="hybridMultilevel"/>
    <w:tmpl w:val="33A81E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8152FB"/>
    <w:multiLevelType w:val="hybridMultilevel"/>
    <w:tmpl w:val="F014C918"/>
    <w:lvl w:ilvl="0" w:tplc="BCEE933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3E00447C"/>
    <w:multiLevelType w:val="hybridMultilevel"/>
    <w:tmpl w:val="329C0AD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E2F4848"/>
    <w:multiLevelType w:val="hybridMultilevel"/>
    <w:tmpl w:val="04429308"/>
    <w:lvl w:ilvl="0" w:tplc="673AAE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1E82265"/>
    <w:multiLevelType w:val="hybridMultilevel"/>
    <w:tmpl w:val="A67ECA3C"/>
    <w:lvl w:ilvl="0" w:tplc="4822CC64">
      <w:numFmt w:val="bullet"/>
      <w:lvlText w:val="-"/>
      <w:lvlJc w:val="left"/>
      <w:pPr>
        <w:ind w:left="1424" w:hanging="360"/>
      </w:pPr>
      <w:rPr>
        <w:rFonts w:ascii="Cambria" w:eastAsia="Times New Roman" w:hAnsi="Cambria" w:cs="Calibri" w:hint="default"/>
      </w:rPr>
    </w:lvl>
    <w:lvl w:ilvl="1" w:tplc="0408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>
    <w:nsid w:val="484C4019"/>
    <w:multiLevelType w:val="hybridMultilevel"/>
    <w:tmpl w:val="CE9E2650"/>
    <w:lvl w:ilvl="0" w:tplc="1DE65E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5DB0358"/>
    <w:multiLevelType w:val="hybridMultilevel"/>
    <w:tmpl w:val="DD708AE8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C654AE3"/>
    <w:multiLevelType w:val="hybridMultilevel"/>
    <w:tmpl w:val="86DE7E88"/>
    <w:lvl w:ilvl="0" w:tplc="FCA4A9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E2D1FA6"/>
    <w:multiLevelType w:val="hybridMultilevel"/>
    <w:tmpl w:val="103077A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F2560D9"/>
    <w:multiLevelType w:val="hybridMultilevel"/>
    <w:tmpl w:val="5496694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38481F"/>
    <w:multiLevelType w:val="hybridMultilevel"/>
    <w:tmpl w:val="AD1CA2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61725A"/>
    <w:multiLevelType w:val="hybridMultilevel"/>
    <w:tmpl w:val="5E94B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5C40BA"/>
    <w:multiLevelType w:val="hybridMultilevel"/>
    <w:tmpl w:val="B600CF92"/>
    <w:lvl w:ilvl="0" w:tplc="C61CA822">
      <w:start w:val="5"/>
      <w:numFmt w:val="bullet"/>
      <w:lvlText w:val="-"/>
      <w:lvlJc w:val="left"/>
      <w:pPr>
        <w:ind w:left="900" w:hanging="360"/>
      </w:pPr>
      <w:rPr>
        <w:rFonts w:ascii="Verdana" w:eastAsia="Times New Roman" w:hAnsi="Verdana" w:cs="Times New Roman" w:hint="default"/>
        <w:b/>
        <w:sz w:val="17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764048C7"/>
    <w:multiLevelType w:val="hybridMultilevel"/>
    <w:tmpl w:val="7CFC317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654EC3"/>
    <w:multiLevelType w:val="hybridMultilevel"/>
    <w:tmpl w:val="412EE8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E74BF"/>
    <w:multiLevelType w:val="hybridMultilevel"/>
    <w:tmpl w:val="13AAC9A2"/>
    <w:lvl w:ilvl="0" w:tplc="0409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7AAC62A3"/>
    <w:multiLevelType w:val="hybridMultilevel"/>
    <w:tmpl w:val="2A820788"/>
    <w:lvl w:ilvl="0" w:tplc="1F50A6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30"/>
  </w:num>
  <w:num w:numId="5">
    <w:abstractNumId w:val="23"/>
  </w:num>
  <w:num w:numId="6">
    <w:abstractNumId w:val="11"/>
  </w:num>
  <w:num w:numId="7">
    <w:abstractNumId w:val="0"/>
  </w:num>
  <w:num w:numId="8">
    <w:abstractNumId w:val="8"/>
  </w:num>
  <w:num w:numId="9">
    <w:abstractNumId w:val="18"/>
  </w:num>
  <w:num w:numId="10">
    <w:abstractNumId w:val="28"/>
  </w:num>
  <w:num w:numId="11">
    <w:abstractNumId w:val="20"/>
  </w:num>
  <w:num w:numId="12">
    <w:abstractNumId w:val="21"/>
  </w:num>
  <w:num w:numId="13">
    <w:abstractNumId w:val="4"/>
  </w:num>
  <w:num w:numId="14">
    <w:abstractNumId w:val="13"/>
  </w:num>
  <w:num w:numId="15">
    <w:abstractNumId w:val="2"/>
  </w:num>
  <w:num w:numId="16">
    <w:abstractNumId w:val="17"/>
  </w:num>
  <w:num w:numId="17">
    <w:abstractNumId w:val="25"/>
  </w:num>
  <w:num w:numId="18">
    <w:abstractNumId w:val="12"/>
  </w:num>
  <w:num w:numId="19">
    <w:abstractNumId w:val="16"/>
  </w:num>
  <w:num w:numId="20">
    <w:abstractNumId w:val="3"/>
  </w:num>
  <w:num w:numId="21">
    <w:abstractNumId w:val="29"/>
  </w:num>
  <w:num w:numId="22">
    <w:abstractNumId w:val="27"/>
  </w:num>
  <w:num w:numId="23">
    <w:abstractNumId w:val="22"/>
  </w:num>
  <w:num w:numId="24">
    <w:abstractNumId w:val="24"/>
  </w:num>
  <w:num w:numId="25">
    <w:abstractNumId w:val="9"/>
  </w:num>
  <w:num w:numId="26">
    <w:abstractNumId w:val="14"/>
  </w:num>
  <w:num w:numId="27">
    <w:abstractNumId w:val="6"/>
  </w:num>
  <w:num w:numId="28">
    <w:abstractNumId w:val="26"/>
  </w:num>
  <w:num w:numId="29">
    <w:abstractNumId w:val="5"/>
  </w:num>
  <w:num w:numId="30">
    <w:abstractNumId w:val="1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9B5B12"/>
    <w:rsid w:val="000012E1"/>
    <w:rsid w:val="000015CF"/>
    <w:rsid w:val="00002C4F"/>
    <w:rsid w:val="000063BF"/>
    <w:rsid w:val="000070B1"/>
    <w:rsid w:val="00015470"/>
    <w:rsid w:val="00016C91"/>
    <w:rsid w:val="00020106"/>
    <w:rsid w:val="0002476E"/>
    <w:rsid w:val="0002560D"/>
    <w:rsid w:val="00025A6E"/>
    <w:rsid w:val="00025E46"/>
    <w:rsid w:val="0002687A"/>
    <w:rsid w:val="00027877"/>
    <w:rsid w:val="000303A4"/>
    <w:rsid w:val="00031349"/>
    <w:rsid w:val="00044D1C"/>
    <w:rsid w:val="00047FDB"/>
    <w:rsid w:val="0005225E"/>
    <w:rsid w:val="00052ADF"/>
    <w:rsid w:val="000533EF"/>
    <w:rsid w:val="00054556"/>
    <w:rsid w:val="00057A49"/>
    <w:rsid w:val="00060A00"/>
    <w:rsid w:val="000622F0"/>
    <w:rsid w:val="0006247F"/>
    <w:rsid w:val="000769AD"/>
    <w:rsid w:val="000810A2"/>
    <w:rsid w:val="000834A7"/>
    <w:rsid w:val="00083569"/>
    <w:rsid w:val="000852C2"/>
    <w:rsid w:val="00086985"/>
    <w:rsid w:val="00086F28"/>
    <w:rsid w:val="00090DCD"/>
    <w:rsid w:val="000914B5"/>
    <w:rsid w:val="00094A0F"/>
    <w:rsid w:val="00096FFA"/>
    <w:rsid w:val="00097B76"/>
    <w:rsid w:val="000A1B88"/>
    <w:rsid w:val="000A1D67"/>
    <w:rsid w:val="000A476C"/>
    <w:rsid w:val="000A4C27"/>
    <w:rsid w:val="000A595A"/>
    <w:rsid w:val="000B0480"/>
    <w:rsid w:val="000B1779"/>
    <w:rsid w:val="000B405A"/>
    <w:rsid w:val="000B4FF8"/>
    <w:rsid w:val="000B565E"/>
    <w:rsid w:val="000B6A8B"/>
    <w:rsid w:val="000C1A98"/>
    <w:rsid w:val="000C1AB6"/>
    <w:rsid w:val="000C3317"/>
    <w:rsid w:val="000C34F5"/>
    <w:rsid w:val="000C3983"/>
    <w:rsid w:val="000C60C7"/>
    <w:rsid w:val="000C6AFD"/>
    <w:rsid w:val="000C742C"/>
    <w:rsid w:val="000D00FD"/>
    <w:rsid w:val="000D1679"/>
    <w:rsid w:val="000D26B9"/>
    <w:rsid w:val="000D3388"/>
    <w:rsid w:val="000D4CBA"/>
    <w:rsid w:val="000E05A6"/>
    <w:rsid w:val="000E0EFE"/>
    <w:rsid w:val="000E2EB7"/>
    <w:rsid w:val="000E433E"/>
    <w:rsid w:val="000E61C3"/>
    <w:rsid w:val="000F51A2"/>
    <w:rsid w:val="000F6BB3"/>
    <w:rsid w:val="000F787D"/>
    <w:rsid w:val="001067A4"/>
    <w:rsid w:val="001111FF"/>
    <w:rsid w:val="00114525"/>
    <w:rsid w:val="00115BB9"/>
    <w:rsid w:val="0011634E"/>
    <w:rsid w:val="001200C5"/>
    <w:rsid w:val="00126B59"/>
    <w:rsid w:val="00131BBD"/>
    <w:rsid w:val="00133462"/>
    <w:rsid w:val="00133D83"/>
    <w:rsid w:val="00134C2A"/>
    <w:rsid w:val="00137F01"/>
    <w:rsid w:val="00141F71"/>
    <w:rsid w:val="00142D78"/>
    <w:rsid w:val="0014384E"/>
    <w:rsid w:val="0015189A"/>
    <w:rsid w:val="00152217"/>
    <w:rsid w:val="0015459A"/>
    <w:rsid w:val="0015683F"/>
    <w:rsid w:val="0015762D"/>
    <w:rsid w:val="001622CF"/>
    <w:rsid w:val="001640C2"/>
    <w:rsid w:val="00166BDE"/>
    <w:rsid w:val="001677C2"/>
    <w:rsid w:val="00170036"/>
    <w:rsid w:val="00170FDF"/>
    <w:rsid w:val="00172B21"/>
    <w:rsid w:val="00174756"/>
    <w:rsid w:val="00176D2F"/>
    <w:rsid w:val="00177977"/>
    <w:rsid w:val="00180239"/>
    <w:rsid w:val="00184822"/>
    <w:rsid w:val="00185842"/>
    <w:rsid w:val="001859D3"/>
    <w:rsid w:val="00186FBC"/>
    <w:rsid w:val="001907BA"/>
    <w:rsid w:val="00190FB0"/>
    <w:rsid w:val="00191C97"/>
    <w:rsid w:val="001931F6"/>
    <w:rsid w:val="001941BD"/>
    <w:rsid w:val="00194539"/>
    <w:rsid w:val="00195AB1"/>
    <w:rsid w:val="00196A02"/>
    <w:rsid w:val="001A012C"/>
    <w:rsid w:val="001A0C79"/>
    <w:rsid w:val="001A31FF"/>
    <w:rsid w:val="001A33D0"/>
    <w:rsid w:val="001A4E7A"/>
    <w:rsid w:val="001A56EE"/>
    <w:rsid w:val="001A6F2B"/>
    <w:rsid w:val="001B1277"/>
    <w:rsid w:val="001B596E"/>
    <w:rsid w:val="001C0C1C"/>
    <w:rsid w:val="001C0D27"/>
    <w:rsid w:val="001C0D71"/>
    <w:rsid w:val="001C3A19"/>
    <w:rsid w:val="001C3F91"/>
    <w:rsid w:val="001C418C"/>
    <w:rsid w:val="001D011B"/>
    <w:rsid w:val="001D4CB9"/>
    <w:rsid w:val="001E0E02"/>
    <w:rsid w:val="001E1DE6"/>
    <w:rsid w:val="001E6877"/>
    <w:rsid w:val="001F3D62"/>
    <w:rsid w:val="001F5CC0"/>
    <w:rsid w:val="0020076F"/>
    <w:rsid w:val="00201C0F"/>
    <w:rsid w:val="00202E6C"/>
    <w:rsid w:val="00210AC3"/>
    <w:rsid w:val="0021431A"/>
    <w:rsid w:val="002177A3"/>
    <w:rsid w:val="00221860"/>
    <w:rsid w:val="00223F19"/>
    <w:rsid w:val="0022498C"/>
    <w:rsid w:val="00226172"/>
    <w:rsid w:val="002268B0"/>
    <w:rsid w:val="0022774B"/>
    <w:rsid w:val="00227B86"/>
    <w:rsid w:val="00227CBA"/>
    <w:rsid w:val="00230B7E"/>
    <w:rsid w:val="00231161"/>
    <w:rsid w:val="002315F7"/>
    <w:rsid w:val="00235317"/>
    <w:rsid w:val="0023719E"/>
    <w:rsid w:val="00237F75"/>
    <w:rsid w:val="00242C33"/>
    <w:rsid w:val="00243B2C"/>
    <w:rsid w:val="0024426C"/>
    <w:rsid w:val="00244FE6"/>
    <w:rsid w:val="00245A41"/>
    <w:rsid w:val="002517B0"/>
    <w:rsid w:val="00252E83"/>
    <w:rsid w:val="00252FF8"/>
    <w:rsid w:val="00254564"/>
    <w:rsid w:val="00256E01"/>
    <w:rsid w:val="00257B1C"/>
    <w:rsid w:val="00260A26"/>
    <w:rsid w:val="00260C43"/>
    <w:rsid w:val="0026424F"/>
    <w:rsid w:val="00264889"/>
    <w:rsid w:val="002650D9"/>
    <w:rsid w:val="00267740"/>
    <w:rsid w:val="002766C9"/>
    <w:rsid w:val="00276BA5"/>
    <w:rsid w:val="00276C61"/>
    <w:rsid w:val="00285544"/>
    <w:rsid w:val="00285ED5"/>
    <w:rsid w:val="00285F26"/>
    <w:rsid w:val="00286B8D"/>
    <w:rsid w:val="002914BF"/>
    <w:rsid w:val="00292C4C"/>
    <w:rsid w:val="00297F0D"/>
    <w:rsid w:val="002A07AF"/>
    <w:rsid w:val="002A4A1F"/>
    <w:rsid w:val="002A5F8F"/>
    <w:rsid w:val="002A6A4D"/>
    <w:rsid w:val="002B61CE"/>
    <w:rsid w:val="002B6D67"/>
    <w:rsid w:val="002C1853"/>
    <w:rsid w:val="002C3164"/>
    <w:rsid w:val="002C4EC6"/>
    <w:rsid w:val="002C531B"/>
    <w:rsid w:val="002C5776"/>
    <w:rsid w:val="002C7050"/>
    <w:rsid w:val="002D023C"/>
    <w:rsid w:val="002D1C3F"/>
    <w:rsid w:val="002D51B0"/>
    <w:rsid w:val="002E3A49"/>
    <w:rsid w:val="002E69AB"/>
    <w:rsid w:val="002E7432"/>
    <w:rsid w:val="002F1B9B"/>
    <w:rsid w:val="002F4F6C"/>
    <w:rsid w:val="00300366"/>
    <w:rsid w:val="003023A0"/>
    <w:rsid w:val="00302BB1"/>
    <w:rsid w:val="00302D6A"/>
    <w:rsid w:val="00303D94"/>
    <w:rsid w:val="00307FBD"/>
    <w:rsid w:val="00310F23"/>
    <w:rsid w:val="003126FE"/>
    <w:rsid w:val="003203C3"/>
    <w:rsid w:val="003214B7"/>
    <w:rsid w:val="0032226D"/>
    <w:rsid w:val="00323F70"/>
    <w:rsid w:val="00325C36"/>
    <w:rsid w:val="00331DF2"/>
    <w:rsid w:val="003321AC"/>
    <w:rsid w:val="00332B61"/>
    <w:rsid w:val="00334F76"/>
    <w:rsid w:val="00336B92"/>
    <w:rsid w:val="00337434"/>
    <w:rsid w:val="00340AD2"/>
    <w:rsid w:val="00342721"/>
    <w:rsid w:val="00345C32"/>
    <w:rsid w:val="003461F2"/>
    <w:rsid w:val="00352DCF"/>
    <w:rsid w:val="0035316B"/>
    <w:rsid w:val="00353E41"/>
    <w:rsid w:val="003600AA"/>
    <w:rsid w:val="00361D84"/>
    <w:rsid w:val="00362627"/>
    <w:rsid w:val="00362A71"/>
    <w:rsid w:val="00365B9B"/>
    <w:rsid w:val="003679AA"/>
    <w:rsid w:val="00374975"/>
    <w:rsid w:val="00374DA9"/>
    <w:rsid w:val="00375522"/>
    <w:rsid w:val="00375E9C"/>
    <w:rsid w:val="0037668B"/>
    <w:rsid w:val="0038191A"/>
    <w:rsid w:val="00382FAA"/>
    <w:rsid w:val="0038317F"/>
    <w:rsid w:val="003836FC"/>
    <w:rsid w:val="003918CA"/>
    <w:rsid w:val="0039482D"/>
    <w:rsid w:val="00396181"/>
    <w:rsid w:val="0039623A"/>
    <w:rsid w:val="00396B41"/>
    <w:rsid w:val="003A4AB5"/>
    <w:rsid w:val="003A57AC"/>
    <w:rsid w:val="003A71D3"/>
    <w:rsid w:val="003B016E"/>
    <w:rsid w:val="003B37D3"/>
    <w:rsid w:val="003B3FC2"/>
    <w:rsid w:val="003B61D9"/>
    <w:rsid w:val="003C1CA7"/>
    <w:rsid w:val="003C214B"/>
    <w:rsid w:val="003C21CD"/>
    <w:rsid w:val="003C4B1B"/>
    <w:rsid w:val="003C79D0"/>
    <w:rsid w:val="003D0A6E"/>
    <w:rsid w:val="003D3F37"/>
    <w:rsid w:val="003E0D59"/>
    <w:rsid w:val="003E1DE0"/>
    <w:rsid w:val="003E3622"/>
    <w:rsid w:val="003E75AF"/>
    <w:rsid w:val="003F1593"/>
    <w:rsid w:val="003F2AAD"/>
    <w:rsid w:val="003F3743"/>
    <w:rsid w:val="003F4D75"/>
    <w:rsid w:val="003F6BE1"/>
    <w:rsid w:val="00402742"/>
    <w:rsid w:val="004041E5"/>
    <w:rsid w:val="004043B5"/>
    <w:rsid w:val="00406A93"/>
    <w:rsid w:val="00407F1A"/>
    <w:rsid w:val="00410931"/>
    <w:rsid w:val="004151CA"/>
    <w:rsid w:val="00415F52"/>
    <w:rsid w:val="004163D6"/>
    <w:rsid w:val="0041744E"/>
    <w:rsid w:val="004174A0"/>
    <w:rsid w:val="00420CDA"/>
    <w:rsid w:val="00422E5A"/>
    <w:rsid w:val="0042331B"/>
    <w:rsid w:val="004256A6"/>
    <w:rsid w:val="00427933"/>
    <w:rsid w:val="00430DA0"/>
    <w:rsid w:val="00431763"/>
    <w:rsid w:val="00435F87"/>
    <w:rsid w:val="00436E07"/>
    <w:rsid w:val="004373F3"/>
    <w:rsid w:val="0044389F"/>
    <w:rsid w:val="004444FA"/>
    <w:rsid w:val="00445F32"/>
    <w:rsid w:val="004479E1"/>
    <w:rsid w:val="00452D6B"/>
    <w:rsid w:val="0045777A"/>
    <w:rsid w:val="00461EE8"/>
    <w:rsid w:val="00464B38"/>
    <w:rsid w:val="00464E94"/>
    <w:rsid w:val="0046590C"/>
    <w:rsid w:val="00467095"/>
    <w:rsid w:val="00471F15"/>
    <w:rsid w:val="00472029"/>
    <w:rsid w:val="00472444"/>
    <w:rsid w:val="0047262C"/>
    <w:rsid w:val="00473C7E"/>
    <w:rsid w:val="0047544C"/>
    <w:rsid w:val="0048000C"/>
    <w:rsid w:val="004801B9"/>
    <w:rsid w:val="00485FBB"/>
    <w:rsid w:val="0048659D"/>
    <w:rsid w:val="00486EAD"/>
    <w:rsid w:val="00490D37"/>
    <w:rsid w:val="00491850"/>
    <w:rsid w:val="004965EA"/>
    <w:rsid w:val="0049741B"/>
    <w:rsid w:val="004A1FFA"/>
    <w:rsid w:val="004A3A21"/>
    <w:rsid w:val="004A4C19"/>
    <w:rsid w:val="004B170F"/>
    <w:rsid w:val="004B20B0"/>
    <w:rsid w:val="004B313E"/>
    <w:rsid w:val="004B3172"/>
    <w:rsid w:val="004B37F9"/>
    <w:rsid w:val="004B516F"/>
    <w:rsid w:val="004C15BC"/>
    <w:rsid w:val="004C3CA1"/>
    <w:rsid w:val="004C67C5"/>
    <w:rsid w:val="004C6AF9"/>
    <w:rsid w:val="004D02DB"/>
    <w:rsid w:val="004D59A8"/>
    <w:rsid w:val="004E039B"/>
    <w:rsid w:val="004E070A"/>
    <w:rsid w:val="004E26AF"/>
    <w:rsid w:val="004E4363"/>
    <w:rsid w:val="004E4E0E"/>
    <w:rsid w:val="004E7EF5"/>
    <w:rsid w:val="004F0188"/>
    <w:rsid w:val="004F1C8A"/>
    <w:rsid w:val="004F29BD"/>
    <w:rsid w:val="004F3B02"/>
    <w:rsid w:val="004F6535"/>
    <w:rsid w:val="004F7AFD"/>
    <w:rsid w:val="004F7C03"/>
    <w:rsid w:val="0050233F"/>
    <w:rsid w:val="00504860"/>
    <w:rsid w:val="005050C8"/>
    <w:rsid w:val="005077C6"/>
    <w:rsid w:val="005119FB"/>
    <w:rsid w:val="00511AC7"/>
    <w:rsid w:val="00512A54"/>
    <w:rsid w:val="0051518A"/>
    <w:rsid w:val="005163A5"/>
    <w:rsid w:val="00516545"/>
    <w:rsid w:val="005177FE"/>
    <w:rsid w:val="005178FD"/>
    <w:rsid w:val="00517CAD"/>
    <w:rsid w:val="00521D21"/>
    <w:rsid w:val="005220A7"/>
    <w:rsid w:val="005225D0"/>
    <w:rsid w:val="00522FBB"/>
    <w:rsid w:val="0053190C"/>
    <w:rsid w:val="00536A2E"/>
    <w:rsid w:val="00537C8A"/>
    <w:rsid w:val="005414A0"/>
    <w:rsid w:val="00541EDD"/>
    <w:rsid w:val="00543668"/>
    <w:rsid w:val="00543DDB"/>
    <w:rsid w:val="00550BE7"/>
    <w:rsid w:val="00552E46"/>
    <w:rsid w:val="005531E1"/>
    <w:rsid w:val="005534E1"/>
    <w:rsid w:val="0055493E"/>
    <w:rsid w:val="00555665"/>
    <w:rsid w:val="00563034"/>
    <w:rsid w:val="0056317E"/>
    <w:rsid w:val="00564524"/>
    <w:rsid w:val="00565A1D"/>
    <w:rsid w:val="00566DE8"/>
    <w:rsid w:val="00574CB2"/>
    <w:rsid w:val="0057559E"/>
    <w:rsid w:val="00580473"/>
    <w:rsid w:val="00580813"/>
    <w:rsid w:val="0058121D"/>
    <w:rsid w:val="00584431"/>
    <w:rsid w:val="005854B7"/>
    <w:rsid w:val="00587B26"/>
    <w:rsid w:val="00592E65"/>
    <w:rsid w:val="00594019"/>
    <w:rsid w:val="00595AC2"/>
    <w:rsid w:val="005964EA"/>
    <w:rsid w:val="005A75CF"/>
    <w:rsid w:val="005B35AB"/>
    <w:rsid w:val="005C7D10"/>
    <w:rsid w:val="005D2E51"/>
    <w:rsid w:val="005D5B82"/>
    <w:rsid w:val="005D6F72"/>
    <w:rsid w:val="005D70EC"/>
    <w:rsid w:val="005E1826"/>
    <w:rsid w:val="005E1D4A"/>
    <w:rsid w:val="005E287B"/>
    <w:rsid w:val="005E2D61"/>
    <w:rsid w:val="005E322B"/>
    <w:rsid w:val="005E3783"/>
    <w:rsid w:val="005E4B46"/>
    <w:rsid w:val="005E66F0"/>
    <w:rsid w:val="005F2B9B"/>
    <w:rsid w:val="005F333A"/>
    <w:rsid w:val="005F3EA0"/>
    <w:rsid w:val="005F5CD3"/>
    <w:rsid w:val="005F760D"/>
    <w:rsid w:val="00600227"/>
    <w:rsid w:val="00602DD3"/>
    <w:rsid w:val="00605989"/>
    <w:rsid w:val="0061016C"/>
    <w:rsid w:val="006169FE"/>
    <w:rsid w:val="00616C3B"/>
    <w:rsid w:val="00621316"/>
    <w:rsid w:val="00621BBB"/>
    <w:rsid w:val="00626632"/>
    <w:rsid w:val="00631742"/>
    <w:rsid w:val="00631E00"/>
    <w:rsid w:val="006339E1"/>
    <w:rsid w:val="00635313"/>
    <w:rsid w:val="0063550B"/>
    <w:rsid w:val="00642407"/>
    <w:rsid w:val="0064375B"/>
    <w:rsid w:val="0064516E"/>
    <w:rsid w:val="0064563A"/>
    <w:rsid w:val="006476EF"/>
    <w:rsid w:val="00647A3D"/>
    <w:rsid w:val="00650741"/>
    <w:rsid w:val="00652EC7"/>
    <w:rsid w:val="00654DE0"/>
    <w:rsid w:val="00655662"/>
    <w:rsid w:val="0065686D"/>
    <w:rsid w:val="00656F77"/>
    <w:rsid w:val="00665F9C"/>
    <w:rsid w:val="006706FE"/>
    <w:rsid w:val="006721CD"/>
    <w:rsid w:val="006745C7"/>
    <w:rsid w:val="006778A7"/>
    <w:rsid w:val="00680F0C"/>
    <w:rsid w:val="0068716F"/>
    <w:rsid w:val="006918BD"/>
    <w:rsid w:val="00693C55"/>
    <w:rsid w:val="00696081"/>
    <w:rsid w:val="00696741"/>
    <w:rsid w:val="00697B00"/>
    <w:rsid w:val="006A1EC4"/>
    <w:rsid w:val="006A207E"/>
    <w:rsid w:val="006A2F5C"/>
    <w:rsid w:val="006A5269"/>
    <w:rsid w:val="006A5604"/>
    <w:rsid w:val="006B00F2"/>
    <w:rsid w:val="006B0DD0"/>
    <w:rsid w:val="006C04C0"/>
    <w:rsid w:val="006C2C54"/>
    <w:rsid w:val="006D2FD6"/>
    <w:rsid w:val="006D3C43"/>
    <w:rsid w:val="006D64D3"/>
    <w:rsid w:val="006E1B37"/>
    <w:rsid w:val="006E2249"/>
    <w:rsid w:val="006E5BD3"/>
    <w:rsid w:val="006F00BE"/>
    <w:rsid w:val="006F0A85"/>
    <w:rsid w:val="006F11A1"/>
    <w:rsid w:val="006F23E2"/>
    <w:rsid w:val="006F2E6F"/>
    <w:rsid w:val="00702DD6"/>
    <w:rsid w:val="00702FD3"/>
    <w:rsid w:val="00703216"/>
    <w:rsid w:val="007037A4"/>
    <w:rsid w:val="00706298"/>
    <w:rsid w:val="0070695E"/>
    <w:rsid w:val="00706EC2"/>
    <w:rsid w:val="007129D0"/>
    <w:rsid w:val="00713407"/>
    <w:rsid w:val="0071445F"/>
    <w:rsid w:val="007157FB"/>
    <w:rsid w:val="00717708"/>
    <w:rsid w:val="007202F5"/>
    <w:rsid w:val="007220A0"/>
    <w:rsid w:val="00725077"/>
    <w:rsid w:val="00726832"/>
    <w:rsid w:val="00731FF6"/>
    <w:rsid w:val="00732919"/>
    <w:rsid w:val="0073688C"/>
    <w:rsid w:val="0073767C"/>
    <w:rsid w:val="0074280E"/>
    <w:rsid w:val="00745949"/>
    <w:rsid w:val="00745E2F"/>
    <w:rsid w:val="00746362"/>
    <w:rsid w:val="00747218"/>
    <w:rsid w:val="00750289"/>
    <w:rsid w:val="00750C20"/>
    <w:rsid w:val="0075345F"/>
    <w:rsid w:val="00753875"/>
    <w:rsid w:val="00754D65"/>
    <w:rsid w:val="00762D34"/>
    <w:rsid w:val="00765262"/>
    <w:rsid w:val="007657C4"/>
    <w:rsid w:val="00766161"/>
    <w:rsid w:val="00767B34"/>
    <w:rsid w:val="00772476"/>
    <w:rsid w:val="00775394"/>
    <w:rsid w:val="00775D94"/>
    <w:rsid w:val="00775FC5"/>
    <w:rsid w:val="0077652C"/>
    <w:rsid w:val="0078006D"/>
    <w:rsid w:val="007815B9"/>
    <w:rsid w:val="007867DE"/>
    <w:rsid w:val="007874E4"/>
    <w:rsid w:val="00793522"/>
    <w:rsid w:val="00796338"/>
    <w:rsid w:val="007A2BFC"/>
    <w:rsid w:val="007A326A"/>
    <w:rsid w:val="007A32F8"/>
    <w:rsid w:val="007A4CCC"/>
    <w:rsid w:val="007A5525"/>
    <w:rsid w:val="007A6E7B"/>
    <w:rsid w:val="007A6F28"/>
    <w:rsid w:val="007B0C52"/>
    <w:rsid w:val="007B0CD3"/>
    <w:rsid w:val="007B2A4A"/>
    <w:rsid w:val="007B333E"/>
    <w:rsid w:val="007B76C2"/>
    <w:rsid w:val="007C1C27"/>
    <w:rsid w:val="007C2418"/>
    <w:rsid w:val="007C3970"/>
    <w:rsid w:val="007D0E08"/>
    <w:rsid w:val="007D32F3"/>
    <w:rsid w:val="007D339A"/>
    <w:rsid w:val="007D6E8A"/>
    <w:rsid w:val="007D77EF"/>
    <w:rsid w:val="007E6C39"/>
    <w:rsid w:val="007E7E66"/>
    <w:rsid w:val="007F0227"/>
    <w:rsid w:val="007F3EE8"/>
    <w:rsid w:val="007F4323"/>
    <w:rsid w:val="007F4C63"/>
    <w:rsid w:val="00801F71"/>
    <w:rsid w:val="0080381F"/>
    <w:rsid w:val="00806C8F"/>
    <w:rsid w:val="0081004D"/>
    <w:rsid w:val="00811984"/>
    <w:rsid w:val="00814EFE"/>
    <w:rsid w:val="00820BCE"/>
    <w:rsid w:val="008254A1"/>
    <w:rsid w:val="0082619D"/>
    <w:rsid w:val="00827AA9"/>
    <w:rsid w:val="00827F97"/>
    <w:rsid w:val="00831206"/>
    <w:rsid w:val="00831A9B"/>
    <w:rsid w:val="008361F4"/>
    <w:rsid w:val="00836953"/>
    <w:rsid w:val="00836B9D"/>
    <w:rsid w:val="00837956"/>
    <w:rsid w:val="00837F7E"/>
    <w:rsid w:val="00840548"/>
    <w:rsid w:val="00843D3A"/>
    <w:rsid w:val="0084649E"/>
    <w:rsid w:val="00850831"/>
    <w:rsid w:val="008516DE"/>
    <w:rsid w:val="00851F79"/>
    <w:rsid w:val="00852822"/>
    <w:rsid w:val="00852B0A"/>
    <w:rsid w:val="00852F6E"/>
    <w:rsid w:val="008547B6"/>
    <w:rsid w:val="00854FB2"/>
    <w:rsid w:val="00856B5D"/>
    <w:rsid w:val="008578A1"/>
    <w:rsid w:val="0086146D"/>
    <w:rsid w:val="00863D34"/>
    <w:rsid w:val="00864823"/>
    <w:rsid w:val="00864FEF"/>
    <w:rsid w:val="00866B21"/>
    <w:rsid w:val="008708DF"/>
    <w:rsid w:val="00871628"/>
    <w:rsid w:val="00871D69"/>
    <w:rsid w:val="008737A0"/>
    <w:rsid w:val="00873A19"/>
    <w:rsid w:val="00882336"/>
    <w:rsid w:val="0088608E"/>
    <w:rsid w:val="0088678B"/>
    <w:rsid w:val="00887675"/>
    <w:rsid w:val="00891AA7"/>
    <w:rsid w:val="0089277E"/>
    <w:rsid w:val="008959DA"/>
    <w:rsid w:val="00895D72"/>
    <w:rsid w:val="0089797E"/>
    <w:rsid w:val="008A4DA5"/>
    <w:rsid w:val="008A5655"/>
    <w:rsid w:val="008B4D26"/>
    <w:rsid w:val="008B4E6C"/>
    <w:rsid w:val="008C0120"/>
    <w:rsid w:val="008C2AF1"/>
    <w:rsid w:val="008C2EAE"/>
    <w:rsid w:val="008C3402"/>
    <w:rsid w:val="008C5A40"/>
    <w:rsid w:val="008D05EA"/>
    <w:rsid w:val="008D3707"/>
    <w:rsid w:val="008D4551"/>
    <w:rsid w:val="008D4813"/>
    <w:rsid w:val="008D5326"/>
    <w:rsid w:val="008E19E7"/>
    <w:rsid w:val="008E490D"/>
    <w:rsid w:val="008E4EEC"/>
    <w:rsid w:val="008E5121"/>
    <w:rsid w:val="008E5A48"/>
    <w:rsid w:val="008E5AF0"/>
    <w:rsid w:val="008E6C8F"/>
    <w:rsid w:val="008F141C"/>
    <w:rsid w:val="008F3B89"/>
    <w:rsid w:val="008F5AF8"/>
    <w:rsid w:val="00903E85"/>
    <w:rsid w:val="0090522D"/>
    <w:rsid w:val="00914C89"/>
    <w:rsid w:val="00921E3D"/>
    <w:rsid w:val="00925661"/>
    <w:rsid w:val="009264DA"/>
    <w:rsid w:val="00927B69"/>
    <w:rsid w:val="00930CA8"/>
    <w:rsid w:val="00931A19"/>
    <w:rsid w:val="00935CA3"/>
    <w:rsid w:val="009367CA"/>
    <w:rsid w:val="009401FE"/>
    <w:rsid w:val="00943069"/>
    <w:rsid w:val="00951BC9"/>
    <w:rsid w:val="00952164"/>
    <w:rsid w:val="009542BB"/>
    <w:rsid w:val="009552A4"/>
    <w:rsid w:val="00956937"/>
    <w:rsid w:val="0096157E"/>
    <w:rsid w:val="00961E77"/>
    <w:rsid w:val="0097161D"/>
    <w:rsid w:val="00973022"/>
    <w:rsid w:val="00975B73"/>
    <w:rsid w:val="00976D94"/>
    <w:rsid w:val="00980A56"/>
    <w:rsid w:val="009824BC"/>
    <w:rsid w:val="009859D7"/>
    <w:rsid w:val="009A2014"/>
    <w:rsid w:val="009A3108"/>
    <w:rsid w:val="009A6963"/>
    <w:rsid w:val="009A7122"/>
    <w:rsid w:val="009A7789"/>
    <w:rsid w:val="009B1745"/>
    <w:rsid w:val="009B2099"/>
    <w:rsid w:val="009B4897"/>
    <w:rsid w:val="009B5B12"/>
    <w:rsid w:val="009B7CDC"/>
    <w:rsid w:val="009C6248"/>
    <w:rsid w:val="009C6DCD"/>
    <w:rsid w:val="009C7428"/>
    <w:rsid w:val="009D7040"/>
    <w:rsid w:val="009E12A2"/>
    <w:rsid w:val="009E3FB2"/>
    <w:rsid w:val="009E444B"/>
    <w:rsid w:val="009E5297"/>
    <w:rsid w:val="009E7673"/>
    <w:rsid w:val="009E7C2E"/>
    <w:rsid w:val="009F03CC"/>
    <w:rsid w:val="009F26F9"/>
    <w:rsid w:val="009F36B3"/>
    <w:rsid w:val="009F4F8D"/>
    <w:rsid w:val="009F7047"/>
    <w:rsid w:val="009F7129"/>
    <w:rsid w:val="00A02DE4"/>
    <w:rsid w:val="00A10861"/>
    <w:rsid w:val="00A12360"/>
    <w:rsid w:val="00A14D6E"/>
    <w:rsid w:val="00A15195"/>
    <w:rsid w:val="00A17323"/>
    <w:rsid w:val="00A174A7"/>
    <w:rsid w:val="00A176F4"/>
    <w:rsid w:val="00A21859"/>
    <w:rsid w:val="00A22825"/>
    <w:rsid w:val="00A25A18"/>
    <w:rsid w:val="00A32189"/>
    <w:rsid w:val="00A32900"/>
    <w:rsid w:val="00A378DA"/>
    <w:rsid w:val="00A37E8E"/>
    <w:rsid w:val="00A431BB"/>
    <w:rsid w:val="00A43F9F"/>
    <w:rsid w:val="00A446D3"/>
    <w:rsid w:val="00A457EE"/>
    <w:rsid w:val="00A50A05"/>
    <w:rsid w:val="00A50E10"/>
    <w:rsid w:val="00A53A3B"/>
    <w:rsid w:val="00A53BAD"/>
    <w:rsid w:val="00A60ADB"/>
    <w:rsid w:val="00A61205"/>
    <w:rsid w:val="00A61BD4"/>
    <w:rsid w:val="00A61F07"/>
    <w:rsid w:val="00A64AA7"/>
    <w:rsid w:val="00A66B16"/>
    <w:rsid w:val="00A67B33"/>
    <w:rsid w:val="00A70D26"/>
    <w:rsid w:val="00A7482D"/>
    <w:rsid w:val="00A8030E"/>
    <w:rsid w:val="00A8176C"/>
    <w:rsid w:val="00A81AB5"/>
    <w:rsid w:val="00A81BB8"/>
    <w:rsid w:val="00A81D99"/>
    <w:rsid w:val="00A85916"/>
    <w:rsid w:val="00A907A2"/>
    <w:rsid w:val="00A90F32"/>
    <w:rsid w:val="00A95701"/>
    <w:rsid w:val="00A9611B"/>
    <w:rsid w:val="00A962C6"/>
    <w:rsid w:val="00A97CC3"/>
    <w:rsid w:val="00A97D63"/>
    <w:rsid w:val="00A97DD3"/>
    <w:rsid w:val="00AA0E46"/>
    <w:rsid w:val="00AA23E6"/>
    <w:rsid w:val="00AA4F6B"/>
    <w:rsid w:val="00AA5D98"/>
    <w:rsid w:val="00AA7CFE"/>
    <w:rsid w:val="00AB03E9"/>
    <w:rsid w:val="00AB07FE"/>
    <w:rsid w:val="00AB1DE7"/>
    <w:rsid w:val="00AB32A5"/>
    <w:rsid w:val="00AB5369"/>
    <w:rsid w:val="00AB5A30"/>
    <w:rsid w:val="00AB5F77"/>
    <w:rsid w:val="00AC1951"/>
    <w:rsid w:val="00AC22F2"/>
    <w:rsid w:val="00AC5227"/>
    <w:rsid w:val="00AC530C"/>
    <w:rsid w:val="00AC5A29"/>
    <w:rsid w:val="00AC7001"/>
    <w:rsid w:val="00AD1630"/>
    <w:rsid w:val="00AE3A4B"/>
    <w:rsid w:val="00AE41C7"/>
    <w:rsid w:val="00AE5325"/>
    <w:rsid w:val="00AE6F64"/>
    <w:rsid w:val="00AF28EC"/>
    <w:rsid w:val="00AF2A56"/>
    <w:rsid w:val="00AF51AD"/>
    <w:rsid w:val="00AF57B8"/>
    <w:rsid w:val="00AF6653"/>
    <w:rsid w:val="00B02B63"/>
    <w:rsid w:val="00B03611"/>
    <w:rsid w:val="00B03E8E"/>
    <w:rsid w:val="00B06842"/>
    <w:rsid w:val="00B06BB6"/>
    <w:rsid w:val="00B105A5"/>
    <w:rsid w:val="00B10EB9"/>
    <w:rsid w:val="00B12460"/>
    <w:rsid w:val="00B127E3"/>
    <w:rsid w:val="00B13613"/>
    <w:rsid w:val="00B151B4"/>
    <w:rsid w:val="00B15E84"/>
    <w:rsid w:val="00B1706F"/>
    <w:rsid w:val="00B20168"/>
    <w:rsid w:val="00B2040F"/>
    <w:rsid w:val="00B2050B"/>
    <w:rsid w:val="00B26BEB"/>
    <w:rsid w:val="00B324DC"/>
    <w:rsid w:val="00B43A37"/>
    <w:rsid w:val="00B502E6"/>
    <w:rsid w:val="00B52C06"/>
    <w:rsid w:val="00B5730B"/>
    <w:rsid w:val="00B60D96"/>
    <w:rsid w:val="00B636B4"/>
    <w:rsid w:val="00B65CA5"/>
    <w:rsid w:val="00B70634"/>
    <w:rsid w:val="00B71037"/>
    <w:rsid w:val="00B74116"/>
    <w:rsid w:val="00B74D12"/>
    <w:rsid w:val="00B778EC"/>
    <w:rsid w:val="00B83E04"/>
    <w:rsid w:val="00B90304"/>
    <w:rsid w:val="00B9054C"/>
    <w:rsid w:val="00B90DCC"/>
    <w:rsid w:val="00B91113"/>
    <w:rsid w:val="00B918DA"/>
    <w:rsid w:val="00B91FAD"/>
    <w:rsid w:val="00B947F5"/>
    <w:rsid w:val="00B970CB"/>
    <w:rsid w:val="00B973D9"/>
    <w:rsid w:val="00B97A65"/>
    <w:rsid w:val="00B97D66"/>
    <w:rsid w:val="00BA0869"/>
    <w:rsid w:val="00BA091E"/>
    <w:rsid w:val="00BA5587"/>
    <w:rsid w:val="00BA55B2"/>
    <w:rsid w:val="00BB1C60"/>
    <w:rsid w:val="00BB1D3F"/>
    <w:rsid w:val="00BB1DFA"/>
    <w:rsid w:val="00BB2561"/>
    <w:rsid w:val="00BB5208"/>
    <w:rsid w:val="00BC0816"/>
    <w:rsid w:val="00BC2DD6"/>
    <w:rsid w:val="00BC4101"/>
    <w:rsid w:val="00BC501A"/>
    <w:rsid w:val="00BC6B77"/>
    <w:rsid w:val="00BD1F91"/>
    <w:rsid w:val="00BD4EA1"/>
    <w:rsid w:val="00BE37ED"/>
    <w:rsid w:val="00BF319C"/>
    <w:rsid w:val="00BF4258"/>
    <w:rsid w:val="00BF4758"/>
    <w:rsid w:val="00BF52BE"/>
    <w:rsid w:val="00BF5384"/>
    <w:rsid w:val="00BF5793"/>
    <w:rsid w:val="00BF789E"/>
    <w:rsid w:val="00C008CD"/>
    <w:rsid w:val="00C01B00"/>
    <w:rsid w:val="00C0358F"/>
    <w:rsid w:val="00C06CB2"/>
    <w:rsid w:val="00C13BDA"/>
    <w:rsid w:val="00C21A81"/>
    <w:rsid w:val="00C300CF"/>
    <w:rsid w:val="00C316FB"/>
    <w:rsid w:val="00C31A96"/>
    <w:rsid w:val="00C32B89"/>
    <w:rsid w:val="00C3357F"/>
    <w:rsid w:val="00C374D1"/>
    <w:rsid w:val="00C45396"/>
    <w:rsid w:val="00C46DAE"/>
    <w:rsid w:val="00C4714D"/>
    <w:rsid w:val="00C50B21"/>
    <w:rsid w:val="00C56922"/>
    <w:rsid w:val="00C60D61"/>
    <w:rsid w:val="00C648F0"/>
    <w:rsid w:val="00C660DF"/>
    <w:rsid w:val="00C71E25"/>
    <w:rsid w:val="00C73F99"/>
    <w:rsid w:val="00C7474D"/>
    <w:rsid w:val="00C75CDA"/>
    <w:rsid w:val="00C76A6F"/>
    <w:rsid w:val="00C828BA"/>
    <w:rsid w:val="00C82CE6"/>
    <w:rsid w:val="00C87A0D"/>
    <w:rsid w:val="00C920EF"/>
    <w:rsid w:val="00C93D1F"/>
    <w:rsid w:val="00C94542"/>
    <w:rsid w:val="00C97874"/>
    <w:rsid w:val="00CA09A5"/>
    <w:rsid w:val="00CA0A28"/>
    <w:rsid w:val="00CA20C1"/>
    <w:rsid w:val="00CA3A0D"/>
    <w:rsid w:val="00CA4A61"/>
    <w:rsid w:val="00CA7999"/>
    <w:rsid w:val="00CB131D"/>
    <w:rsid w:val="00CB2F8F"/>
    <w:rsid w:val="00CB3C9B"/>
    <w:rsid w:val="00CB4206"/>
    <w:rsid w:val="00CB6583"/>
    <w:rsid w:val="00CC4BDF"/>
    <w:rsid w:val="00CC5C37"/>
    <w:rsid w:val="00CC6AA6"/>
    <w:rsid w:val="00CD130B"/>
    <w:rsid w:val="00CD2D38"/>
    <w:rsid w:val="00CD6494"/>
    <w:rsid w:val="00CE08D6"/>
    <w:rsid w:val="00CE339F"/>
    <w:rsid w:val="00CE6374"/>
    <w:rsid w:val="00CE65A8"/>
    <w:rsid w:val="00CF2BA9"/>
    <w:rsid w:val="00CF30D8"/>
    <w:rsid w:val="00CF3D4C"/>
    <w:rsid w:val="00CF6438"/>
    <w:rsid w:val="00CF6CE1"/>
    <w:rsid w:val="00D141AE"/>
    <w:rsid w:val="00D17E56"/>
    <w:rsid w:val="00D200AB"/>
    <w:rsid w:val="00D21197"/>
    <w:rsid w:val="00D236AB"/>
    <w:rsid w:val="00D27980"/>
    <w:rsid w:val="00D279B4"/>
    <w:rsid w:val="00D32770"/>
    <w:rsid w:val="00D32894"/>
    <w:rsid w:val="00D34018"/>
    <w:rsid w:val="00D34DA6"/>
    <w:rsid w:val="00D37491"/>
    <w:rsid w:val="00D37CFC"/>
    <w:rsid w:val="00D40EB0"/>
    <w:rsid w:val="00D42035"/>
    <w:rsid w:val="00D46F07"/>
    <w:rsid w:val="00D46F45"/>
    <w:rsid w:val="00D52152"/>
    <w:rsid w:val="00D53A8A"/>
    <w:rsid w:val="00D56AD1"/>
    <w:rsid w:val="00D579F3"/>
    <w:rsid w:val="00D610F6"/>
    <w:rsid w:val="00D63728"/>
    <w:rsid w:val="00D65343"/>
    <w:rsid w:val="00D6555C"/>
    <w:rsid w:val="00D70FC8"/>
    <w:rsid w:val="00D72419"/>
    <w:rsid w:val="00D76293"/>
    <w:rsid w:val="00D833E0"/>
    <w:rsid w:val="00D840BC"/>
    <w:rsid w:val="00D8540B"/>
    <w:rsid w:val="00D866FA"/>
    <w:rsid w:val="00D86EC4"/>
    <w:rsid w:val="00D91062"/>
    <w:rsid w:val="00D93475"/>
    <w:rsid w:val="00D9390C"/>
    <w:rsid w:val="00D966E7"/>
    <w:rsid w:val="00DA07E5"/>
    <w:rsid w:val="00DA1C76"/>
    <w:rsid w:val="00DA31BC"/>
    <w:rsid w:val="00DA4A5C"/>
    <w:rsid w:val="00DA55D5"/>
    <w:rsid w:val="00DA7D57"/>
    <w:rsid w:val="00DB3F68"/>
    <w:rsid w:val="00DB6B0B"/>
    <w:rsid w:val="00DC0FE9"/>
    <w:rsid w:val="00DC18BD"/>
    <w:rsid w:val="00DC1B7D"/>
    <w:rsid w:val="00DC60CA"/>
    <w:rsid w:val="00DC6155"/>
    <w:rsid w:val="00DC6685"/>
    <w:rsid w:val="00DD3756"/>
    <w:rsid w:val="00DD6D3D"/>
    <w:rsid w:val="00DD7B21"/>
    <w:rsid w:val="00DE4E78"/>
    <w:rsid w:val="00DF0D41"/>
    <w:rsid w:val="00DF2514"/>
    <w:rsid w:val="00DF30ED"/>
    <w:rsid w:val="00E01418"/>
    <w:rsid w:val="00E10001"/>
    <w:rsid w:val="00E1288F"/>
    <w:rsid w:val="00E137F8"/>
    <w:rsid w:val="00E13E83"/>
    <w:rsid w:val="00E212CB"/>
    <w:rsid w:val="00E2146D"/>
    <w:rsid w:val="00E22726"/>
    <w:rsid w:val="00E24A91"/>
    <w:rsid w:val="00E26EFE"/>
    <w:rsid w:val="00E30B7B"/>
    <w:rsid w:val="00E317D9"/>
    <w:rsid w:val="00E32846"/>
    <w:rsid w:val="00E32A8D"/>
    <w:rsid w:val="00E34BE7"/>
    <w:rsid w:val="00E35AAF"/>
    <w:rsid w:val="00E37F43"/>
    <w:rsid w:val="00E403EF"/>
    <w:rsid w:val="00E418C9"/>
    <w:rsid w:val="00E43E14"/>
    <w:rsid w:val="00E45F66"/>
    <w:rsid w:val="00E46329"/>
    <w:rsid w:val="00E52942"/>
    <w:rsid w:val="00E53664"/>
    <w:rsid w:val="00E537DD"/>
    <w:rsid w:val="00E538BC"/>
    <w:rsid w:val="00E60ECD"/>
    <w:rsid w:val="00E656BE"/>
    <w:rsid w:val="00E65B91"/>
    <w:rsid w:val="00E6615E"/>
    <w:rsid w:val="00E729D4"/>
    <w:rsid w:val="00E7482B"/>
    <w:rsid w:val="00E77DAA"/>
    <w:rsid w:val="00E84199"/>
    <w:rsid w:val="00E85E58"/>
    <w:rsid w:val="00E87A35"/>
    <w:rsid w:val="00E95BE2"/>
    <w:rsid w:val="00EA0C59"/>
    <w:rsid w:val="00EA1CB1"/>
    <w:rsid w:val="00EA2F5D"/>
    <w:rsid w:val="00EA4EBA"/>
    <w:rsid w:val="00EA4F12"/>
    <w:rsid w:val="00EA6818"/>
    <w:rsid w:val="00EB06F3"/>
    <w:rsid w:val="00EB0B5F"/>
    <w:rsid w:val="00EB3D22"/>
    <w:rsid w:val="00EB4C98"/>
    <w:rsid w:val="00EC0E58"/>
    <w:rsid w:val="00EC1A96"/>
    <w:rsid w:val="00EC4569"/>
    <w:rsid w:val="00EC6F7B"/>
    <w:rsid w:val="00EC7B4E"/>
    <w:rsid w:val="00ED1C0A"/>
    <w:rsid w:val="00ED34C0"/>
    <w:rsid w:val="00ED58AB"/>
    <w:rsid w:val="00ED597A"/>
    <w:rsid w:val="00EE23C2"/>
    <w:rsid w:val="00EE65C0"/>
    <w:rsid w:val="00EE7C0A"/>
    <w:rsid w:val="00EF18C6"/>
    <w:rsid w:val="00EF1B41"/>
    <w:rsid w:val="00EF2009"/>
    <w:rsid w:val="00EF415A"/>
    <w:rsid w:val="00EF7D0D"/>
    <w:rsid w:val="00F024A7"/>
    <w:rsid w:val="00F02C5E"/>
    <w:rsid w:val="00F07B72"/>
    <w:rsid w:val="00F1141C"/>
    <w:rsid w:val="00F11810"/>
    <w:rsid w:val="00F11852"/>
    <w:rsid w:val="00F1423B"/>
    <w:rsid w:val="00F22584"/>
    <w:rsid w:val="00F2484B"/>
    <w:rsid w:val="00F2569D"/>
    <w:rsid w:val="00F26C73"/>
    <w:rsid w:val="00F26F1A"/>
    <w:rsid w:val="00F30302"/>
    <w:rsid w:val="00F3202B"/>
    <w:rsid w:val="00F36999"/>
    <w:rsid w:val="00F466A2"/>
    <w:rsid w:val="00F473D9"/>
    <w:rsid w:val="00F513AF"/>
    <w:rsid w:val="00F514EA"/>
    <w:rsid w:val="00F523B6"/>
    <w:rsid w:val="00F5432F"/>
    <w:rsid w:val="00F5485A"/>
    <w:rsid w:val="00F55561"/>
    <w:rsid w:val="00F55DDD"/>
    <w:rsid w:val="00F65435"/>
    <w:rsid w:val="00F6587C"/>
    <w:rsid w:val="00F66E7C"/>
    <w:rsid w:val="00F66F29"/>
    <w:rsid w:val="00F70FF7"/>
    <w:rsid w:val="00F7484B"/>
    <w:rsid w:val="00F748B8"/>
    <w:rsid w:val="00F7685E"/>
    <w:rsid w:val="00F76A8E"/>
    <w:rsid w:val="00F80758"/>
    <w:rsid w:val="00F84875"/>
    <w:rsid w:val="00F84936"/>
    <w:rsid w:val="00F84F9F"/>
    <w:rsid w:val="00FA00A5"/>
    <w:rsid w:val="00FA5D8E"/>
    <w:rsid w:val="00FA77D0"/>
    <w:rsid w:val="00FB2233"/>
    <w:rsid w:val="00FB391F"/>
    <w:rsid w:val="00FB58BC"/>
    <w:rsid w:val="00FC0DA9"/>
    <w:rsid w:val="00FC13DF"/>
    <w:rsid w:val="00FC2453"/>
    <w:rsid w:val="00FC3330"/>
    <w:rsid w:val="00FC35AD"/>
    <w:rsid w:val="00FC4F98"/>
    <w:rsid w:val="00FC6B0B"/>
    <w:rsid w:val="00FD408D"/>
    <w:rsid w:val="00FD4BD3"/>
    <w:rsid w:val="00FD7934"/>
    <w:rsid w:val="00FD7CD7"/>
    <w:rsid w:val="00FE017A"/>
    <w:rsid w:val="00FE09EE"/>
    <w:rsid w:val="00FE2F8A"/>
    <w:rsid w:val="00FE3C60"/>
    <w:rsid w:val="00FE6C1F"/>
    <w:rsid w:val="00FF05E3"/>
    <w:rsid w:val="00FF1887"/>
    <w:rsid w:val="00FF6699"/>
    <w:rsid w:val="00FF6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4936"/>
    <w:pPr>
      <w:keepNext/>
      <w:outlineLvl w:val="0"/>
    </w:pPr>
    <w:rPr>
      <w:rFonts w:ascii="PA-SansSerif" w:hAnsi="PA-SansSerif"/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84936"/>
    <w:pPr>
      <w:keepNext/>
      <w:jc w:val="both"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71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D69"/>
    <w:rPr>
      <w:rFonts w:ascii="Tahoma" w:hAnsi="Tahoma" w:cs="Tahoma"/>
      <w:sz w:val="16"/>
      <w:szCs w:val="16"/>
      <w:lang w:val="el-GR" w:eastAsia="el-GR"/>
    </w:rPr>
  </w:style>
  <w:style w:type="character" w:styleId="PlaceholderText">
    <w:name w:val="Placeholder Text"/>
    <w:basedOn w:val="DefaultParagraphFont"/>
    <w:uiPriority w:val="99"/>
    <w:semiHidden/>
    <w:rsid w:val="00871D69"/>
    <w:rPr>
      <w:color w:val="808080"/>
    </w:rPr>
  </w:style>
  <w:style w:type="paragraph" w:styleId="Header">
    <w:name w:val="header"/>
    <w:basedOn w:val="Normal"/>
    <w:link w:val="HeaderChar"/>
    <w:unhideWhenUsed/>
    <w:rsid w:val="00E014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1418"/>
    <w:rPr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nhideWhenUsed/>
    <w:rsid w:val="00E014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418"/>
    <w:rPr>
      <w:sz w:val="24"/>
      <w:szCs w:val="24"/>
      <w:lang w:val="el-GR" w:eastAsia="el-GR"/>
    </w:rPr>
  </w:style>
  <w:style w:type="character" w:styleId="Strong">
    <w:name w:val="Strong"/>
    <w:basedOn w:val="DefaultParagraphFont"/>
    <w:qFormat/>
    <w:rsid w:val="00202E6C"/>
    <w:rPr>
      <w:b/>
      <w:bCs/>
    </w:rPr>
  </w:style>
  <w:style w:type="character" w:customStyle="1" w:styleId="Style1">
    <w:name w:val="Style1"/>
    <w:basedOn w:val="Strong"/>
    <w:uiPriority w:val="1"/>
    <w:rsid w:val="00202E6C"/>
    <w:rPr>
      <w:b/>
      <w:bCs/>
    </w:rPr>
  </w:style>
  <w:style w:type="character" w:customStyle="1" w:styleId="Style2">
    <w:name w:val="Style2"/>
    <w:uiPriority w:val="1"/>
    <w:rsid w:val="00202E6C"/>
  </w:style>
  <w:style w:type="character" w:styleId="Hyperlink">
    <w:name w:val="Hyperlink"/>
    <w:basedOn w:val="DefaultParagraphFont"/>
    <w:unhideWhenUsed/>
    <w:rsid w:val="009A7789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unhideWhenUsed/>
    <w:rsid w:val="007B0C5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0C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60D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FB2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B223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D67"/>
  </w:style>
  <w:style w:type="table" w:customStyle="1" w:styleId="LightShading-Accent11">
    <w:name w:val="Light Shading - Accent 11"/>
    <w:basedOn w:val="TableNormal"/>
    <w:uiPriority w:val="60"/>
    <w:rsid w:val="005D6F72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ListParagraph">
    <w:name w:val="List Paragraph"/>
    <w:basedOn w:val="Normal"/>
    <w:uiPriority w:val="34"/>
    <w:qFormat/>
    <w:rsid w:val="005D6F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BookTitle">
    <w:name w:val="Book Title"/>
    <w:basedOn w:val="DefaultParagraphFont"/>
    <w:uiPriority w:val="33"/>
    <w:qFormat/>
    <w:rsid w:val="00227CBA"/>
    <w:rPr>
      <w:b/>
      <w:bCs/>
      <w:smallCaps/>
      <w:spacing w:val="5"/>
    </w:rPr>
  </w:style>
  <w:style w:type="character" w:customStyle="1" w:styleId="tlid-translation">
    <w:name w:val="tlid-translation"/>
    <w:basedOn w:val="DefaultParagraphFont"/>
    <w:rsid w:val="00E45F66"/>
  </w:style>
  <w:style w:type="character" w:styleId="Emphasis">
    <w:name w:val="Emphasis"/>
    <w:basedOn w:val="DefaultParagraphFont"/>
    <w:uiPriority w:val="20"/>
    <w:qFormat/>
    <w:rsid w:val="00E45F66"/>
    <w:rPr>
      <w:i/>
      <w:iCs/>
    </w:rPr>
  </w:style>
  <w:style w:type="character" w:customStyle="1" w:styleId="st">
    <w:name w:val="st"/>
    <w:basedOn w:val="DefaultParagraphFont"/>
    <w:rsid w:val="004174A0"/>
  </w:style>
  <w:style w:type="character" w:customStyle="1" w:styleId="object">
    <w:name w:val="object"/>
    <w:basedOn w:val="DefaultParagraphFont"/>
    <w:rsid w:val="004174A0"/>
  </w:style>
  <w:style w:type="paragraph" w:styleId="NormalWeb">
    <w:name w:val="Normal (Web)"/>
    <w:basedOn w:val="Normal"/>
    <w:unhideWhenUsed/>
    <w:rsid w:val="00F55DDD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F84936"/>
    <w:rPr>
      <w:rFonts w:ascii="PA-SansSerif" w:hAnsi="PA-SansSerif"/>
      <w:b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F84936"/>
    <w:rPr>
      <w:sz w:val="28"/>
      <w:lang w:eastAsia="en-US"/>
    </w:rPr>
  </w:style>
  <w:style w:type="paragraph" w:styleId="BodyText">
    <w:name w:val="Body Text"/>
    <w:basedOn w:val="Normal"/>
    <w:link w:val="BodyTextChar"/>
    <w:rsid w:val="00F84936"/>
    <w:pPr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F84936"/>
    <w:rPr>
      <w:sz w:val="24"/>
      <w:lang w:eastAsia="en-US"/>
    </w:rPr>
  </w:style>
  <w:style w:type="character" w:styleId="FollowedHyperlink">
    <w:name w:val="FollowedHyperlink"/>
    <w:basedOn w:val="DefaultParagraphFont"/>
    <w:rsid w:val="00F84936"/>
    <w:rPr>
      <w:color w:val="800080"/>
      <w:u w:val="single"/>
    </w:rPr>
  </w:style>
  <w:style w:type="paragraph" w:customStyle="1" w:styleId="Char">
    <w:name w:val="Char"/>
    <w:basedOn w:val="Normal"/>
    <w:rsid w:val="00F8493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customStyle="1" w:styleId="copytext">
    <w:name w:val="copytext"/>
    <w:basedOn w:val="DefaultParagraphFont"/>
    <w:rsid w:val="00F84936"/>
  </w:style>
  <w:style w:type="character" w:customStyle="1" w:styleId="normal0">
    <w:name w:val="normal"/>
    <w:basedOn w:val="DefaultParagraphFont"/>
    <w:rsid w:val="00F84936"/>
  </w:style>
  <w:style w:type="character" w:customStyle="1" w:styleId="dates">
    <w:name w:val="dates"/>
    <w:basedOn w:val="DefaultParagraphFont"/>
    <w:rsid w:val="00F84936"/>
  </w:style>
  <w:style w:type="character" w:customStyle="1" w:styleId="style20">
    <w:name w:val="style20"/>
    <w:basedOn w:val="DefaultParagraphFont"/>
    <w:rsid w:val="00F84936"/>
  </w:style>
  <w:style w:type="character" w:customStyle="1" w:styleId="style19">
    <w:name w:val="style19"/>
    <w:basedOn w:val="DefaultParagraphFont"/>
    <w:rsid w:val="00F84936"/>
  </w:style>
  <w:style w:type="character" w:customStyle="1" w:styleId="shorttext">
    <w:name w:val="short_text"/>
    <w:basedOn w:val="DefaultParagraphFont"/>
    <w:rsid w:val="00F84936"/>
  </w:style>
  <w:style w:type="character" w:customStyle="1" w:styleId="hps">
    <w:name w:val="hps"/>
    <w:basedOn w:val="DefaultParagraphFont"/>
    <w:rsid w:val="00F84936"/>
  </w:style>
  <w:style w:type="character" w:customStyle="1" w:styleId="style10">
    <w:name w:val="style10"/>
    <w:basedOn w:val="DefaultParagraphFont"/>
    <w:rsid w:val="00F84936"/>
    <w:rPr>
      <w:rFonts w:cs="Times New Roman"/>
    </w:rPr>
  </w:style>
  <w:style w:type="character" w:customStyle="1" w:styleId="hpsatn">
    <w:name w:val="hps atn"/>
    <w:basedOn w:val="DefaultParagraphFont"/>
    <w:rsid w:val="00F84936"/>
  </w:style>
  <w:style w:type="character" w:styleId="PageNumber">
    <w:name w:val="page number"/>
    <w:basedOn w:val="DefaultParagraphFont"/>
    <w:rsid w:val="00F84936"/>
  </w:style>
  <w:style w:type="character" w:styleId="HTMLAcronym">
    <w:name w:val="HTML Acronym"/>
    <w:basedOn w:val="DefaultParagraphFont"/>
    <w:rsid w:val="00F84936"/>
  </w:style>
  <w:style w:type="character" w:customStyle="1" w:styleId="naslovstranice">
    <w:name w:val="naslovstranice"/>
    <w:basedOn w:val="DefaultParagraphFont"/>
    <w:rsid w:val="00F84936"/>
  </w:style>
  <w:style w:type="character" w:customStyle="1" w:styleId="object6">
    <w:name w:val="object6"/>
    <w:basedOn w:val="DefaultParagraphFont"/>
    <w:rsid w:val="00F84936"/>
  </w:style>
  <w:style w:type="character" w:customStyle="1" w:styleId="notranslate">
    <w:name w:val="notranslate"/>
    <w:basedOn w:val="DefaultParagraphFont"/>
    <w:rsid w:val="00F84936"/>
  </w:style>
  <w:style w:type="paragraph" w:styleId="HTMLPreformatted">
    <w:name w:val="HTML Preformatted"/>
    <w:basedOn w:val="Normal"/>
    <w:link w:val="HTMLPreformattedChar"/>
    <w:rsid w:val="00F84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F84936"/>
    <w:rPr>
      <w:rFonts w:ascii="Courier New" w:hAnsi="Courier New" w:cs="Courier New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info@sthev.gr" TargetMode="External"/><Relationship Id="rId21" Type="http://schemas.openxmlformats.org/officeDocument/2006/relationships/hyperlink" Target="mailto:president@veth.gov.gr" TargetMode="External"/><Relationship Id="rId42" Type="http://schemas.openxmlformats.org/officeDocument/2006/relationships/hyperlink" Target="mailto:topsidis@gmail.com" TargetMode="External"/><Relationship Id="rId63" Type="http://schemas.openxmlformats.org/officeDocument/2006/relationships/hyperlink" Target="mailto:portal@cycladescc.gr" TargetMode="External"/><Relationship Id="rId84" Type="http://schemas.openxmlformats.org/officeDocument/2006/relationships/hyperlink" Target="mailto:eves@eves.gr" TargetMode="External"/><Relationship Id="rId138" Type="http://schemas.openxmlformats.org/officeDocument/2006/relationships/hyperlink" Target="mailto:seepe@seepe.gr" TargetMode="External"/><Relationship Id="rId159" Type="http://schemas.openxmlformats.org/officeDocument/2006/relationships/hyperlink" Target="mailto:info@eedsa.gr" TargetMode="External"/><Relationship Id="rId170" Type="http://schemas.openxmlformats.org/officeDocument/2006/relationships/hyperlink" Target="mailto:karamanis@help-forward.gr" TargetMode="External"/><Relationship Id="rId191" Type="http://schemas.openxmlformats.org/officeDocument/2006/relationships/hyperlink" Target="mailto:bdm@hbio.gr" TargetMode="External"/><Relationship Id="rId205" Type="http://schemas.openxmlformats.org/officeDocument/2006/relationships/hyperlink" Target="mailto:techtransfer@aua.gr" TargetMode="External"/><Relationship Id="rId226" Type="http://schemas.openxmlformats.org/officeDocument/2006/relationships/hyperlink" Target="mailto:info@esvep.gr" TargetMode="External"/><Relationship Id="rId247" Type="http://schemas.openxmlformats.org/officeDocument/2006/relationships/hyperlink" Target="mailto:k.mitropoulos@pde.gov.gr" TargetMode="External"/><Relationship Id="rId107" Type="http://schemas.openxmlformats.org/officeDocument/2006/relationships/hyperlink" Target="mailto:info@tsomokos.gr" TargetMode="External"/><Relationship Id="rId268" Type="http://schemas.openxmlformats.org/officeDocument/2006/relationships/theme" Target="theme/theme1.xml"/><Relationship Id="rId11" Type="http://schemas.openxmlformats.org/officeDocument/2006/relationships/hyperlink" Target="mailto:eska@helexpo.gr" TargetMode="External"/><Relationship Id="rId32" Type="http://schemas.openxmlformats.org/officeDocument/2006/relationships/hyperlink" Target="mailto:president@epimetol.gr" TargetMode="External"/><Relationship Id="rId53" Type="http://schemas.openxmlformats.org/officeDocument/2006/relationships/hyperlink" Target="mailto:info@cci-ioannina.gr" TargetMode="External"/><Relationship Id="rId74" Type="http://schemas.openxmlformats.org/officeDocument/2006/relationships/hyperlink" Target="mailto:info@mcci.gr" TargetMode="External"/><Relationship Id="rId128" Type="http://schemas.openxmlformats.org/officeDocument/2006/relationships/hyperlink" Target="mailto:info@seiv.gr" TargetMode="External"/><Relationship Id="rId149" Type="http://schemas.openxmlformats.org/officeDocument/2006/relationships/hyperlink" Target="mailto:hellasres@hellasres.gr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epimel@chania-cci.gr" TargetMode="External"/><Relationship Id="rId160" Type="http://schemas.openxmlformats.org/officeDocument/2006/relationships/hyperlink" Target="mailto:info@sepan.gr" TargetMode="External"/><Relationship Id="rId181" Type="http://schemas.openxmlformats.org/officeDocument/2006/relationships/hyperlink" Target="mailto:info@hamac.gr" TargetMode="External"/><Relationship Id="rId216" Type="http://schemas.openxmlformats.org/officeDocument/2006/relationships/hyperlink" Target="mailto:info@hvca.gr" TargetMode="External"/><Relationship Id="rId237" Type="http://schemas.openxmlformats.org/officeDocument/2006/relationships/hyperlink" Target="mailto:info@dionet.gr" TargetMode="External"/><Relationship Id="rId258" Type="http://schemas.openxmlformats.org/officeDocument/2006/relationships/hyperlink" Target="mailto:infodesk@pnai.gov.gr" TargetMode="External"/><Relationship Id="rId22" Type="http://schemas.openxmlformats.org/officeDocument/2006/relationships/hyperlink" Target="mailto:grammateia@epepthe.gr" TargetMode="External"/><Relationship Id="rId43" Type="http://schemas.openxmlformats.org/officeDocument/2006/relationships/hyperlink" Target="mailto:info@eviachamber.gr" TargetMode="External"/><Relationship Id="rId64" Type="http://schemas.openxmlformats.org/officeDocument/2006/relationships/hyperlink" Target="mailto:gytheioc@otenet.gr" TargetMode="External"/><Relationship Id="rId118" Type="http://schemas.openxmlformats.org/officeDocument/2006/relationships/hyperlink" Target="mailto:kavalisj@otenet.gr" TargetMode="External"/><Relationship Id="rId139" Type="http://schemas.openxmlformats.org/officeDocument/2006/relationships/hyperlink" Target="mailto:gandriotis@dei.com.gr" TargetMode="External"/><Relationship Id="rId85" Type="http://schemas.openxmlformats.org/officeDocument/2006/relationships/hyperlink" Target="mailto:meglasx@gmail.com" TargetMode="External"/><Relationship Id="rId150" Type="http://schemas.openxmlformats.org/officeDocument/2006/relationships/hyperlink" Target="mailto:info@pasyf.gr" TargetMode="External"/><Relationship Id="rId171" Type="http://schemas.openxmlformats.org/officeDocument/2006/relationships/hyperlink" Target="mailto:praxi@praxinetwork.gr" TargetMode="External"/><Relationship Id="rId192" Type="http://schemas.openxmlformats.org/officeDocument/2006/relationships/hyperlink" Target="mailto:team@startupgreece.gov.gr" TargetMode="External"/><Relationship Id="rId206" Type="http://schemas.openxmlformats.org/officeDocument/2006/relationships/hyperlink" Target="mailto:vr1@aua.gr" TargetMode="External"/><Relationship Id="rId227" Type="http://schemas.openxmlformats.org/officeDocument/2006/relationships/hyperlink" Target="mailto:info@sesma.gr" TargetMode="External"/><Relationship Id="rId248" Type="http://schemas.openxmlformats.org/officeDocument/2006/relationships/hyperlink" Target="mailto:kmitropoulos74@gmail.com" TargetMode="External"/><Relationship Id="rId12" Type="http://schemas.openxmlformats.org/officeDocument/2006/relationships/hyperlink" Target="mailto:ekt@ekt.gr" TargetMode="External"/><Relationship Id="rId33" Type="http://schemas.openxmlformats.org/officeDocument/2006/relationships/hyperlink" Target="mailto:info@arcadianet.gr" TargetMode="External"/><Relationship Id="rId108" Type="http://schemas.openxmlformats.org/officeDocument/2006/relationships/hyperlink" Target="mailto:info@greekserbian.com" TargetMode="External"/><Relationship Id="rId129" Type="http://schemas.openxmlformats.org/officeDocument/2006/relationships/hyperlink" Target="mailto:pantazisd@ifet.gr" TargetMode="External"/><Relationship Id="rId54" Type="http://schemas.openxmlformats.org/officeDocument/2006/relationships/hyperlink" Target="mailto:info@chamberofkavala.gr" TargetMode="External"/><Relationship Id="rId75" Type="http://schemas.openxmlformats.org/officeDocument/2006/relationships/hyperlink" Target="mailto:info@ebex.gr" TargetMode="External"/><Relationship Id="rId96" Type="http://schemas.openxmlformats.org/officeDocument/2006/relationships/hyperlink" Target="mailto:info@chioschamber.gr" TargetMode="External"/><Relationship Id="rId140" Type="http://schemas.openxmlformats.org/officeDocument/2006/relationships/hyperlink" Target="mailto:info@haipp.gr" TargetMode="External"/><Relationship Id="rId161" Type="http://schemas.openxmlformats.org/officeDocument/2006/relationships/hyperlink" Target="mailto:contact@haicorp.com" TargetMode="External"/><Relationship Id="rId182" Type="http://schemas.openxmlformats.org/officeDocument/2006/relationships/hyperlink" Target="mailto:info@greekecommerce.gr" TargetMode="External"/><Relationship Id="rId217" Type="http://schemas.openxmlformats.org/officeDocument/2006/relationships/hyperlink" Target="mailto:info@eneiset.gr" TargetMode="External"/><Relationship Id="rId6" Type="http://schemas.openxmlformats.org/officeDocument/2006/relationships/footnotes" Target="footnotes.xml"/><Relationship Id="rId238" Type="http://schemas.openxmlformats.org/officeDocument/2006/relationships/hyperlink" Target="mailto:info@edeya.gr" TargetMode="External"/><Relationship Id="rId259" Type="http://schemas.openxmlformats.org/officeDocument/2006/relationships/hyperlink" Target="mailto:h.lazani@pnai.gov.gr" TargetMode="External"/><Relationship Id="rId23" Type="http://schemas.openxmlformats.org/officeDocument/2006/relationships/hyperlink" Target="mailto:evep@pcci.gr" TargetMode="External"/><Relationship Id="rId28" Type="http://schemas.openxmlformats.org/officeDocument/2006/relationships/hyperlink" Target="mailto:info@rodopicci.gr" TargetMode="External"/><Relationship Id="rId49" Type="http://schemas.openxmlformats.org/officeDocument/2006/relationships/hyperlink" Target="mailto:chamimat@otenet.gr" TargetMode="External"/><Relationship Id="rId114" Type="http://schemas.openxmlformats.org/officeDocument/2006/relationships/hyperlink" Target="mailto:smarblemth@gmail.com" TargetMode="External"/><Relationship Id="rId119" Type="http://schemas.openxmlformats.org/officeDocument/2006/relationships/hyperlink" Target="mailto:divipek@otenet.gr" TargetMode="External"/><Relationship Id="rId44" Type="http://schemas.openxmlformats.org/officeDocument/2006/relationships/hyperlink" Target="mailto:info@epimelitirio-evrytania.gr" TargetMode="External"/><Relationship Id="rId60" Type="http://schemas.openxmlformats.org/officeDocument/2006/relationships/hyperlink" Target="mailto:info@ebekilkis.gr" TargetMode="External"/><Relationship Id="rId65" Type="http://schemas.openxmlformats.org/officeDocument/2006/relationships/hyperlink" Target="mailto:gia_panar@hotmail.com" TargetMode="External"/><Relationship Id="rId81" Type="http://schemas.openxmlformats.org/officeDocument/2006/relationships/hyperlink" Target="mailto:president@prevezachamber.gr" TargetMode="External"/><Relationship Id="rId86" Type="http://schemas.openxmlformats.org/officeDocument/2006/relationships/hyperlink" Target="mailto:info@trikala-chamber.gr" TargetMode="External"/><Relationship Id="rId130" Type="http://schemas.openxmlformats.org/officeDocument/2006/relationships/hyperlink" Target="mailto:haci@otenet.gr" TargetMode="External"/><Relationship Id="rId135" Type="http://schemas.openxmlformats.org/officeDocument/2006/relationships/hyperlink" Target="mailto:haaent@otenet.gr" TargetMode="External"/><Relationship Id="rId151" Type="http://schemas.openxmlformats.org/officeDocument/2006/relationships/hyperlink" Target="mailto:hacchp@gmail.com" TargetMode="External"/><Relationship Id="rId156" Type="http://schemas.openxmlformats.org/officeDocument/2006/relationships/hyperlink" Target="mailto:info@paseppe.gr" TargetMode="External"/><Relationship Id="rId177" Type="http://schemas.openxmlformats.org/officeDocument/2006/relationships/hyperlink" Target="mailto:paraskev@admin.demokritos.gr" TargetMode="External"/><Relationship Id="rId198" Type="http://schemas.openxmlformats.org/officeDocument/2006/relationships/hyperlink" Target="mailto:info@theathensincube.gr" TargetMode="External"/><Relationship Id="rId172" Type="http://schemas.openxmlformats.org/officeDocument/2006/relationships/hyperlink" Target="mailto:inquiries@stepc.gr" TargetMode="External"/><Relationship Id="rId193" Type="http://schemas.openxmlformats.org/officeDocument/2006/relationships/hyperlink" Target="mailto:info@oesyne.gr" TargetMode="External"/><Relationship Id="rId202" Type="http://schemas.openxmlformats.org/officeDocument/2006/relationships/hyperlink" Target="mailto:info@epinoo.gr" TargetMode="External"/><Relationship Id="rId207" Type="http://schemas.openxmlformats.org/officeDocument/2006/relationships/hyperlink" Target="mailto:athens.hosts@impacthub.net" TargetMode="External"/><Relationship Id="rId223" Type="http://schemas.openxmlformats.org/officeDocument/2006/relationships/hyperlink" Target="mailto:info@ghta.gr" TargetMode="External"/><Relationship Id="rId228" Type="http://schemas.openxmlformats.org/officeDocument/2006/relationships/hyperlink" Target="mailto:info@segek.gr" TargetMode="External"/><Relationship Id="rId244" Type="http://schemas.openxmlformats.org/officeDocument/2006/relationships/hyperlink" Target="mailto:periferiarxis@pamth.gov.gr" TargetMode="External"/><Relationship Id="rId249" Type="http://schemas.openxmlformats.org/officeDocument/2006/relationships/hyperlink" Target="mailto:info@pdm.gov.gr" TargetMode="External"/><Relationship Id="rId13" Type="http://schemas.openxmlformats.org/officeDocument/2006/relationships/hyperlink" Target="mailto:keeuhcci@uhc.gr" TargetMode="External"/><Relationship Id="rId18" Type="http://schemas.openxmlformats.org/officeDocument/2006/relationships/hyperlink" Target="mailto:president@eea.gr" TargetMode="External"/><Relationship Id="rId39" Type="http://schemas.openxmlformats.org/officeDocument/2006/relationships/hyperlink" Target="mailto:info@ebed.gr" TargetMode="External"/><Relationship Id="rId109" Type="http://schemas.openxmlformats.org/officeDocument/2006/relationships/hyperlink" Target="mailto:office.eseve@gmail.com" TargetMode="External"/><Relationship Id="rId260" Type="http://schemas.openxmlformats.org/officeDocument/2006/relationships/hyperlink" Target="mailto:ektelestikos@pnai.gov.gr" TargetMode="External"/><Relationship Id="rId265" Type="http://schemas.openxmlformats.org/officeDocument/2006/relationships/footer" Target="footer1.xml"/><Relationship Id="rId34" Type="http://schemas.openxmlformats.org/officeDocument/2006/relationships/hyperlink" Target="mailto:ea@e-a.gr" TargetMode="External"/><Relationship Id="rId50" Type="http://schemas.openxmlformats.org/officeDocument/2006/relationships/hyperlink" Target="mailto:info@ebeh.gr" TargetMode="External"/><Relationship Id="rId55" Type="http://schemas.openxmlformats.org/officeDocument/2006/relationships/hyperlink" Target="mailto:karditsacci@cld.gr" TargetMode="External"/><Relationship Id="rId76" Type="http://schemas.openxmlformats.org/officeDocument/2006/relationships/hyperlink" Target="mailto:ebex@otenet.gr" TargetMode="External"/><Relationship Id="rId97" Type="http://schemas.openxmlformats.org/officeDocument/2006/relationships/hyperlink" Target="mailto:proedros.lefkadachamber@gmail.com" TargetMode="External"/><Relationship Id="rId104" Type="http://schemas.openxmlformats.org/officeDocument/2006/relationships/hyperlink" Target="mailto:info@seodi.gr" TargetMode="External"/><Relationship Id="rId120" Type="http://schemas.openxmlformats.org/officeDocument/2006/relationships/hyperlink" Target="mailto:anaptaxd@otenet.gr" TargetMode="External"/><Relationship Id="rId125" Type="http://schemas.openxmlformats.org/officeDocument/2006/relationships/hyperlink" Target="mailto:info@neapaseges.gr" TargetMode="External"/><Relationship Id="rId141" Type="http://schemas.openxmlformats.org/officeDocument/2006/relationships/hyperlink" Target="mailto:m.andreadi@haipp.gr" TargetMode="External"/><Relationship Id="rId146" Type="http://schemas.openxmlformats.org/officeDocument/2006/relationships/hyperlink" Target="mailto:info@spef.gr" TargetMode="External"/><Relationship Id="rId167" Type="http://schemas.openxmlformats.org/officeDocument/2006/relationships/hyperlink" Target="mailto:communications@central.demokritos.gr" TargetMode="External"/><Relationship Id="rId188" Type="http://schemas.openxmlformats.org/officeDocument/2006/relationships/hyperlink" Target="mailto:marketingcommunication@corallia.org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info.lefkadachamber@gmail.com" TargetMode="External"/><Relationship Id="rId92" Type="http://schemas.openxmlformats.org/officeDocument/2006/relationships/hyperlink" Target="mailto:info@epimelitiriofokidas.gr" TargetMode="External"/><Relationship Id="rId162" Type="http://schemas.openxmlformats.org/officeDocument/2006/relationships/hyperlink" Target="mailto:info@eas.gr" TargetMode="External"/><Relationship Id="rId183" Type="http://schemas.openxmlformats.org/officeDocument/2006/relationships/hyperlink" Target="mailto:director@greekecommerce.gr" TargetMode="External"/><Relationship Id="rId213" Type="http://schemas.openxmlformats.org/officeDocument/2006/relationships/hyperlink" Target="mailto:protocol@athexgroup.gr" TargetMode="External"/><Relationship Id="rId218" Type="http://schemas.openxmlformats.org/officeDocument/2006/relationships/hyperlink" Target="mailto:info@ethe.org.gr" TargetMode="External"/><Relationship Id="rId234" Type="http://schemas.openxmlformats.org/officeDocument/2006/relationships/hyperlink" Target="mailto:info@obi.gr" TargetMode="External"/><Relationship Id="rId239" Type="http://schemas.openxmlformats.org/officeDocument/2006/relationships/hyperlink" Target="mailto:nick.vergopoulos@copperalliance.gr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info@everodopi.gr" TargetMode="External"/><Relationship Id="rId250" Type="http://schemas.openxmlformats.org/officeDocument/2006/relationships/hyperlink" Target="mailto:periferiarxis@php.gov.gr" TargetMode="External"/><Relationship Id="rId255" Type="http://schemas.openxmlformats.org/officeDocument/2006/relationships/hyperlink" Target="mailto:A.Tzitzikostas@pkm.gov.gr" TargetMode="External"/><Relationship Id="rId24" Type="http://schemas.openxmlformats.org/officeDocument/2006/relationships/hyperlink" Target="mailto:commerce@pcci.gr" TargetMode="External"/><Relationship Id="rId40" Type="http://schemas.openxmlformats.org/officeDocument/2006/relationships/hyperlink" Target="mailto:president@ebed.gr" TargetMode="External"/><Relationship Id="rId45" Type="http://schemas.openxmlformats.org/officeDocument/2006/relationships/hyperlink" Target="mailto:epimevri@hotmail.com" TargetMode="External"/><Relationship Id="rId66" Type="http://schemas.openxmlformats.org/officeDocument/2006/relationships/hyperlink" Target="mailto:info@larcci.gr" TargetMode="External"/><Relationship Id="rId87" Type="http://schemas.openxmlformats.org/officeDocument/2006/relationships/hyperlink" Target="mailto:vrantza@trikala-chamber.gr" TargetMode="External"/><Relationship Id="rId110" Type="http://schemas.openxmlformats.org/officeDocument/2006/relationships/hyperlink" Target="mailto:info@sev.org.gr" TargetMode="External"/><Relationship Id="rId115" Type="http://schemas.openxmlformats.org/officeDocument/2006/relationships/hyperlink" Target="mailto:sbste@yahoo.gr" TargetMode="External"/><Relationship Id="rId131" Type="http://schemas.openxmlformats.org/officeDocument/2006/relationships/hyperlink" Target="mailto:info@ahpi.gr" TargetMode="External"/><Relationship Id="rId136" Type="http://schemas.openxmlformats.org/officeDocument/2006/relationships/hyperlink" Target="mailto:info@spel.gr" TargetMode="External"/><Relationship Id="rId157" Type="http://schemas.openxmlformats.org/officeDocument/2006/relationships/hyperlink" Target="mailto:info@environ-sustain.gr" TargetMode="External"/><Relationship Id="rId178" Type="http://schemas.openxmlformats.org/officeDocument/2006/relationships/hyperlink" Target="mailto:info@sepe.gr" TargetMode="External"/><Relationship Id="rId61" Type="http://schemas.openxmlformats.org/officeDocument/2006/relationships/hyperlink" Target="mailto:chambers@otenet.gr" TargetMode="External"/><Relationship Id="rId82" Type="http://schemas.openxmlformats.org/officeDocument/2006/relationships/hyperlink" Target="mailto:manager@eber.gr" TargetMode="External"/><Relationship Id="rId152" Type="http://schemas.openxmlformats.org/officeDocument/2006/relationships/hyperlink" Target="mailto:info@eletaen.gr,secretariat@eletaen.gr" TargetMode="External"/><Relationship Id="rId173" Type="http://schemas.openxmlformats.org/officeDocument/2006/relationships/hyperlink" Target="mailto:info@athena-innovation.gr" TargetMode="External"/><Relationship Id="rId194" Type="http://schemas.openxmlformats.org/officeDocument/2006/relationships/hyperlink" Target="mailto:info@akep.eu" TargetMode="External"/><Relationship Id="rId199" Type="http://schemas.openxmlformats.org/officeDocument/2006/relationships/hyperlink" Target="mailto:hello@thecube.gr" TargetMode="External"/><Relationship Id="rId203" Type="http://schemas.openxmlformats.org/officeDocument/2006/relationships/hyperlink" Target="mailto:akaragianaki@aueb.gr" TargetMode="External"/><Relationship Id="rId208" Type="http://schemas.openxmlformats.org/officeDocument/2006/relationships/hyperlink" Target="mailto:info@thefoundation.gr" TargetMode="External"/><Relationship Id="rId229" Type="http://schemas.openxmlformats.org/officeDocument/2006/relationships/hyperlink" Target="mailto:pact.gr@gmail.com" TargetMode="External"/><Relationship Id="rId19" Type="http://schemas.openxmlformats.org/officeDocument/2006/relationships/hyperlink" Target="mailto:root@ebeth.gr" TargetMode="External"/><Relationship Id="rId224" Type="http://schemas.openxmlformats.org/officeDocument/2006/relationships/hyperlink" Target="mailto:info@elot.gr" TargetMode="External"/><Relationship Id="rId240" Type="http://schemas.openxmlformats.org/officeDocument/2006/relationships/hyperlink" Target="mailto:dirgen@igme.gr" TargetMode="External"/><Relationship Id="rId245" Type="http://schemas.openxmlformats.org/officeDocument/2006/relationships/hyperlink" Target="mailto:g.kampouris@pvaigaiou.gov.gr" TargetMode="External"/><Relationship Id="rId261" Type="http://schemas.openxmlformats.org/officeDocument/2006/relationships/hyperlink" Target="mailto:grammateia@ppel.gov.gr" TargetMode="External"/><Relationship Id="rId266" Type="http://schemas.openxmlformats.org/officeDocument/2006/relationships/footer" Target="footer2.xml"/><Relationship Id="rId14" Type="http://schemas.openxmlformats.org/officeDocument/2006/relationships/hyperlink" Target="mailto:info@acci.gr" TargetMode="External"/><Relationship Id="rId30" Type="http://schemas.openxmlformats.org/officeDocument/2006/relationships/hyperlink" Target="mailto:gravanisanton@gmail.com" TargetMode="External"/><Relationship Id="rId35" Type="http://schemas.openxmlformats.org/officeDocument/2006/relationships/hyperlink" Target="mailto:pm@loux.gr" TargetMode="External"/><Relationship Id="rId56" Type="http://schemas.openxmlformats.org/officeDocument/2006/relationships/hyperlink" Target="mailto:info@karditsacci.gr" TargetMode="External"/><Relationship Id="rId77" Type="http://schemas.openxmlformats.org/officeDocument/2006/relationships/hyperlink" Target="mailto:info@pellachamber.gr" TargetMode="External"/><Relationship Id="rId100" Type="http://schemas.openxmlformats.org/officeDocument/2006/relationships/hyperlink" Target="mailto:info@crete-exporters.com" TargetMode="External"/><Relationship Id="rId105" Type="http://schemas.openxmlformats.org/officeDocument/2006/relationships/hyperlink" Target="mailto:Syndesmos.ep.el@gmail.com" TargetMode="External"/><Relationship Id="rId126" Type="http://schemas.openxmlformats.org/officeDocument/2006/relationships/hyperlink" Target="mailto:info@neoiagrotes.gr" TargetMode="External"/><Relationship Id="rId147" Type="http://schemas.openxmlformats.org/officeDocument/2006/relationships/hyperlink" Target="mailto:grammateiaspef@gmail.com" TargetMode="External"/><Relationship Id="rId168" Type="http://schemas.openxmlformats.org/officeDocument/2006/relationships/hyperlink" Target="mailto:president@central.demokritos.gr" TargetMode="External"/><Relationship Id="rId8" Type="http://schemas.openxmlformats.org/officeDocument/2006/relationships/image" Target="media/image1.jpeg"/><Relationship Id="rId51" Type="http://schemas.openxmlformats.org/officeDocument/2006/relationships/hyperlink" Target="mailto:president@ebeh.gr" TargetMode="External"/><Relationship Id="rId72" Type="http://schemas.openxmlformats.org/officeDocument/2006/relationships/hyperlink" Target="mailto:info@cci-magnesia.gr" TargetMode="External"/><Relationship Id="rId93" Type="http://schemas.openxmlformats.org/officeDocument/2006/relationships/hyperlink" Target="mailto:info@epichal.gr" TargetMode="External"/><Relationship Id="rId98" Type="http://schemas.openxmlformats.org/officeDocument/2006/relationships/hyperlink" Target="mailto:pse@otenet.gr" TargetMode="External"/><Relationship Id="rId121" Type="http://schemas.openxmlformats.org/officeDocument/2006/relationships/hyperlink" Target="mailto:info@sevpde.gr" TargetMode="External"/><Relationship Id="rId142" Type="http://schemas.openxmlformats.org/officeDocument/2006/relationships/hyperlink" Target="mailto:info@uhhe.gr" TargetMode="External"/><Relationship Id="rId163" Type="http://schemas.openxmlformats.org/officeDocument/2006/relationships/hyperlink" Target="mailto:info@hasdig.com.gr" TargetMode="External"/><Relationship Id="rId184" Type="http://schemas.openxmlformats.org/officeDocument/2006/relationships/hyperlink" Target="mailto:info@ellak.gr" TargetMode="External"/><Relationship Id="rId189" Type="http://schemas.openxmlformats.org/officeDocument/2006/relationships/hyperlink" Target="mailto:a.giannopoulos@corallia.org" TargetMode="External"/><Relationship Id="rId219" Type="http://schemas.openxmlformats.org/officeDocument/2006/relationships/hyperlink" Target="mailto:gkametas@nbg.gr" TargetMode="External"/><Relationship Id="rId3" Type="http://schemas.openxmlformats.org/officeDocument/2006/relationships/styles" Target="styles.xml"/><Relationship Id="rId214" Type="http://schemas.openxmlformats.org/officeDocument/2006/relationships/hyperlink" Target="mailto:oee@oe-e.gr" TargetMode="External"/><Relationship Id="rId230" Type="http://schemas.openxmlformats.org/officeDocument/2006/relationships/hyperlink" Target="mailto:info@hfma.gr" TargetMode="External"/><Relationship Id="rId235" Type="http://schemas.openxmlformats.org/officeDocument/2006/relationships/hyperlink" Target="mailto:info@elgo.gr" TargetMode="External"/><Relationship Id="rId251" Type="http://schemas.openxmlformats.org/officeDocument/2006/relationships/hyperlink" Target="mailto:periferiarxis@thessaly.gov.gr" TargetMode="External"/><Relationship Id="rId256" Type="http://schemas.openxmlformats.org/officeDocument/2006/relationships/hyperlink" Target="mailto:gram.pkr@crete.gov.gr" TargetMode="External"/><Relationship Id="rId25" Type="http://schemas.openxmlformats.org/officeDocument/2006/relationships/hyperlink" Target="mailto:info@bep.gr" TargetMode="External"/><Relationship Id="rId46" Type="http://schemas.openxmlformats.org/officeDocument/2006/relationships/hyperlink" Target="mailto:zantecci@otenet.gr" TargetMode="External"/><Relationship Id="rId67" Type="http://schemas.openxmlformats.org/officeDocument/2006/relationships/hyperlink" Target="mailto:info@epimlas.gr" TargetMode="External"/><Relationship Id="rId116" Type="http://schemas.openxmlformats.org/officeDocument/2006/relationships/hyperlink" Target="mailto:info@sbtse.gr" TargetMode="External"/><Relationship Id="rId137" Type="http://schemas.openxmlformats.org/officeDocument/2006/relationships/hyperlink" Target="mailto:info@pac.gr" TargetMode="External"/><Relationship Id="rId158" Type="http://schemas.openxmlformats.org/officeDocument/2006/relationships/hyperlink" Target="mailto:info@esyf.gr" TargetMode="External"/><Relationship Id="rId20" Type="http://schemas.openxmlformats.org/officeDocument/2006/relationships/hyperlink" Target="mailto:info@veth.gov.gr" TargetMode="External"/><Relationship Id="rId41" Type="http://schemas.openxmlformats.org/officeDocument/2006/relationships/hyperlink" Target="mailto:epimevro@otenet.gr" TargetMode="External"/><Relationship Id="rId62" Type="http://schemas.openxmlformats.org/officeDocument/2006/relationships/hyperlink" Target="mailto:info@korinthiacc.gr" TargetMode="External"/><Relationship Id="rId83" Type="http://schemas.openxmlformats.org/officeDocument/2006/relationships/hyperlink" Target="mailto:samcci@otenet.gr" TargetMode="External"/><Relationship Id="rId88" Type="http://schemas.openxmlformats.org/officeDocument/2006/relationships/hyperlink" Target="mailto:info@fthiotidoscc.gr" TargetMode="External"/><Relationship Id="rId111" Type="http://schemas.openxmlformats.org/officeDocument/2006/relationships/hyperlink" Target="mailto:ir@sev.org.gr" TargetMode="External"/><Relationship Id="rId132" Type="http://schemas.openxmlformats.org/officeDocument/2006/relationships/hyperlink" Target="mailto:grpaints@otenet.gr" TargetMode="External"/><Relationship Id="rId153" Type="http://schemas.openxmlformats.org/officeDocument/2006/relationships/hyperlink" Target="mailto:grammateia@microhydropower.gr" TargetMode="External"/><Relationship Id="rId174" Type="http://schemas.openxmlformats.org/officeDocument/2006/relationships/hyperlink" Target="mailto:volos.office@mirtec.gr" TargetMode="External"/><Relationship Id="rId179" Type="http://schemas.openxmlformats.org/officeDocument/2006/relationships/hyperlink" Target="mailto:sepve@sepve.org.gr" TargetMode="External"/><Relationship Id="rId195" Type="http://schemas.openxmlformats.org/officeDocument/2006/relationships/hyperlink" Target="mailto:info@hellenicstartups.gr" TargetMode="External"/><Relationship Id="rId209" Type="http://schemas.openxmlformats.org/officeDocument/2006/relationships/hyperlink" Target="mailto:infoequifund@eif.org" TargetMode="External"/><Relationship Id="rId190" Type="http://schemas.openxmlformats.org/officeDocument/2006/relationships/hyperlink" Target="mailto:trantakis@hbio.gr" TargetMode="External"/><Relationship Id="rId204" Type="http://schemas.openxmlformats.org/officeDocument/2006/relationships/hyperlink" Target="mailto:k.pramatari@aueb.gr" TargetMode="External"/><Relationship Id="rId220" Type="http://schemas.openxmlformats.org/officeDocument/2006/relationships/hyperlink" Target="mailto:info@sek.org.gr" TargetMode="External"/><Relationship Id="rId225" Type="http://schemas.openxmlformats.org/officeDocument/2006/relationships/hyperlink" Target="mailto:info@obi.gr" TargetMode="External"/><Relationship Id="rId241" Type="http://schemas.openxmlformats.org/officeDocument/2006/relationships/hyperlink" Target="mailto:secretary@metal.ntua.gr" TargetMode="External"/><Relationship Id="rId246" Type="http://schemas.openxmlformats.org/officeDocument/2006/relationships/hyperlink" Target="mailto:grafeio.pde@pde.gov.gr" TargetMode="External"/><Relationship Id="rId267" Type="http://schemas.openxmlformats.org/officeDocument/2006/relationships/fontTable" Target="fontTable.xml"/><Relationship Id="rId15" Type="http://schemas.openxmlformats.org/officeDocument/2006/relationships/hyperlink" Target="mailto:excom@acci.gr" TargetMode="External"/><Relationship Id="rId36" Type="http://schemas.openxmlformats.org/officeDocument/2006/relationships/hyperlink" Target="mailto:epimviot@otenet.gr" TargetMode="External"/><Relationship Id="rId57" Type="http://schemas.openxmlformats.org/officeDocument/2006/relationships/hyperlink" Target="mailto:kastcham@otenet.gr" TargetMode="External"/><Relationship Id="rId106" Type="http://schemas.openxmlformats.org/officeDocument/2006/relationships/hyperlink" Target="mailto:info@seaak.gr" TargetMode="External"/><Relationship Id="rId127" Type="http://schemas.openxmlformats.org/officeDocument/2006/relationships/hyperlink" Target="mailto:pef@pef.gr" TargetMode="External"/><Relationship Id="rId262" Type="http://schemas.openxmlformats.org/officeDocument/2006/relationships/hyperlink" Target="mailto:regionoffice.ppel@gmail.com" TargetMode="External"/><Relationship Id="rId10" Type="http://schemas.openxmlformats.org/officeDocument/2006/relationships/hyperlink" Target="mailto:exhibitions@helexpo.gr" TargetMode="External"/><Relationship Id="rId31" Type="http://schemas.openxmlformats.org/officeDocument/2006/relationships/hyperlink" Target="mailto:contact@epimetol.gr" TargetMode="External"/><Relationship Id="rId52" Type="http://schemas.openxmlformats.org/officeDocument/2006/relationships/hyperlink" Target="mailto:cci@e-thesprotias.gr" TargetMode="External"/><Relationship Id="rId73" Type="http://schemas.openxmlformats.org/officeDocument/2006/relationships/hyperlink" Target="mailto:info@messinianchamber.gr" TargetMode="External"/><Relationship Id="rId78" Type="http://schemas.openxmlformats.org/officeDocument/2006/relationships/hyperlink" Target="mailto:champier@otenet.gr" TargetMode="External"/><Relationship Id="rId94" Type="http://schemas.openxmlformats.org/officeDocument/2006/relationships/hyperlink" Target="mailto:ioanniskoufidis@gmail.com" TargetMode="External"/><Relationship Id="rId99" Type="http://schemas.openxmlformats.org/officeDocument/2006/relationships/hyperlink" Target="mailto:info@seve.gr" TargetMode="External"/><Relationship Id="rId101" Type="http://schemas.openxmlformats.org/officeDocument/2006/relationships/hyperlink" Target="mailto:eede@eede.gr" TargetMode="External"/><Relationship Id="rId122" Type="http://schemas.openxmlformats.org/officeDocument/2006/relationships/hyperlink" Target="mailto:sbbnr@otenet.gr" TargetMode="External"/><Relationship Id="rId143" Type="http://schemas.openxmlformats.org/officeDocument/2006/relationships/hyperlink" Target="mailto:cres@cres.gr" TargetMode="External"/><Relationship Id="rId148" Type="http://schemas.openxmlformats.org/officeDocument/2006/relationships/hyperlink" Target="mailto:info@hellasres.gr" TargetMode="External"/><Relationship Id="rId164" Type="http://schemas.openxmlformats.org/officeDocument/2006/relationships/hyperlink" Target="mailto:v.stathopoulos@terraspatium.gr" TargetMode="External"/><Relationship Id="rId169" Type="http://schemas.openxmlformats.org/officeDocument/2006/relationships/hyperlink" Target="mailto:certh@certh.gr" TargetMode="External"/><Relationship Id="rId185" Type="http://schemas.openxmlformats.org/officeDocument/2006/relationships/hyperlink" Target="mailto:admin@hetia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nterprisegreece.gov.gr" TargetMode="External"/><Relationship Id="rId180" Type="http://schemas.openxmlformats.org/officeDocument/2006/relationships/hyperlink" Target="mailto:kordikori@epicos.com" TargetMode="External"/><Relationship Id="rId210" Type="http://schemas.openxmlformats.org/officeDocument/2006/relationships/hyperlink" Target="mailto:gkametas@nbg.gr" TargetMode="External"/><Relationship Id="rId215" Type="http://schemas.openxmlformats.org/officeDocument/2006/relationships/hyperlink" Target="mailto:info@smexa.gr" TargetMode="External"/><Relationship Id="rId236" Type="http://schemas.openxmlformats.org/officeDocument/2006/relationships/hyperlink" Target="mailto:info@ige.gr" TargetMode="External"/><Relationship Id="rId257" Type="http://schemas.openxmlformats.org/officeDocument/2006/relationships/hyperlink" Target="mailto:g.hatzimarkos@pnai.gov.gr" TargetMode="External"/><Relationship Id="rId26" Type="http://schemas.openxmlformats.org/officeDocument/2006/relationships/hyperlink" Target="mailto:eepir@otenet.gr" TargetMode="External"/><Relationship Id="rId231" Type="http://schemas.openxmlformats.org/officeDocument/2006/relationships/hyperlink" Target="mailto:relation@eof.gr" TargetMode="External"/><Relationship Id="rId252" Type="http://schemas.openxmlformats.org/officeDocument/2006/relationships/hyperlink" Target="mailto:pin@pin.gov.gr" TargetMode="External"/><Relationship Id="rId47" Type="http://schemas.openxmlformats.org/officeDocument/2006/relationships/hyperlink" Target="mailto:ilich-gr@otenet.gr" TargetMode="External"/><Relationship Id="rId68" Type="http://schemas.openxmlformats.org/officeDocument/2006/relationships/hyperlink" Target="mailto:president@epimlas.gr" TargetMode="External"/><Relationship Id="rId89" Type="http://schemas.openxmlformats.org/officeDocument/2006/relationships/hyperlink" Target="mailto:kyritsist@gmail.com" TargetMode="External"/><Relationship Id="rId112" Type="http://schemas.openxmlformats.org/officeDocument/2006/relationships/hyperlink" Target="mailto:info@sbe.org.gr" TargetMode="External"/><Relationship Id="rId133" Type="http://schemas.openxmlformats.org/officeDocument/2006/relationships/hyperlink" Target="mailto:luger@otenet.gr" TargetMode="External"/><Relationship Id="rId154" Type="http://schemas.openxmlformats.org/officeDocument/2006/relationships/hyperlink" Target="mailto:info@hellabiom.gr" TargetMode="External"/><Relationship Id="rId175" Type="http://schemas.openxmlformats.org/officeDocument/2006/relationships/hyperlink" Target="mailto:athens.office@mirtec.gr" TargetMode="External"/><Relationship Id="rId196" Type="http://schemas.openxmlformats.org/officeDocument/2006/relationships/hyperlink" Target="mailto:info@innovathens.gr" TargetMode="External"/><Relationship Id="rId200" Type="http://schemas.openxmlformats.org/officeDocument/2006/relationships/hyperlink" Target="mailto:info@thefoundation.gr" TargetMode="External"/><Relationship Id="rId16" Type="http://schemas.openxmlformats.org/officeDocument/2006/relationships/hyperlink" Target="mailto:info@acsmi.gr" TargetMode="External"/><Relationship Id="rId221" Type="http://schemas.openxmlformats.org/officeDocument/2006/relationships/hyperlink" Target="mailto:sarafianos@peik.gr" TargetMode="External"/><Relationship Id="rId242" Type="http://schemas.openxmlformats.org/officeDocument/2006/relationships/hyperlink" Target="mailto:info@enpe.gr" TargetMode="External"/><Relationship Id="rId263" Type="http://schemas.openxmlformats.org/officeDocument/2006/relationships/hyperlink" Target="mailto:periferiarxis@pste.gov.gr" TargetMode="External"/><Relationship Id="rId37" Type="http://schemas.openxmlformats.org/officeDocument/2006/relationships/hyperlink" Target="mailto:ebegreve@grevenanet.gr" TargetMode="External"/><Relationship Id="rId58" Type="http://schemas.openxmlformats.org/officeDocument/2006/relationships/hyperlink" Target="mailto:eparkeia@corfucci.gr" TargetMode="External"/><Relationship Id="rId79" Type="http://schemas.openxmlformats.org/officeDocument/2006/relationships/hyperlink" Target="mailto:proedros@champie.ondsl.gr" TargetMode="External"/><Relationship Id="rId102" Type="http://schemas.openxmlformats.org/officeDocument/2006/relationships/hyperlink" Target="mailto:secretary@eene.gr" TargetMode="External"/><Relationship Id="rId123" Type="http://schemas.openxmlformats.org/officeDocument/2006/relationships/hyperlink" Target="mailto:hellenic.production@gmail.com" TargetMode="External"/><Relationship Id="rId144" Type="http://schemas.openxmlformats.org/officeDocument/2006/relationships/hyperlink" Target="mailto:info@ebhe.gr" TargetMode="External"/><Relationship Id="rId90" Type="http://schemas.openxmlformats.org/officeDocument/2006/relationships/hyperlink" Target="mailto:eveflo@otenet.gr" TargetMode="External"/><Relationship Id="rId165" Type="http://schemas.openxmlformats.org/officeDocument/2006/relationships/hyperlink" Target="mailto:sekpy@sekpy.gr" TargetMode="External"/><Relationship Id="rId186" Type="http://schemas.openxmlformats.org/officeDocument/2006/relationships/hyperlink" Target="mailto:info@strategis-cluster.com" TargetMode="External"/><Relationship Id="rId211" Type="http://schemas.openxmlformats.org/officeDocument/2006/relationships/hyperlink" Target="mailto:ugs@ath.forthnet.gr" TargetMode="External"/><Relationship Id="rId232" Type="http://schemas.openxmlformats.org/officeDocument/2006/relationships/hyperlink" Target="mailto:info@efet.gr" TargetMode="External"/><Relationship Id="rId253" Type="http://schemas.openxmlformats.org/officeDocument/2006/relationships/hyperlink" Target="mailto:Periferiarxis@pkm.gov.gr" TargetMode="External"/><Relationship Id="rId27" Type="http://schemas.openxmlformats.org/officeDocument/2006/relationships/hyperlink" Target="mailto:info@voutsinasjohn.gr" TargetMode="External"/><Relationship Id="rId48" Type="http://schemas.openxmlformats.org/officeDocument/2006/relationships/hyperlink" Target="mailto:presidentilia@gmail.com" TargetMode="External"/><Relationship Id="rId69" Type="http://schemas.openxmlformats.org/officeDocument/2006/relationships/hyperlink" Target="mailto:info@lesvos-chamber.com" TargetMode="External"/><Relationship Id="rId113" Type="http://schemas.openxmlformats.org/officeDocument/2006/relationships/hyperlink" Target="mailto:svap@svap.gr" TargetMode="External"/><Relationship Id="rId134" Type="http://schemas.openxmlformats.org/officeDocument/2006/relationships/hyperlink" Target="mailto:info@epshellas.com" TargetMode="External"/><Relationship Id="rId80" Type="http://schemas.openxmlformats.org/officeDocument/2006/relationships/hyperlink" Target="mailto:info@prevezachamber.gr" TargetMode="External"/><Relationship Id="rId155" Type="http://schemas.openxmlformats.org/officeDocument/2006/relationships/hyperlink" Target="mailto:secretariat@iene.gr" TargetMode="External"/><Relationship Id="rId176" Type="http://schemas.openxmlformats.org/officeDocument/2006/relationships/hyperlink" Target="mailto:smagki@central.demokritos.gr" TargetMode="External"/><Relationship Id="rId197" Type="http://schemas.openxmlformats.org/officeDocument/2006/relationships/hyperlink" Target="mailto:antonis.ekonomou@hotmail.gr" TargetMode="External"/><Relationship Id="rId201" Type="http://schemas.openxmlformats.org/officeDocument/2006/relationships/hyperlink" Target="mailto:info@iqbility.com" TargetMode="External"/><Relationship Id="rId222" Type="http://schemas.openxmlformats.org/officeDocument/2006/relationships/hyperlink" Target="mailto:pasidik@otenet.gr" TargetMode="External"/><Relationship Id="rId243" Type="http://schemas.openxmlformats.org/officeDocument/2006/relationships/hyperlink" Target="mailto:gperatt@patt.gov.gr" TargetMode="External"/><Relationship Id="rId264" Type="http://schemas.openxmlformats.org/officeDocument/2006/relationships/hyperlink" Target="http://www.kedke.gr/" TargetMode="External"/><Relationship Id="rId17" Type="http://schemas.openxmlformats.org/officeDocument/2006/relationships/hyperlink" Target="mailto:eea@eea.gr" TargetMode="External"/><Relationship Id="rId38" Type="http://schemas.openxmlformats.org/officeDocument/2006/relationships/hyperlink" Target="mailto:ccidrama@dramanet.gr" TargetMode="External"/><Relationship Id="rId59" Type="http://schemas.openxmlformats.org/officeDocument/2006/relationships/hyperlink" Target="mailto:chamberk@otenet.gr" TargetMode="External"/><Relationship Id="rId103" Type="http://schemas.openxmlformats.org/officeDocument/2006/relationships/hyperlink" Target="mailto:alkost@otenet.gr" TargetMode="External"/><Relationship Id="rId124" Type="http://schemas.openxmlformats.org/officeDocument/2006/relationships/hyperlink" Target="mailto:info@geotee.gr" TargetMode="External"/><Relationship Id="rId70" Type="http://schemas.openxmlformats.org/officeDocument/2006/relationships/hyperlink" Target="mailto:presidentoffice@lesvos-chamber.com" TargetMode="External"/><Relationship Id="rId91" Type="http://schemas.openxmlformats.org/officeDocument/2006/relationships/hyperlink" Target="mailto:sapalidis@yahoo.gr" TargetMode="External"/><Relationship Id="rId145" Type="http://schemas.openxmlformats.org/officeDocument/2006/relationships/hyperlink" Target="mailto:info@helapco.gr" TargetMode="External"/><Relationship Id="rId166" Type="http://schemas.openxmlformats.org/officeDocument/2006/relationships/hyperlink" Target="mailto:eie@eie.gr" TargetMode="External"/><Relationship Id="rId187" Type="http://schemas.openxmlformats.org/officeDocument/2006/relationships/hyperlink" Target="mailto:info@corallia.org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hba@hba.gr" TargetMode="External"/><Relationship Id="rId233" Type="http://schemas.openxmlformats.org/officeDocument/2006/relationships/hyperlink" Target="mailto:info@elot.gr" TargetMode="External"/><Relationship Id="rId254" Type="http://schemas.openxmlformats.org/officeDocument/2006/relationships/hyperlink" Target="mailto:grper@pkm.gov.g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Greek%20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C4589-067F-4D95-BA8F-E8B03F93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Greek Document.dot</Template>
  <TotalTime>8</TotalTime>
  <Pages>7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</cp:lastModifiedBy>
  <cp:revision>10</cp:revision>
  <cp:lastPrinted>2020-11-17T11:45:00Z</cp:lastPrinted>
  <dcterms:created xsi:type="dcterms:W3CDTF">2020-11-17T10:56:00Z</dcterms:created>
  <dcterms:modified xsi:type="dcterms:W3CDTF">2020-11-18T11:36:00Z</dcterms:modified>
</cp:coreProperties>
</file>